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A0C" w:rsidRDefault="00B43A0C" w:rsidP="00B43A0C">
      <w:pPr>
        <w:pStyle w:val="20"/>
        <w:numPr>
          <w:ilvl w:val="0"/>
          <w:numId w:val="0"/>
        </w:numPr>
        <w:spacing w:before="0" w:after="0"/>
        <w:jc w:val="center"/>
      </w:pPr>
      <w:bookmarkStart w:id="0" w:name="_Toc76396065"/>
      <w:r>
        <w:t xml:space="preserve">Раздел 1. </w:t>
      </w:r>
      <w:r w:rsidR="006F59EA">
        <w:t>П</w:t>
      </w:r>
      <w:r w:rsidR="006F59EA" w:rsidRPr="006F59EA">
        <w:t xml:space="preserve">еречень всех замечаний и предложений, поступивших </w:t>
      </w:r>
    </w:p>
    <w:p w:rsidR="00CA1518" w:rsidRDefault="006F59EA" w:rsidP="00B43A0C">
      <w:pPr>
        <w:pStyle w:val="20"/>
        <w:numPr>
          <w:ilvl w:val="0"/>
          <w:numId w:val="0"/>
        </w:numPr>
        <w:spacing w:before="0" w:after="0"/>
        <w:jc w:val="center"/>
      </w:pPr>
      <w:r w:rsidRPr="006F59EA">
        <w:t>при разработке, утверждении и актуализации схемы теплоснабжения</w:t>
      </w:r>
      <w:bookmarkEnd w:id="0"/>
    </w:p>
    <w:p w:rsidR="00B43A0C" w:rsidRPr="00B43A0C" w:rsidRDefault="00B43A0C" w:rsidP="00B43A0C">
      <w:pPr>
        <w:pStyle w:val="a7"/>
        <w:numPr>
          <w:ilvl w:val="1"/>
          <w:numId w:val="47"/>
        </w:numPr>
        <w:jc w:val="center"/>
        <w:rPr>
          <w:lang w:eastAsia="en-US"/>
        </w:rPr>
      </w:pPr>
      <w:r>
        <w:rPr>
          <w:rFonts w:ascii="Times New Roman" w:eastAsiaTheme="minorHAnsi" w:hAnsi="Times New Roman"/>
          <w:b/>
          <w:sz w:val="24"/>
          <w:szCs w:val="24"/>
          <w:lang w:eastAsia="en-US"/>
        </w:rPr>
        <w:t>Ф</w:t>
      </w:r>
      <w:r w:rsidRPr="00B43A0C">
        <w:rPr>
          <w:rFonts w:ascii="Times New Roman" w:eastAsiaTheme="minorHAnsi" w:hAnsi="Times New Roman"/>
          <w:b/>
          <w:sz w:val="24"/>
          <w:szCs w:val="24"/>
          <w:lang w:eastAsia="en-US"/>
        </w:rPr>
        <w:t xml:space="preserve">илиал «Калининградская ТЭЦ-2» АО «Интер РАО – </w:t>
      </w:r>
      <w:proofErr w:type="spellStart"/>
      <w:r w:rsidRPr="00B43A0C">
        <w:rPr>
          <w:rFonts w:ascii="Times New Roman" w:eastAsiaTheme="minorHAnsi" w:hAnsi="Times New Roman"/>
          <w:b/>
          <w:sz w:val="24"/>
          <w:szCs w:val="24"/>
          <w:lang w:eastAsia="en-US"/>
        </w:rPr>
        <w:t>Электрогенерация</w:t>
      </w:r>
      <w:proofErr w:type="spellEnd"/>
      <w:r w:rsidRPr="00B43A0C">
        <w:rPr>
          <w:rFonts w:ascii="Times New Roman" w:eastAsiaTheme="minorHAnsi" w:hAnsi="Times New Roman"/>
          <w:b/>
          <w:sz w:val="24"/>
          <w:szCs w:val="24"/>
          <w:lang w:eastAsia="en-US"/>
        </w:rPr>
        <w:t>»</w:t>
      </w:r>
    </w:p>
    <w:p w:rsidR="00CA1518" w:rsidRDefault="006F59EA" w:rsidP="00CA1518">
      <w:pPr>
        <w:pStyle w:val="a6"/>
      </w:pPr>
      <w:r w:rsidRPr="006F59EA">
        <w:t xml:space="preserve">Перечень всех замечаний и предложений, поступивших при </w:t>
      </w:r>
      <w:r>
        <w:t xml:space="preserve">настоящей </w:t>
      </w:r>
      <w:r w:rsidRPr="006F59EA">
        <w:t xml:space="preserve">актуализации </w:t>
      </w:r>
      <w:r>
        <w:t>С</w:t>
      </w:r>
      <w:r w:rsidRPr="006F59EA">
        <w:t xml:space="preserve">хемы </w:t>
      </w:r>
      <w:r>
        <w:t>ТС ГО "г. Калининград", приведен в таблице ниже.</w:t>
      </w:r>
    </w:p>
    <w:p w:rsidR="006F59EA" w:rsidRPr="00B43A0C" w:rsidRDefault="00AC19EE" w:rsidP="00B43A0C">
      <w:pPr>
        <w:pStyle w:val="ac"/>
        <w:spacing w:before="0"/>
      </w:pPr>
      <w:r w:rsidRPr="006F59EA">
        <w:rPr>
          <w:rFonts w:eastAsia="Times New Roman"/>
        </w:rPr>
        <w:t xml:space="preserve">Таблица </w:t>
      </w:r>
      <w:r w:rsidRPr="006F59EA">
        <w:rPr>
          <w:rFonts w:eastAsia="Times New Roman"/>
        </w:rPr>
        <w:fldChar w:fldCharType="begin"/>
      </w:r>
      <w:r w:rsidRPr="006F59EA">
        <w:rPr>
          <w:rFonts w:eastAsia="Times New Roman"/>
        </w:rPr>
        <w:instrText xml:space="preserve"> STYLEREF 2 \s </w:instrText>
      </w:r>
      <w:r w:rsidRPr="006F59EA">
        <w:rPr>
          <w:rFonts w:eastAsia="Times New Roman"/>
        </w:rPr>
        <w:fldChar w:fldCharType="separate"/>
      </w:r>
      <w:r w:rsidR="00533F2E">
        <w:rPr>
          <w:rFonts w:eastAsia="Times New Roman"/>
          <w:noProof/>
        </w:rPr>
        <w:t>0</w:t>
      </w:r>
      <w:r w:rsidRPr="006F59EA">
        <w:rPr>
          <w:rFonts w:eastAsia="Times New Roman"/>
        </w:rPr>
        <w:fldChar w:fldCharType="end"/>
      </w:r>
      <w:r w:rsidRPr="006F59EA">
        <w:rPr>
          <w:rFonts w:eastAsia="Times New Roman"/>
        </w:rPr>
        <w:t>.</w:t>
      </w:r>
      <w:r w:rsidRPr="006F59EA">
        <w:rPr>
          <w:rFonts w:eastAsia="Times New Roman"/>
        </w:rPr>
        <w:fldChar w:fldCharType="begin"/>
      </w:r>
      <w:r w:rsidRPr="006F59EA">
        <w:rPr>
          <w:rFonts w:eastAsia="Times New Roman"/>
        </w:rPr>
        <w:instrText xml:space="preserve"> SEQ Таблица \* ARABIC \s 2 </w:instrText>
      </w:r>
      <w:r w:rsidRPr="006F59EA">
        <w:rPr>
          <w:rFonts w:eastAsia="Times New Roman"/>
        </w:rPr>
        <w:fldChar w:fldCharType="separate"/>
      </w:r>
      <w:r w:rsidR="00533F2E">
        <w:rPr>
          <w:rFonts w:eastAsia="Times New Roman"/>
          <w:noProof/>
        </w:rPr>
        <w:t>1</w:t>
      </w:r>
      <w:r w:rsidRPr="006F59EA">
        <w:rPr>
          <w:rFonts w:eastAsia="Times New Roman"/>
        </w:rPr>
        <w:fldChar w:fldCharType="end"/>
      </w:r>
      <w:r w:rsidR="005826CD">
        <w:rPr>
          <w:rFonts w:asciiTheme="minorHAnsi" w:eastAsia="Times New Roman" w:hAnsiTheme="minorHAnsi"/>
          <w:noProof/>
        </w:rPr>
        <w:t xml:space="preserve">. </w:t>
      </w:r>
      <w:r w:rsidR="006F59EA" w:rsidRPr="006F59EA">
        <w:t xml:space="preserve">Перечень замечаний </w:t>
      </w:r>
      <w:r w:rsidR="00B43A0C" w:rsidRPr="00B43A0C">
        <w:t xml:space="preserve">филиала «Калининградская ТЭЦ-2» АО «Интер РАО – </w:t>
      </w:r>
      <w:proofErr w:type="spellStart"/>
      <w:r w:rsidR="00B43A0C" w:rsidRPr="00B43A0C">
        <w:t>Электрогенерация</w:t>
      </w:r>
      <w:proofErr w:type="spellEnd"/>
      <w:r w:rsidR="00B43A0C" w:rsidRPr="00B43A0C">
        <w:t xml:space="preserve">» </w:t>
      </w:r>
      <w:r w:rsidR="006F59EA" w:rsidRPr="00B43A0C">
        <w:t xml:space="preserve">и </w:t>
      </w:r>
      <w:r w:rsidR="00B43A0C">
        <w:t>комментарии</w:t>
      </w:r>
      <w:r w:rsidR="006F59EA" w:rsidRPr="00B43A0C">
        <w:t xml:space="preserve"> </w:t>
      </w:r>
      <w:r w:rsidR="00B43A0C">
        <w:t>разработчика схемы теплоснабжения</w:t>
      </w:r>
    </w:p>
    <w:tbl>
      <w:tblPr>
        <w:tblW w:w="5000" w:type="pct"/>
        <w:tblLayout w:type="fixed"/>
        <w:tblLook w:val="04A0" w:firstRow="1" w:lastRow="0" w:firstColumn="1" w:lastColumn="0" w:noHBand="0" w:noVBand="1"/>
      </w:tblPr>
      <w:tblGrid>
        <w:gridCol w:w="526"/>
        <w:gridCol w:w="1118"/>
        <w:gridCol w:w="1535"/>
        <w:gridCol w:w="6282"/>
        <w:gridCol w:w="1955"/>
        <w:gridCol w:w="3371"/>
      </w:tblGrid>
      <w:tr w:rsidR="005826CD" w:rsidRPr="006F59EA" w:rsidTr="00D71D20">
        <w:trPr>
          <w:trHeight w:val="20"/>
          <w:tblHeader/>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D46E0" w:rsidRPr="00FD46E0" w:rsidRDefault="00FD46E0" w:rsidP="006F59EA">
            <w:pPr>
              <w:spacing w:line="240" w:lineRule="auto"/>
              <w:jc w:val="center"/>
              <w:rPr>
                <w:rFonts w:eastAsia="Times New Roman" w:cs="Times New Roman"/>
                <w:b/>
                <w:bCs/>
                <w:color w:val="000000"/>
                <w:sz w:val="20"/>
                <w:szCs w:val="20"/>
                <w:lang w:eastAsia="ru-RU"/>
              </w:rPr>
            </w:pPr>
            <w:r w:rsidRPr="00FD46E0">
              <w:rPr>
                <w:rFonts w:eastAsia="Times New Roman" w:cs="Times New Roman"/>
                <w:b/>
                <w:bCs/>
                <w:color w:val="000000"/>
                <w:sz w:val="20"/>
                <w:szCs w:val="20"/>
                <w:lang w:eastAsia="ru-RU"/>
              </w:rPr>
              <w:t xml:space="preserve">№ </w:t>
            </w:r>
            <w:proofErr w:type="spellStart"/>
            <w:r w:rsidRPr="00FD46E0">
              <w:rPr>
                <w:rFonts w:eastAsia="Times New Roman" w:cs="Times New Roman"/>
                <w:b/>
                <w:bCs/>
                <w:color w:val="000000"/>
                <w:sz w:val="20"/>
                <w:szCs w:val="20"/>
                <w:lang w:eastAsia="ru-RU"/>
              </w:rPr>
              <w:t>п.п</w:t>
            </w:r>
            <w:proofErr w:type="spellEnd"/>
            <w:r w:rsidRPr="00FD46E0">
              <w:rPr>
                <w:rFonts w:eastAsia="Times New Roman" w:cs="Times New Roman"/>
                <w:b/>
                <w:bCs/>
                <w:color w:val="000000"/>
                <w:sz w:val="20"/>
                <w:szCs w:val="20"/>
                <w:lang w:eastAsia="ru-RU"/>
              </w:rPr>
              <w:t>.</w:t>
            </w:r>
          </w:p>
        </w:tc>
        <w:tc>
          <w:tcPr>
            <w:tcW w:w="378" w:type="pct"/>
            <w:tcBorders>
              <w:top w:val="single" w:sz="4" w:space="0" w:color="auto"/>
              <w:left w:val="nil"/>
              <w:bottom w:val="single" w:sz="4" w:space="0" w:color="auto"/>
              <w:right w:val="single" w:sz="4" w:space="0" w:color="auto"/>
            </w:tcBorders>
            <w:shd w:val="clear" w:color="auto" w:fill="auto"/>
            <w:vAlign w:val="center"/>
            <w:hideMark/>
          </w:tcPr>
          <w:p w:rsidR="00FD46E0" w:rsidRPr="00FD46E0" w:rsidRDefault="00FD46E0" w:rsidP="006F59EA">
            <w:pPr>
              <w:spacing w:line="240" w:lineRule="auto"/>
              <w:jc w:val="center"/>
              <w:rPr>
                <w:rFonts w:eastAsia="Times New Roman" w:cs="Times New Roman"/>
                <w:b/>
                <w:bCs/>
                <w:color w:val="000000"/>
                <w:sz w:val="20"/>
                <w:szCs w:val="20"/>
                <w:lang w:eastAsia="ru-RU"/>
              </w:rPr>
            </w:pPr>
            <w:r w:rsidRPr="00FD46E0">
              <w:rPr>
                <w:rFonts w:eastAsia="Times New Roman" w:cs="Times New Roman"/>
                <w:b/>
                <w:bCs/>
                <w:color w:val="000000"/>
                <w:sz w:val="20"/>
                <w:szCs w:val="20"/>
                <w:lang w:eastAsia="ru-RU"/>
              </w:rPr>
              <w:t xml:space="preserve">№ </w:t>
            </w:r>
            <w:r w:rsidR="005826CD">
              <w:rPr>
                <w:rFonts w:eastAsia="Times New Roman" w:cs="Times New Roman"/>
                <w:b/>
                <w:bCs/>
                <w:color w:val="000000"/>
                <w:sz w:val="20"/>
                <w:szCs w:val="20"/>
                <w:lang w:eastAsia="ru-RU"/>
              </w:rPr>
              <w:t>Главы</w:t>
            </w:r>
          </w:p>
        </w:tc>
        <w:tc>
          <w:tcPr>
            <w:tcW w:w="519" w:type="pct"/>
            <w:tcBorders>
              <w:top w:val="single" w:sz="4" w:space="0" w:color="auto"/>
              <w:left w:val="nil"/>
              <w:bottom w:val="single" w:sz="4" w:space="0" w:color="auto"/>
              <w:right w:val="single" w:sz="4" w:space="0" w:color="auto"/>
            </w:tcBorders>
            <w:shd w:val="clear" w:color="auto" w:fill="auto"/>
            <w:vAlign w:val="center"/>
            <w:hideMark/>
          </w:tcPr>
          <w:p w:rsidR="00FD46E0" w:rsidRPr="00FD46E0" w:rsidRDefault="005826CD" w:rsidP="006F59EA">
            <w:pPr>
              <w:spacing w:line="240" w:lineRule="auto"/>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Раздел, страница</w:t>
            </w:r>
          </w:p>
        </w:tc>
        <w:tc>
          <w:tcPr>
            <w:tcW w:w="2124" w:type="pct"/>
            <w:tcBorders>
              <w:top w:val="single" w:sz="4" w:space="0" w:color="auto"/>
              <w:left w:val="nil"/>
              <w:bottom w:val="single" w:sz="4" w:space="0" w:color="auto"/>
              <w:right w:val="single" w:sz="4" w:space="0" w:color="auto"/>
            </w:tcBorders>
            <w:shd w:val="clear" w:color="auto" w:fill="auto"/>
            <w:vAlign w:val="center"/>
            <w:hideMark/>
          </w:tcPr>
          <w:p w:rsidR="00FD46E0" w:rsidRPr="00FD46E0" w:rsidRDefault="005826CD" w:rsidP="006F59EA">
            <w:pPr>
              <w:spacing w:line="240" w:lineRule="auto"/>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Замечания</w:t>
            </w:r>
          </w:p>
        </w:tc>
        <w:tc>
          <w:tcPr>
            <w:tcW w:w="661" w:type="pct"/>
            <w:tcBorders>
              <w:top w:val="single" w:sz="4" w:space="0" w:color="auto"/>
              <w:left w:val="nil"/>
              <w:bottom w:val="single" w:sz="4" w:space="0" w:color="auto"/>
              <w:right w:val="single" w:sz="4" w:space="0" w:color="auto"/>
            </w:tcBorders>
            <w:shd w:val="clear" w:color="auto" w:fill="auto"/>
            <w:vAlign w:val="center"/>
            <w:hideMark/>
          </w:tcPr>
          <w:p w:rsidR="00FD46E0" w:rsidRPr="00FD46E0" w:rsidRDefault="005826CD" w:rsidP="006F59EA">
            <w:pPr>
              <w:spacing w:line="240" w:lineRule="auto"/>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Отметка о выполнении</w:t>
            </w:r>
          </w:p>
        </w:tc>
        <w:tc>
          <w:tcPr>
            <w:tcW w:w="1140" w:type="pct"/>
            <w:tcBorders>
              <w:top w:val="single" w:sz="4" w:space="0" w:color="auto"/>
              <w:left w:val="nil"/>
              <w:bottom w:val="single" w:sz="4" w:space="0" w:color="auto"/>
              <w:right w:val="single" w:sz="4" w:space="0" w:color="auto"/>
            </w:tcBorders>
          </w:tcPr>
          <w:p w:rsidR="005826CD" w:rsidRDefault="005826CD" w:rsidP="006F59EA">
            <w:pPr>
              <w:spacing w:line="240" w:lineRule="auto"/>
              <w:jc w:val="center"/>
              <w:rPr>
                <w:rFonts w:eastAsia="Times New Roman" w:cs="Times New Roman"/>
                <w:b/>
                <w:bCs/>
                <w:color w:val="000000"/>
                <w:sz w:val="20"/>
                <w:szCs w:val="20"/>
                <w:lang w:eastAsia="ru-RU"/>
              </w:rPr>
            </w:pPr>
          </w:p>
          <w:p w:rsidR="00FD46E0" w:rsidRPr="006F59EA" w:rsidRDefault="00FD46E0" w:rsidP="006F59EA">
            <w:pPr>
              <w:spacing w:line="240" w:lineRule="auto"/>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t>Комментарий разработчика</w:t>
            </w:r>
          </w:p>
        </w:tc>
      </w:tr>
      <w:tr w:rsidR="007921A3" w:rsidRPr="007921A3" w:rsidTr="00D71D20">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FD46E0" w:rsidRPr="007921A3" w:rsidRDefault="00FD46E0" w:rsidP="00E257B7">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1</w:t>
            </w:r>
          </w:p>
        </w:tc>
        <w:tc>
          <w:tcPr>
            <w:tcW w:w="378" w:type="pct"/>
            <w:tcBorders>
              <w:top w:val="single" w:sz="4" w:space="0" w:color="auto"/>
              <w:left w:val="nil"/>
              <w:bottom w:val="single" w:sz="4" w:space="0" w:color="auto"/>
              <w:right w:val="single" w:sz="4" w:space="0" w:color="auto"/>
            </w:tcBorders>
            <w:shd w:val="clear" w:color="auto" w:fill="auto"/>
            <w:vAlign w:val="center"/>
          </w:tcPr>
          <w:p w:rsidR="00D71D20" w:rsidRPr="007921A3" w:rsidRDefault="00FD46E0" w:rsidP="00632B20">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 </w:t>
            </w:r>
          </w:p>
          <w:p w:rsidR="00D71D20" w:rsidRPr="007921A3" w:rsidRDefault="00D71D20" w:rsidP="00632B20">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УЧ</w:t>
            </w:r>
          </w:p>
        </w:tc>
        <w:tc>
          <w:tcPr>
            <w:tcW w:w="519" w:type="pct"/>
            <w:tcBorders>
              <w:top w:val="single" w:sz="4" w:space="0" w:color="auto"/>
              <w:left w:val="nil"/>
              <w:bottom w:val="single" w:sz="4" w:space="0" w:color="auto"/>
              <w:right w:val="single" w:sz="4" w:space="0" w:color="auto"/>
            </w:tcBorders>
            <w:shd w:val="clear" w:color="auto" w:fill="auto"/>
            <w:vAlign w:val="center"/>
          </w:tcPr>
          <w:p w:rsidR="00D71D20" w:rsidRPr="007921A3" w:rsidRDefault="00D71D20" w:rsidP="00E257B7">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 xml:space="preserve">Раздел </w:t>
            </w:r>
            <w:proofErr w:type="gramStart"/>
            <w:r w:rsidRPr="007921A3">
              <w:rPr>
                <w:rFonts w:eastAsia="Times New Roman" w:cs="Times New Roman"/>
                <w:sz w:val="20"/>
                <w:szCs w:val="20"/>
                <w:lang w:eastAsia="ru-RU"/>
              </w:rPr>
              <w:t xml:space="preserve">1,   </w:t>
            </w:r>
            <w:proofErr w:type="gramEnd"/>
            <w:r w:rsidRPr="007921A3">
              <w:rPr>
                <w:rFonts w:eastAsia="Times New Roman" w:cs="Times New Roman"/>
                <w:sz w:val="20"/>
                <w:szCs w:val="20"/>
                <w:lang w:eastAsia="ru-RU"/>
              </w:rPr>
              <w:t xml:space="preserve">        стр. 17, табл. 1.1.2</w:t>
            </w:r>
          </w:p>
          <w:p w:rsidR="00BA7474" w:rsidRPr="007921A3" w:rsidRDefault="00BA7474" w:rsidP="00E257B7">
            <w:pPr>
              <w:spacing w:line="240" w:lineRule="auto"/>
              <w:jc w:val="center"/>
              <w:rPr>
                <w:rFonts w:eastAsia="Times New Roman" w:cs="Times New Roman"/>
                <w:sz w:val="20"/>
                <w:szCs w:val="20"/>
                <w:lang w:eastAsia="ru-RU"/>
              </w:rPr>
            </w:pPr>
          </w:p>
          <w:p w:rsidR="00BA7474" w:rsidRPr="007921A3" w:rsidRDefault="00BA7474" w:rsidP="00BA7474">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 xml:space="preserve">Раздел </w:t>
            </w:r>
            <w:r w:rsidRPr="007921A3">
              <w:rPr>
                <w:rFonts w:eastAsia="Times New Roman" w:cs="Times New Roman"/>
                <w:sz w:val="20"/>
                <w:szCs w:val="20"/>
                <w:lang w:eastAsia="ru-RU"/>
              </w:rPr>
              <w:t>2</w:t>
            </w:r>
            <w:r w:rsidR="005E7068" w:rsidRPr="007921A3">
              <w:rPr>
                <w:rFonts w:eastAsia="Times New Roman" w:cs="Times New Roman"/>
                <w:sz w:val="20"/>
                <w:szCs w:val="20"/>
                <w:lang w:eastAsia="ru-RU"/>
              </w:rPr>
              <w:t>.3</w:t>
            </w:r>
            <w:r w:rsidRPr="007921A3">
              <w:rPr>
                <w:rFonts w:eastAsia="Times New Roman" w:cs="Times New Roman"/>
                <w:sz w:val="20"/>
                <w:szCs w:val="20"/>
                <w:lang w:eastAsia="ru-RU"/>
              </w:rPr>
              <w:t xml:space="preserve">,           стр. </w:t>
            </w:r>
            <w:r w:rsidR="00624117" w:rsidRPr="007921A3">
              <w:rPr>
                <w:rFonts w:eastAsia="Times New Roman" w:cs="Times New Roman"/>
                <w:sz w:val="20"/>
                <w:szCs w:val="20"/>
                <w:lang w:eastAsia="ru-RU"/>
              </w:rPr>
              <w:t>80</w:t>
            </w:r>
            <w:r w:rsidRPr="007921A3">
              <w:rPr>
                <w:rFonts w:eastAsia="Times New Roman" w:cs="Times New Roman"/>
                <w:sz w:val="20"/>
                <w:szCs w:val="20"/>
                <w:lang w:eastAsia="ru-RU"/>
              </w:rPr>
              <w:t xml:space="preserve">, табл. </w:t>
            </w:r>
            <w:r w:rsidR="00624117" w:rsidRPr="007921A3">
              <w:rPr>
                <w:rFonts w:eastAsia="Times New Roman" w:cs="Times New Roman"/>
                <w:sz w:val="20"/>
                <w:szCs w:val="20"/>
                <w:lang w:eastAsia="ru-RU"/>
              </w:rPr>
              <w:t>2</w:t>
            </w:r>
            <w:r w:rsidRPr="007921A3">
              <w:rPr>
                <w:rFonts w:eastAsia="Times New Roman" w:cs="Times New Roman"/>
                <w:sz w:val="20"/>
                <w:szCs w:val="20"/>
                <w:lang w:eastAsia="ru-RU"/>
              </w:rPr>
              <w:t>.</w:t>
            </w:r>
            <w:r w:rsidR="00624117" w:rsidRPr="007921A3">
              <w:rPr>
                <w:rFonts w:eastAsia="Times New Roman" w:cs="Times New Roman"/>
                <w:sz w:val="20"/>
                <w:szCs w:val="20"/>
                <w:lang w:eastAsia="ru-RU"/>
              </w:rPr>
              <w:t>3</w:t>
            </w:r>
            <w:r w:rsidRPr="007921A3">
              <w:rPr>
                <w:rFonts w:eastAsia="Times New Roman" w:cs="Times New Roman"/>
                <w:sz w:val="20"/>
                <w:szCs w:val="20"/>
                <w:lang w:eastAsia="ru-RU"/>
              </w:rPr>
              <w:t>.</w:t>
            </w:r>
            <w:r w:rsidR="00624117" w:rsidRPr="007921A3">
              <w:rPr>
                <w:rFonts w:eastAsia="Times New Roman" w:cs="Times New Roman"/>
                <w:sz w:val="20"/>
                <w:szCs w:val="20"/>
                <w:lang w:eastAsia="ru-RU"/>
              </w:rPr>
              <w:t>1</w:t>
            </w:r>
          </w:p>
          <w:p w:rsidR="00BA7474" w:rsidRPr="007921A3" w:rsidRDefault="00BA7474" w:rsidP="00E257B7">
            <w:pPr>
              <w:spacing w:line="240" w:lineRule="auto"/>
              <w:jc w:val="center"/>
              <w:rPr>
                <w:rFonts w:eastAsia="Times New Roman" w:cs="Times New Roman"/>
                <w:sz w:val="20"/>
                <w:szCs w:val="20"/>
                <w:lang w:eastAsia="ru-RU"/>
              </w:rPr>
            </w:pPr>
          </w:p>
        </w:tc>
        <w:tc>
          <w:tcPr>
            <w:tcW w:w="2124" w:type="pct"/>
            <w:tcBorders>
              <w:top w:val="single" w:sz="4" w:space="0" w:color="auto"/>
              <w:left w:val="nil"/>
              <w:bottom w:val="single" w:sz="4" w:space="0" w:color="auto"/>
              <w:right w:val="single" w:sz="4" w:space="0" w:color="auto"/>
            </w:tcBorders>
            <w:shd w:val="clear" w:color="auto" w:fill="auto"/>
            <w:vAlign w:val="center"/>
          </w:tcPr>
          <w:p w:rsidR="00BA7474" w:rsidRPr="007921A3" w:rsidRDefault="005826CD" w:rsidP="00B90497">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Договорная тепловая нагрузка за 2021</w:t>
            </w:r>
            <w:r w:rsidR="006A29F0" w:rsidRPr="007921A3">
              <w:rPr>
                <w:rFonts w:eastAsia="Times New Roman" w:cs="Times New Roman"/>
                <w:sz w:val="20"/>
                <w:szCs w:val="20"/>
                <w:lang w:eastAsia="ru-RU"/>
              </w:rPr>
              <w:t xml:space="preserve"> </w:t>
            </w:r>
            <w:r w:rsidRPr="007921A3">
              <w:rPr>
                <w:rFonts w:eastAsia="Times New Roman" w:cs="Times New Roman"/>
                <w:sz w:val="20"/>
                <w:szCs w:val="20"/>
                <w:lang w:eastAsia="ru-RU"/>
              </w:rPr>
              <w:t>г</w:t>
            </w:r>
            <w:r w:rsidR="006A29F0" w:rsidRPr="007921A3">
              <w:rPr>
                <w:rFonts w:eastAsia="Times New Roman" w:cs="Times New Roman"/>
                <w:sz w:val="20"/>
                <w:szCs w:val="20"/>
                <w:lang w:eastAsia="ru-RU"/>
              </w:rPr>
              <w:t>од</w:t>
            </w:r>
            <w:r w:rsidRPr="007921A3">
              <w:rPr>
                <w:rFonts w:eastAsia="Times New Roman" w:cs="Times New Roman"/>
                <w:sz w:val="20"/>
                <w:szCs w:val="20"/>
                <w:lang w:eastAsia="ru-RU"/>
              </w:rPr>
              <w:t xml:space="preserve"> </w:t>
            </w:r>
            <w:r w:rsidR="00131D4A" w:rsidRPr="007921A3">
              <w:rPr>
                <w:rFonts w:eastAsia="Times New Roman" w:cs="Times New Roman"/>
                <w:sz w:val="20"/>
                <w:szCs w:val="20"/>
                <w:lang w:eastAsia="ru-RU"/>
              </w:rPr>
              <w:t xml:space="preserve">составляет </w:t>
            </w:r>
            <w:r w:rsidR="00131D4A" w:rsidRPr="007921A3">
              <w:rPr>
                <w:rFonts w:eastAsia="Times New Roman" w:cs="Times New Roman"/>
                <w:b/>
                <w:color w:val="FF0000"/>
                <w:sz w:val="20"/>
                <w:szCs w:val="20"/>
                <w:lang w:eastAsia="ru-RU"/>
              </w:rPr>
              <w:t>203,901</w:t>
            </w:r>
            <w:r w:rsidR="00131D4A" w:rsidRPr="007921A3">
              <w:rPr>
                <w:rFonts w:eastAsia="Times New Roman" w:cs="Times New Roman"/>
                <w:color w:val="FF0000"/>
                <w:sz w:val="20"/>
                <w:szCs w:val="20"/>
                <w:lang w:eastAsia="ru-RU"/>
              </w:rPr>
              <w:t xml:space="preserve"> </w:t>
            </w:r>
            <w:r w:rsidR="00131D4A" w:rsidRPr="007921A3">
              <w:rPr>
                <w:rFonts w:eastAsia="Times New Roman" w:cs="Times New Roman"/>
                <w:sz w:val="20"/>
                <w:szCs w:val="20"/>
                <w:lang w:eastAsia="ru-RU"/>
              </w:rPr>
              <w:t>Гкал/ч</w:t>
            </w:r>
            <w:r w:rsidR="00B56C43" w:rsidRPr="007921A3">
              <w:rPr>
                <w:rFonts w:eastAsia="Times New Roman" w:cs="Times New Roman"/>
                <w:sz w:val="20"/>
                <w:szCs w:val="20"/>
                <w:lang w:eastAsia="ru-RU"/>
              </w:rPr>
              <w:t xml:space="preserve">, </w:t>
            </w:r>
            <w:r w:rsidR="00BA7474" w:rsidRPr="007921A3">
              <w:rPr>
                <w:rFonts w:eastAsia="Times New Roman" w:cs="Times New Roman"/>
                <w:sz w:val="20"/>
                <w:szCs w:val="20"/>
                <w:lang w:eastAsia="ru-RU"/>
              </w:rPr>
              <w:t>При оценке тепловой нагрузки на ГВС по летнему потреблению, величина оценивается в 12 Гкал/ч</w:t>
            </w:r>
          </w:p>
        </w:tc>
        <w:tc>
          <w:tcPr>
            <w:tcW w:w="661" w:type="pct"/>
            <w:tcBorders>
              <w:top w:val="single" w:sz="4" w:space="0" w:color="auto"/>
              <w:left w:val="nil"/>
              <w:bottom w:val="single" w:sz="4" w:space="0" w:color="auto"/>
              <w:right w:val="single" w:sz="4" w:space="0" w:color="auto"/>
            </w:tcBorders>
            <w:shd w:val="clear" w:color="auto" w:fill="auto"/>
            <w:vAlign w:val="center"/>
          </w:tcPr>
          <w:p w:rsidR="00FD46E0" w:rsidRPr="007921A3" w:rsidRDefault="00FD46E0" w:rsidP="00E257B7">
            <w:pPr>
              <w:spacing w:line="240" w:lineRule="auto"/>
              <w:jc w:val="center"/>
              <w:rPr>
                <w:rFonts w:eastAsia="Times New Roman" w:cs="Times New Roman"/>
                <w:sz w:val="20"/>
                <w:szCs w:val="20"/>
                <w:lang w:eastAsia="ru-RU"/>
              </w:rPr>
            </w:pPr>
          </w:p>
        </w:tc>
        <w:tc>
          <w:tcPr>
            <w:tcW w:w="1140" w:type="pct"/>
            <w:tcBorders>
              <w:top w:val="single" w:sz="4" w:space="0" w:color="auto"/>
              <w:left w:val="nil"/>
              <w:bottom w:val="single" w:sz="4" w:space="0" w:color="auto"/>
              <w:right w:val="single" w:sz="4" w:space="0" w:color="auto"/>
            </w:tcBorders>
          </w:tcPr>
          <w:p w:rsidR="00C63957" w:rsidRPr="007921A3" w:rsidRDefault="00C63957" w:rsidP="00E257B7">
            <w:pPr>
              <w:spacing w:line="240" w:lineRule="auto"/>
              <w:jc w:val="center"/>
              <w:rPr>
                <w:rFonts w:eastAsia="Times New Roman" w:cs="Times New Roman"/>
                <w:sz w:val="20"/>
                <w:szCs w:val="20"/>
                <w:highlight w:val="green"/>
                <w:lang w:eastAsia="ru-RU"/>
              </w:rPr>
            </w:pPr>
          </w:p>
        </w:tc>
      </w:tr>
      <w:tr w:rsidR="007921A3" w:rsidRPr="007921A3" w:rsidTr="00960AB9">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6E1CEB" w:rsidRPr="007921A3" w:rsidRDefault="006E1CEB" w:rsidP="006E1CEB">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2</w:t>
            </w:r>
          </w:p>
        </w:tc>
        <w:tc>
          <w:tcPr>
            <w:tcW w:w="378" w:type="pct"/>
            <w:tcBorders>
              <w:top w:val="single" w:sz="4" w:space="0" w:color="auto"/>
              <w:left w:val="nil"/>
              <w:bottom w:val="single" w:sz="4" w:space="0" w:color="auto"/>
              <w:right w:val="single" w:sz="4" w:space="0" w:color="auto"/>
            </w:tcBorders>
            <w:shd w:val="clear" w:color="auto" w:fill="auto"/>
            <w:vAlign w:val="center"/>
          </w:tcPr>
          <w:p w:rsidR="006E1CEB" w:rsidRPr="007921A3" w:rsidRDefault="006E1CEB" w:rsidP="006E1CEB">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УЧ</w:t>
            </w:r>
          </w:p>
        </w:tc>
        <w:tc>
          <w:tcPr>
            <w:tcW w:w="519" w:type="pct"/>
            <w:tcBorders>
              <w:top w:val="single" w:sz="4" w:space="0" w:color="auto"/>
              <w:left w:val="nil"/>
              <w:bottom w:val="single" w:sz="4" w:space="0" w:color="auto"/>
              <w:right w:val="single" w:sz="4" w:space="0" w:color="auto"/>
            </w:tcBorders>
            <w:shd w:val="clear" w:color="auto" w:fill="auto"/>
            <w:vAlign w:val="center"/>
          </w:tcPr>
          <w:p w:rsidR="006E1CEB" w:rsidRPr="007921A3" w:rsidRDefault="006E1CEB" w:rsidP="006E1CEB">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 xml:space="preserve">Раздел </w:t>
            </w:r>
            <w:r w:rsidRPr="007921A3">
              <w:rPr>
                <w:rFonts w:eastAsia="Times New Roman" w:cs="Times New Roman"/>
                <w:sz w:val="20"/>
                <w:szCs w:val="20"/>
                <w:lang w:eastAsia="ru-RU"/>
              </w:rPr>
              <w:t>8</w:t>
            </w:r>
            <w:r w:rsidRPr="007921A3">
              <w:rPr>
                <w:rFonts w:eastAsia="Times New Roman" w:cs="Times New Roman"/>
                <w:sz w:val="20"/>
                <w:szCs w:val="20"/>
                <w:lang w:eastAsia="ru-RU"/>
              </w:rPr>
              <w:t>.1, стр.</w:t>
            </w:r>
            <w:r w:rsidRPr="007921A3">
              <w:rPr>
                <w:rFonts w:eastAsia="Times New Roman" w:cs="Times New Roman"/>
                <w:sz w:val="20"/>
                <w:szCs w:val="20"/>
                <w:lang w:eastAsia="ru-RU"/>
              </w:rPr>
              <w:t>252</w:t>
            </w:r>
            <w:r w:rsidRPr="007921A3">
              <w:rPr>
                <w:rFonts w:eastAsia="Times New Roman" w:cs="Times New Roman"/>
                <w:sz w:val="20"/>
                <w:szCs w:val="20"/>
                <w:lang w:eastAsia="ru-RU"/>
              </w:rPr>
              <w:t xml:space="preserve">, табл. </w:t>
            </w:r>
            <w:r w:rsidRPr="007921A3">
              <w:rPr>
                <w:rFonts w:eastAsia="Times New Roman" w:cs="Times New Roman"/>
                <w:sz w:val="20"/>
                <w:szCs w:val="20"/>
                <w:lang w:eastAsia="ru-RU"/>
              </w:rPr>
              <w:t>8</w:t>
            </w:r>
            <w:r w:rsidRPr="007921A3">
              <w:rPr>
                <w:rFonts w:eastAsia="Times New Roman" w:cs="Times New Roman"/>
                <w:sz w:val="20"/>
                <w:szCs w:val="20"/>
                <w:lang w:eastAsia="ru-RU"/>
              </w:rPr>
              <w:t>.1.1;</w:t>
            </w:r>
          </w:p>
          <w:p w:rsidR="006E1CEB" w:rsidRPr="007921A3" w:rsidRDefault="006E1CEB" w:rsidP="006E1CEB">
            <w:pPr>
              <w:spacing w:line="240" w:lineRule="auto"/>
              <w:rPr>
                <w:rFonts w:eastAsia="Times New Roman" w:cs="Times New Roman"/>
                <w:sz w:val="20"/>
                <w:szCs w:val="20"/>
                <w:lang w:eastAsia="ru-RU"/>
              </w:rPr>
            </w:pPr>
          </w:p>
          <w:p w:rsidR="006E1CEB" w:rsidRPr="007921A3" w:rsidRDefault="006E1CEB" w:rsidP="006E1CEB">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Раздел 8.1, стр.252, табл. 8.1.</w:t>
            </w:r>
            <w:r w:rsidRPr="007921A3">
              <w:rPr>
                <w:rFonts w:eastAsia="Times New Roman" w:cs="Times New Roman"/>
                <w:sz w:val="20"/>
                <w:szCs w:val="20"/>
                <w:lang w:eastAsia="ru-RU"/>
              </w:rPr>
              <w:t>2</w:t>
            </w:r>
            <w:r w:rsidRPr="007921A3">
              <w:rPr>
                <w:rFonts w:eastAsia="Times New Roman" w:cs="Times New Roman"/>
                <w:sz w:val="20"/>
                <w:szCs w:val="20"/>
                <w:lang w:eastAsia="ru-RU"/>
              </w:rPr>
              <w:t>;</w:t>
            </w:r>
          </w:p>
          <w:p w:rsidR="006E1CEB" w:rsidRPr="007921A3" w:rsidRDefault="006E1CEB" w:rsidP="006E1CEB">
            <w:pPr>
              <w:spacing w:line="240" w:lineRule="auto"/>
              <w:jc w:val="center"/>
              <w:rPr>
                <w:rFonts w:eastAsia="Times New Roman" w:cs="Times New Roman"/>
                <w:sz w:val="20"/>
                <w:szCs w:val="20"/>
                <w:lang w:eastAsia="ru-RU"/>
              </w:rPr>
            </w:pPr>
          </w:p>
        </w:tc>
        <w:tc>
          <w:tcPr>
            <w:tcW w:w="2124" w:type="pct"/>
            <w:tcBorders>
              <w:top w:val="single" w:sz="4" w:space="0" w:color="auto"/>
              <w:left w:val="nil"/>
              <w:bottom w:val="single" w:sz="4" w:space="0" w:color="auto"/>
              <w:right w:val="single" w:sz="4" w:space="0" w:color="auto"/>
            </w:tcBorders>
            <w:shd w:val="clear" w:color="auto" w:fill="auto"/>
            <w:vAlign w:val="center"/>
          </w:tcPr>
          <w:p w:rsidR="006E1CEB" w:rsidRPr="007921A3" w:rsidRDefault="00726F91" w:rsidP="00726F91">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 xml:space="preserve">Максимальный расход натурального топлива на выработку тепловой и электрической энергии оценивается – 200 </w:t>
            </w:r>
            <w:proofErr w:type="spellStart"/>
            <w:r w:rsidRPr="007921A3">
              <w:rPr>
                <w:rFonts w:eastAsia="Times New Roman" w:cs="Times New Roman"/>
                <w:sz w:val="20"/>
                <w:szCs w:val="20"/>
                <w:lang w:eastAsia="ru-RU"/>
              </w:rPr>
              <w:t>тыс</w:t>
            </w:r>
            <w:proofErr w:type="spellEnd"/>
            <w:r w:rsidRPr="007921A3">
              <w:rPr>
                <w:rFonts w:eastAsia="Times New Roman" w:cs="Times New Roman"/>
                <w:sz w:val="20"/>
                <w:szCs w:val="20"/>
                <w:lang w:eastAsia="ru-RU"/>
              </w:rPr>
              <w:t xml:space="preserve"> </w:t>
            </w:r>
            <w:proofErr w:type="spellStart"/>
            <w:proofErr w:type="gramStart"/>
            <w:r w:rsidRPr="007921A3">
              <w:rPr>
                <w:rFonts w:eastAsia="Times New Roman" w:cs="Times New Roman"/>
                <w:sz w:val="20"/>
                <w:szCs w:val="20"/>
                <w:lang w:eastAsia="ru-RU"/>
              </w:rPr>
              <w:t>куб.м</w:t>
            </w:r>
            <w:proofErr w:type="spellEnd"/>
            <w:proofErr w:type="gramEnd"/>
            <w:r w:rsidRPr="007921A3">
              <w:rPr>
                <w:rFonts w:eastAsia="Times New Roman" w:cs="Times New Roman"/>
                <w:sz w:val="20"/>
                <w:szCs w:val="20"/>
                <w:lang w:eastAsia="ru-RU"/>
              </w:rPr>
              <w:t>/час (при работе двумя блоками на максимальной нагрузке).</w:t>
            </w:r>
          </w:p>
          <w:p w:rsidR="00726F91" w:rsidRPr="007921A3" w:rsidRDefault="00726F91" w:rsidP="00726F91">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Цифры приведенные в таблице соответствуют расходу топлива только на выработку тепловой энергии</w:t>
            </w:r>
          </w:p>
        </w:tc>
        <w:tc>
          <w:tcPr>
            <w:tcW w:w="661" w:type="pct"/>
            <w:tcBorders>
              <w:top w:val="single" w:sz="4" w:space="0" w:color="auto"/>
              <w:left w:val="nil"/>
              <w:bottom w:val="single" w:sz="4" w:space="0" w:color="auto"/>
              <w:right w:val="single" w:sz="4" w:space="0" w:color="auto"/>
            </w:tcBorders>
            <w:shd w:val="clear" w:color="auto" w:fill="auto"/>
            <w:vAlign w:val="center"/>
          </w:tcPr>
          <w:p w:rsidR="006E1CEB" w:rsidRPr="007921A3" w:rsidRDefault="006E1CEB" w:rsidP="006E1CEB">
            <w:pPr>
              <w:spacing w:line="240" w:lineRule="auto"/>
              <w:jc w:val="center"/>
              <w:rPr>
                <w:rFonts w:eastAsia="Times New Roman" w:cs="Times New Roman"/>
                <w:sz w:val="20"/>
                <w:szCs w:val="20"/>
                <w:lang w:eastAsia="ru-RU"/>
              </w:rPr>
            </w:pPr>
          </w:p>
        </w:tc>
        <w:tc>
          <w:tcPr>
            <w:tcW w:w="1140" w:type="pct"/>
            <w:tcBorders>
              <w:top w:val="single" w:sz="4" w:space="0" w:color="auto"/>
              <w:left w:val="nil"/>
              <w:bottom w:val="single" w:sz="4" w:space="0" w:color="auto"/>
              <w:right w:val="single" w:sz="4" w:space="0" w:color="auto"/>
            </w:tcBorders>
          </w:tcPr>
          <w:p w:rsidR="006E1CEB" w:rsidRPr="007921A3" w:rsidRDefault="006E1CEB" w:rsidP="006E1CEB">
            <w:pPr>
              <w:spacing w:line="240" w:lineRule="auto"/>
              <w:jc w:val="center"/>
              <w:rPr>
                <w:rFonts w:eastAsia="Times New Roman" w:cs="Times New Roman"/>
                <w:sz w:val="20"/>
                <w:szCs w:val="20"/>
                <w:lang w:eastAsia="ru-RU"/>
              </w:rPr>
            </w:pPr>
          </w:p>
        </w:tc>
      </w:tr>
      <w:tr w:rsidR="009C6C07" w:rsidRPr="007921A3" w:rsidTr="00560207">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9C6C07" w:rsidRPr="007921A3" w:rsidRDefault="00CC6F40" w:rsidP="009C6C07">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3</w:t>
            </w:r>
          </w:p>
        </w:tc>
        <w:tc>
          <w:tcPr>
            <w:tcW w:w="378" w:type="pct"/>
            <w:tcBorders>
              <w:top w:val="single" w:sz="4" w:space="0" w:color="auto"/>
              <w:left w:val="nil"/>
              <w:bottom w:val="single" w:sz="4" w:space="0" w:color="auto"/>
              <w:right w:val="single" w:sz="4" w:space="0" w:color="auto"/>
            </w:tcBorders>
            <w:shd w:val="clear" w:color="auto" w:fill="auto"/>
            <w:vAlign w:val="center"/>
          </w:tcPr>
          <w:p w:rsidR="009C6C07" w:rsidRPr="007921A3" w:rsidRDefault="009C6C07" w:rsidP="009C6C07">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УЧ</w:t>
            </w:r>
          </w:p>
        </w:tc>
        <w:tc>
          <w:tcPr>
            <w:tcW w:w="519" w:type="pct"/>
            <w:tcBorders>
              <w:top w:val="single" w:sz="4" w:space="0" w:color="auto"/>
              <w:left w:val="nil"/>
              <w:bottom w:val="single" w:sz="4" w:space="0" w:color="auto"/>
              <w:right w:val="single" w:sz="4" w:space="0" w:color="auto"/>
            </w:tcBorders>
            <w:shd w:val="clear" w:color="auto" w:fill="auto"/>
            <w:vAlign w:val="center"/>
          </w:tcPr>
          <w:p w:rsidR="009C6C07" w:rsidRPr="007921A3" w:rsidRDefault="009C6C07" w:rsidP="009C6C07">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 xml:space="preserve">Раздел </w:t>
            </w:r>
            <w:r w:rsidR="00CC6F40" w:rsidRPr="007921A3">
              <w:rPr>
                <w:rFonts w:eastAsia="Times New Roman" w:cs="Times New Roman"/>
                <w:sz w:val="20"/>
                <w:szCs w:val="20"/>
                <w:lang w:eastAsia="ru-RU"/>
              </w:rPr>
              <w:t>14</w:t>
            </w:r>
            <w:r w:rsidRPr="007921A3">
              <w:rPr>
                <w:rFonts w:eastAsia="Times New Roman" w:cs="Times New Roman"/>
                <w:sz w:val="20"/>
                <w:szCs w:val="20"/>
                <w:lang w:eastAsia="ru-RU"/>
              </w:rPr>
              <w:t>.1, стр.</w:t>
            </w:r>
            <w:r w:rsidR="00CC6F40" w:rsidRPr="007921A3">
              <w:rPr>
                <w:rFonts w:eastAsia="Times New Roman" w:cs="Times New Roman"/>
                <w:sz w:val="20"/>
                <w:szCs w:val="20"/>
                <w:lang w:eastAsia="ru-RU"/>
              </w:rPr>
              <w:t>3</w:t>
            </w:r>
            <w:r w:rsidRPr="007921A3">
              <w:rPr>
                <w:rFonts w:eastAsia="Times New Roman" w:cs="Times New Roman"/>
                <w:sz w:val="20"/>
                <w:szCs w:val="20"/>
                <w:lang w:eastAsia="ru-RU"/>
              </w:rPr>
              <w:t>5</w:t>
            </w:r>
            <w:r w:rsidR="00CC6F40" w:rsidRPr="007921A3">
              <w:rPr>
                <w:rFonts w:eastAsia="Times New Roman" w:cs="Times New Roman"/>
                <w:sz w:val="20"/>
                <w:szCs w:val="20"/>
                <w:lang w:eastAsia="ru-RU"/>
              </w:rPr>
              <w:t>6</w:t>
            </w:r>
            <w:r w:rsidRPr="007921A3">
              <w:rPr>
                <w:rFonts w:eastAsia="Times New Roman" w:cs="Times New Roman"/>
                <w:sz w:val="20"/>
                <w:szCs w:val="20"/>
                <w:lang w:eastAsia="ru-RU"/>
              </w:rPr>
              <w:t xml:space="preserve">, табл. </w:t>
            </w:r>
            <w:r w:rsidR="00CC6F40" w:rsidRPr="007921A3">
              <w:rPr>
                <w:rFonts w:eastAsia="Times New Roman" w:cs="Times New Roman"/>
                <w:sz w:val="20"/>
                <w:szCs w:val="20"/>
                <w:lang w:eastAsia="ru-RU"/>
              </w:rPr>
              <w:t>14</w:t>
            </w:r>
            <w:r w:rsidRPr="007921A3">
              <w:rPr>
                <w:rFonts w:eastAsia="Times New Roman" w:cs="Times New Roman"/>
                <w:sz w:val="20"/>
                <w:szCs w:val="20"/>
                <w:lang w:eastAsia="ru-RU"/>
              </w:rPr>
              <w:t>.1.1;</w:t>
            </w:r>
          </w:p>
          <w:p w:rsidR="009C6C07" w:rsidRPr="007921A3" w:rsidRDefault="009C6C07" w:rsidP="00CC6F40">
            <w:pPr>
              <w:spacing w:line="240" w:lineRule="auto"/>
              <w:jc w:val="center"/>
              <w:rPr>
                <w:rFonts w:eastAsia="Times New Roman" w:cs="Times New Roman"/>
                <w:sz w:val="20"/>
                <w:szCs w:val="20"/>
                <w:lang w:eastAsia="ru-RU"/>
              </w:rPr>
            </w:pPr>
          </w:p>
        </w:tc>
        <w:tc>
          <w:tcPr>
            <w:tcW w:w="2124" w:type="pct"/>
            <w:tcBorders>
              <w:top w:val="single" w:sz="4" w:space="0" w:color="auto"/>
              <w:left w:val="nil"/>
              <w:bottom w:val="single" w:sz="4" w:space="0" w:color="auto"/>
              <w:right w:val="single" w:sz="4" w:space="0" w:color="auto"/>
            </w:tcBorders>
            <w:shd w:val="clear" w:color="auto" w:fill="auto"/>
            <w:vAlign w:val="center"/>
          </w:tcPr>
          <w:p w:rsidR="009C6C07" w:rsidRPr="007921A3" w:rsidRDefault="00CC6F40" w:rsidP="00CC6F40">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 xml:space="preserve">Случаев прекращения подачи тепловой энергии и теплоносителя потребителям не было, в Таблице указано количество – 3 </w:t>
            </w:r>
            <w:proofErr w:type="spellStart"/>
            <w:r w:rsidRPr="007921A3">
              <w:rPr>
                <w:rFonts w:eastAsia="Times New Roman" w:cs="Times New Roman"/>
                <w:sz w:val="20"/>
                <w:szCs w:val="20"/>
                <w:lang w:eastAsia="ru-RU"/>
              </w:rPr>
              <w:t>шт</w:t>
            </w:r>
            <w:proofErr w:type="spellEnd"/>
          </w:p>
          <w:p w:rsidR="00690463" w:rsidRPr="007921A3" w:rsidRDefault="00690463" w:rsidP="00CC6F40">
            <w:pPr>
              <w:spacing w:line="240" w:lineRule="auto"/>
              <w:jc w:val="center"/>
              <w:rPr>
                <w:rFonts w:eastAsia="Times New Roman" w:cs="Times New Roman"/>
                <w:sz w:val="20"/>
                <w:szCs w:val="20"/>
                <w:lang w:eastAsia="ru-RU"/>
              </w:rPr>
            </w:pPr>
          </w:p>
          <w:p w:rsidR="00690463" w:rsidRPr="007921A3" w:rsidRDefault="00690463" w:rsidP="00CC6F40">
            <w:pPr>
              <w:spacing w:line="240" w:lineRule="auto"/>
              <w:jc w:val="center"/>
              <w:rPr>
                <w:rFonts w:eastAsia="Times New Roman" w:cs="Times New Roman"/>
                <w:sz w:val="20"/>
                <w:szCs w:val="20"/>
                <w:lang w:eastAsia="ru-RU"/>
              </w:rPr>
            </w:pPr>
          </w:p>
          <w:p w:rsidR="00690463" w:rsidRPr="007921A3" w:rsidRDefault="00690463" w:rsidP="00CC6F40">
            <w:pPr>
              <w:spacing w:line="240" w:lineRule="auto"/>
              <w:jc w:val="center"/>
              <w:rPr>
                <w:rFonts w:eastAsia="Times New Roman" w:cs="Times New Roman"/>
                <w:sz w:val="20"/>
                <w:szCs w:val="20"/>
                <w:lang w:eastAsia="ru-RU"/>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9C6C07" w:rsidRPr="007921A3" w:rsidRDefault="009C6C07" w:rsidP="009C6C07">
            <w:pPr>
              <w:spacing w:line="240" w:lineRule="auto"/>
              <w:jc w:val="center"/>
              <w:rPr>
                <w:rFonts w:eastAsia="Times New Roman" w:cs="Times New Roman"/>
                <w:sz w:val="20"/>
                <w:szCs w:val="20"/>
                <w:lang w:eastAsia="ru-RU"/>
              </w:rPr>
            </w:pPr>
          </w:p>
        </w:tc>
        <w:tc>
          <w:tcPr>
            <w:tcW w:w="1140" w:type="pct"/>
            <w:tcBorders>
              <w:top w:val="single" w:sz="4" w:space="0" w:color="auto"/>
              <w:left w:val="nil"/>
              <w:bottom w:val="single" w:sz="4" w:space="0" w:color="auto"/>
              <w:right w:val="single" w:sz="4" w:space="0" w:color="auto"/>
            </w:tcBorders>
          </w:tcPr>
          <w:p w:rsidR="009C6C07" w:rsidRPr="007921A3" w:rsidRDefault="009C6C07" w:rsidP="009C6C07">
            <w:pPr>
              <w:spacing w:line="240" w:lineRule="auto"/>
              <w:jc w:val="center"/>
              <w:rPr>
                <w:rFonts w:eastAsia="Times New Roman" w:cs="Times New Roman"/>
                <w:sz w:val="20"/>
                <w:szCs w:val="20"/>
                <w:lang w:eastAsia="ru-RU"/>
              </w:rPr>
            </w:pPr>
          </w:p>
        </w:tc>
      </w:tr>
      <w:tr w:rsidR="00690463" w:rsidRPr="007921A3" w:rsidTr="00560207">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690463" w:rsidRPr="007921A3" w:rsidRDefault="00B90497" w:rsidP="00690463">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4</w:t>
            </w:r>
          </w:p>
        </w:tc>
        <w:tc>
          <w:tcPr>
            <w:tcW w:w="378" w:type="pct"/>
            <w:tcBorders>
              <w:top w:val="single" w:sz="4" w:space="0" w:color="auto"/>
              <w:left w:val="nil"/>
              <w:bottom w:val="single" w:sz="4" w:space="0" w:color="auto"/>
              <w:right w:val="single" w:sz="4" w:space="0" w:color="auto"/>
            </w:tcBorders>
            <w:shd w:val="clear" w:color="auto" w:fill="auto"/>
            <w:vAlign w:val="center"/>
          </w:tcPr>
          <w:p w:rsidR="00690463" w:rsidRPr="007921A3" w:rsidRDefault="00690463" w:rsidP="00690463">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УЧ</w:t>
            </w:r>
          </w:p>
        </w:tc>
        <w:tc>
          <w:tcPr>
            <w:tcW w:w="519" w:type="pct"/>
            <w:tcBorders>
              <w:top w:val="single" w:sz="4" w:space="0" w:color="auto"/>
              <w:left w:val="nil"/>
              <w:bottom w:val="single" w:sz="4" w:space="0" w:color="auto"/>
              <w:right w:val="single" w:sz="4" w:space="0" w:color="auto"/>
            </w:tcBorders>
            <w:shd w:val="clear" w:color="auto" w:fill="auto"/>
            <w:vAlign w:val="center"/>
          </w:tcPr>
          <w:p w:rsidR="00690463" w:rsidRPr="007921A3" w:rsidRDefault="00690463" w:rsidP="00690463">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Раздел 14.1, стр.3</w:t>
            </w:r>
            <w:r w:rsidRPr="007921A3">
              <w:rPr>
                <w:rFonts w:eastAsia="Times New Roman" w:cs="Times New Roman"/>
                <w:sz w:val="20"/>
                <w:szCs w:val="20"/>
                <w:lang w:eastAsia="ru-RU"/>
              </w:rPr>
              <w:t>75</w:t>
            </w:r>
            <w:r w:rsidRPr="007921A3">
              <w:rPr>
                <w:rFonts w:eastAsia="Times New Roman" w:cs="Times New Roman"/>
                <w:sz w:val="20"/>
                <w:szCs w:val="20"/>
                <w:lang w:eastAsia="ru-RU"/>
              </w:rPr>
              <w:t>, табл. 14.1.</w:t>
            </w:r>
            <w:r w:rsidRPr="007921A3">
              <w:rPr>
                <w:rFonts w:eastAsia="Times New Roman" w:cs="Times New Roman"/>
                <w:sz w:val="20"/>
                <w:szCs w:val="20"/>
                <w:lang w:eastAsia="ru-RU"/>
              </w:rPr>
              <w:t>1</w:t>
            </w:r>
            <w:r w:rsidRPr="007921A3">
              <w:rPr>
                <w:rFonts w:eastAsia="Times New Roman" w:cs="Times New Roman"/>
                <w:sz w:val="20"/>
                <w:szCs w:val="20"/>
                <w:lang w:eastAsia="ru-RU"/>
              </w:rPr>
              <w:t>1;</w:t>
            </w:r>
          </w:p>
          <w:p w:rsidR="00690463" w:rsidRPr="007921A3" w:rsidRDefault="00690463" w:rsidP="00690463">
            <w:pPr>
              <w:spacing w:line="240" w:lineRule="auto"/>
              <w:jc w:val="center"/>
              <w:rPr>
                <w:rFonts w:eastAsia="Times New Roman" w:cs="Times New Roman"/>
                <w:sz w:val="20"/>
                <w:szCs w:val="20"/>
                <w:lang w:eastAsia="ru-RU"/>
              </w:rPr>
            </w:pPr>
          </w:p>
        </w:tc>
        <w:tc>
          <w:tcPr>
            <w:tcW w:w="2124" w:type="pct"/>
            <w:tcBorders>
              <w:top w:val="single" w:sz="4" w:space="0" w:color="auto"/>
              <w:left w:val="nil"/>
              <w:bottom w:val="single" w:sz="4" w:space="0" w:color="auto"/>
              <w:right w:val="single" w:sz="4" w:space="0" w:color="auto"/>
            </w:tcBorders>
            <w:shd w:val="clear" w:color="auto" w:fill="auto"/>
            <w:vAlign w:val="center"/>
          </w:tcPr>
          <w:p w:rsidR="00690463" w:rsidRPr="007921A3" w:rsidRDefault="00690463" w:rsidP="00690463">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 xml:space="preserve">2010 год – дата ввода в эксплуатацию </w:t>
            </w:r>
            <w:proofErr w:type="spellStart"/>
            <w:r w:rsidRPr="007921A3">
              <w:rPr>
                <w:rFonts w:eastAsia="Times New Roman" w:cs="Times New Roman"/>
                <w:sz w:val="20"/>
                <w:szCs w:val="20"/>
                <w:lang w:eastAsia="ru-RU"/>
              </w:rPr>
              <w:t>тепломагистрали</w:t>
            </w:r>
            <w:proofErr w:type="spellEnd"/>
            <w:r w:rsidRPr="007921A3">
              <w:rPr>
                <w:rFonts w:eastAsia="Times New Roman" w:cs="Times New Roman"/>
                <w:sz w:val="20"/>
                <w:szCs w:val="20"/>
                <w:lang w:eastAsia="ru-RU"/>
              </w:rPr>
              <w:t xml:space="preserve"> КТЭЦ-2. Соответственно в 2021 году срок эксплуатации – 11 лет</w:t>
            </w:r>
          </w:p>
        </w:tc>
        <w:tc>
          <w:tcPr>
            <w:tcW w:w="661" w:type="pct"/>
            <w:tcBorders>
              <w:top w:val="single" w:sz="4" w:space="0" w:color="auto"/>
              <w:left w:val="nil"/>
              <w:bottom w:val="single" w:sz="4" w:space="0" w:color="auto"/>
              <w:right w:val="single" w:sz="4" w:space="0" w:color="auto"/>
            </w:tcBorders>
            <w:shd w:val="clear" w:color="auto" w:fill="auto"/>
            <w:vAlign w:val="center"/>
          </w:tcPr>
          <w:p w:rsidR="00690463" w:rsidRPr="007921A3" w:rsidRDefault="00690463" w:rsidP="00690463">
            <w:pPr>
              <w:spacing w:line="240" w:lineRule="auto"/>
              <w:jc w:val="center"/>
              <w:rPr>
                <w:rFonts w:eastAsia="Times New Roman" w:cs="Times New Roman"/>
                <w:sz w:val="20"/>
                <w:szCs w:val="20"/>
                <w:lang w:eastAsia="ru-RU"/>
              </w:rPr>
            </w:pPr>
          </w:p>
        </w:tc>
        <w:tc>
          <w:tcPr>
            <w:tcW w:w="1140" w:type="pct"/>
            <w:tcBorders>
              <w:top w:val="single" w:sz="4" w:space="0" w:color="auto"/>
              <w:left w:val="nil"/>
              <w:bottom w:val="single" w:sz="4" w:space="0" w:color="auto"/>
              <w:right w:val="single" w:sz="4" w:space="0" w:color="auto"/>
            </w:tcBorders>
          </w:tcPr>
          <w:p w:rsidR="00690463" w:rsidRPr="007921A3" w:rsidRDefault="00690463" w:rsidP="00690463">
            <w:pPr>
              <w:spacing w:line="240" w:lineRule="auto"/>
              <w:jc w:val="center"/>
              <w:rPr>
                <w:rFonts w:eastAsia="Times New Roman" w:cs="Times New Roman"/>
                <w:sz w:val="20"/>
                <w:szCs w:val="20"/>
                <w:lang w:eastAsia="ru-RU"/>
              </w:rPr>
            </w:pPr>
          </w:p>
        </w:tc>
      </w:tr>
      <w:tr w:rsidR="00F078EE" w:rsidRPr="007921A3" w:rsidTr="00560207">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F078EE" w:rsidRPr="007921A3" w:rsidRDefault="00B90497" w:rsidP="00F078EE">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lastRenderedPageBreak/>
              <w:t>5</w:t>
            </w:r>
          </w:p>
        </w:tc>
        <w:tc>
          <w:tcPr>
            <w:tcW w:w="378" w:type="pct"/>
            <w:tcBorders>
              <w:top w:val="single" w:sz="4" w:space="0" w:color="auto"/>
              <w:left w:val="nil"/>
              <w:bottom w:val="single" w:sz="4" w:space="0" w:color="auto"/>
              <w:right w:val="single" w:sz="4" w:space="0" w:color="auto"/>
            </w:tcBorders>
            <w:shd w:val="clear" w:color="auto" w:fill="auto"/>
            <w:vAlign w:val="center"/>
          </w:tcPr>
          <w:p w:rsidR="00F078EE" w:rsidRPr="007921A3" w:rsidRDefault="00F078EE" w:rsidP="00F078EE">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УЧ</w:t>
            </w:r>
          </w:p>
        </w:tc>
        <w:tc>
          <w:tcPr>
            <w:tcW w:w="519" w:type="pct"/>
            <w:tcBorders>
              <w:top w:val="single" w:sz="4" w:space="0" w:color="auto"/>
              <w:left w:val="nil"/>
              <w:bottom w:val="single" w:sz="4" w:space="0" w:color="auto"/>
              <w:right w:val="single" w:sz="4" w:space="0" w:color="auto"/>
            </w:tcBorders>
            <w:shd w:val="clear" w:color="auto" w:fill="auto"/>
            <w:vAlign w:val="center"/>
          </w:tcPr>
          <w:p w:rsidR="00F078EE" w:rsidRPr="007921A3" w:rsidRDefault="00F078EE" w:rsidP="00F078EE">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Раздел 1</w:t>
            </w:r>
            <w:r w:rsidR="00A74704" w:rsidRPr="007921A3">
              <w:rPr>
                <w:rFonts w:eastAsia="Times New Roman" w:cs="Times New Roman"/>
                <w:sz w:val="20"/>
                <w:szCs w:val="20"/>
                <w:lang w:eastAsia="ru-RU"/>
              </w:rPr>
              <w:t>6</w:t>
            </w:r>
            <w:r w:rsidRPr="007921A3">
              <w:rPr>
                <w:rFonts w:eastAsia="Times New Roman" w:cs="Times New Roman"/>
                <w:sz w:val="20"/>
                <w:szCs w:val="20"/>
                <w:lang w:eastAsia="ru-RU"/>
              </w:rPr>
              <w:t>.1, стр.3</w:t>
            </w:r>
            <w:r w:rsidR="00A74704" w:rsidRPr="007921A3">
              <w:rPr>
                <w:rFonts w:eastAsia="Times New Roman" w:cs="Times New Roman"/>
                <w:sz w:val="20"/>
                <w:szCs w:val="20"/>
                <w:lang w:eastAsia="ru-RU"/>
              </w:rPr>
              <w:t>87</w:t>
            </w:r>
            <w:r w:rsidRPr="007921A3">
              <w:rPr>
                <w:rFonts w:eastAsia="Times New Roman" w:cs="Times New Roman"/>
                <w:sz w:val="20"/>
                <w:szCs w:val="20"/>
                <w:lang w:eastAsia="ru-RU"/>
              </w:rPr>
              <w:t>, табл. 1</w:t>
            </w:r>
            <w:r w:rsidR="00A74704" w:rsidRPr="007921A3">
              <w:rPr>
                <w:rFonts w:eastAsia="Times New Roman" w:cs="Times New Roman"/>
                <w:sz w:val="20"/>
                <w:szCs w:val="20"/>
                <w:lang w:eastAsia="ru-RU"/>
              </w:rPr>
              <w:t>6</w:t>
            </w:r>
            <w:r w:rsidRPr="007921A3">
              <w:rPr>
                <w:rFonts w:eastAsia="Times New Roman" w:cs="Times New Roman"/>
                <w:sz w:val="20"/>
                <w:szCs w:val="20"/>
                <w:lang w:eastAsia="ru-RU"/>
              </w:rPr>
              <w:t>.1.1;</w:t>
            </w:r>
          </w:p>
          <w:p w:rsidR="00A74704" w:rsidRPr="007921A3" w:rsidRDefault="00A74704" w:rsidP="00A74704">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Раздел 16.</w:t>
            </w:r>
            <w:r w:rsidRPr="007921A3">
              <w:rPr>
                <w:rFonts w:eastAsia="Times New Roman" w:cs="Times New Roman"/>
                <w:sz w:val="20"/>
                <w:szCs w:val="20"/>
                <w:lang w:eastAsia="ru-RU"/>
              </w:rPr>
              <w:t>3</w:t>
            </w:r>
            <w:r w:rsidRPr="007921A3">
              <w:rPr>
                <w:rFonts w:eastAsia="Times New Roman" w:cs="Times New Roman"/>
                <w:sz w:val="20"/>
                <w:szCs w:val="20"/>
                <w:lang w:eastAsia="ru-RU"/>
              </w:rPr>
              <w:t>, стр.</w:t>
            </w:r>
            <w:r w:rsidRPr="007921A3">
              <w:rPr>
                <w:rFonts w:eastAsia="Times New Roman" w:cs="Times New Roman"/>
                <w:sz w:val="20"/>
                <w:szCs w:val="20"/>
                <w:lang w:eastAsia="ru-RU"/>
              </w:rPr>
              <w:t>410</w:t>
            </w:r>
            <w:r w:rsidRPr="007921A3">
              <w:rPr>
                <w:rFonts w:eastAsia="Times New Roman" w:cs="Times New Roman"/>
                <w:sz w:val="20"/>
                <w:szCs w:val="20"/>
                <w:lang w:eastAsia="ru-RU"/>
              </w:rPr>
              <w:t>, табл. 16.</w:t>
            </w:r>
            <w:r w:rsidRPr="007921A3">
              <w:rPr>
                <w:rFonts w:eastAsia="Times New Roman" w:cs="Times New Roman"/>
                <w:sz w:val="20"/>
                <w:szCs w:val="20"/>
                <w:lang w:eastAsia="ru-RU"/>
              </w:rPr>
              <w:t>3</w:t>
            </w:r>
            <w:r w:rsidRPr="007921A3">
              <w:rPr>
                <w:rFonts w:eastAsia="Times New Roman" w:cs="Times New Roman"/>
                <w:sz w:val="20"/>
                <w:szCs w:val="20"/>
                <w:lang w:eastAsia="ru-RU"/>
              </w:rPr>
              <w:t>.</w:t>
            </w:r>
            <w:r w:rsidRPr="007921A3">
              <w:rPr>
                <w:rFonts w:eastAsia="Times New Roman" w:cs="Times New Roman"/>
                <w:sz w:val="20"/>
                <w:szCs w:val="20"/>
                <w:lang w:eastAsia="ru-RU"/>
              </w:rPr>
              <w:t>2</w:t>
            </w:r>
            <w:r w:rsidRPr="007921A3">
              <w:rPr>
                <w:rFonts w:eastAsia="Times New Roman" w:cs="Times New Roman"/>
                <w:sz w:val="20"/>
                <w:szCs w:val="20"/>
                <w:lang w:eastAsia="ru-RU"/>
              </w:rPr>
              <w:t>;</w:t>
            </w:r>
          </w:p>
          <w:p w:rsidR="00F078EE" w:rsidRPr="007921A3" w:rsidRDefault="00F078EE" w:rsidP="00F078EE">
            <w:pPr>
              <w:spacing w:line="240" w:lineRule="auto"/>
              <w:jc w:val="center"/>
              <w:rPr>
                <w:rFonts w:eastAsia="Times New Roman" w:cs="Times New Roman"/>
                <w:sz w:val="20"/>
                <w:szCs w:val="20"/>
                <w:lang w:eastAsia="ru-RU"/>
              </w:rPr>
            </w:pPr>
          </w:p>
        </w:tc>
        <w:tc>
          <w:tcPr>
            <w:tcW w:w="2124" w:type="pct"/>
            <w:tcBorders>
              <w:top w:val="single" w:sz="4" w:space="0" w:color="auto"/>
              <w:left w:val="nil"/>
              <w:bottom w:val="single" w:sz="4" w:space="0" w:color="auto"/>
              <w:right w:val="single" w:sz="4" w:space="0" w:color="auto"/>
            </w:tcBorders>
            <w:shd w:val="clear" w:color="auto" w:fill="auto"/>
            <w:vAlign w:val="center"/>
          </w:tcPr>
          <w:p w:rsidR="00A74704" w:rsidRPr="007921A3" w:rsidRDefault="00A74704" w:rsidP="00A74704">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 xml:space="preserve">Несоответствие значений «вклада» КТЭЦ-2 по выбросам загрязняющих веществ в атмосферу. (32,5% - </w:t>
            </w:r>
            <w:proofErr w:type="spellStart"/>
            <w:r w:rsidRPr="007921A3">
              <w:rPr>
                <w:rFonts w:eastAsia="Times New Roman" w:cs="Times New Roman"/>
                <w:sz w:val="20"/>
                <w:szCs w:val="20"/>
                <w:lang w:eastAsia="ru-RU"/>
              </w:rPr>
              <w:t>табл</w:t>
            </w:r>
            <w:proofErr w:type="spellEnd"/>
            <w:r w:rsidRPr="007921A3">
              <w:rPr>
                <w:rFonts w:eastAsia="Times New Roman" w:cs="Times New Roman"/>
                <w:sz w:val="20"/>
                <w:szCs w:val="20"/>
                <w:lang w:eastAsia="ru-RU"/>
              </w:rPr>
              <w:t xml:space="preserve"> 16.1.1, 77.1% в табл. 16.3.2). </w:t>
            </w:r>
          </w:p>
          <w:p w:rsidR="00F078EE" w:rsidRPr="007921A3" w:rsidRDefault="00A74704" w:rsidP="00A74704">
            <w:pPr>
              <w:spacing w:line="240" w:lineRule="auto"/>
              <w:jc w:val="center"/>
              <w:rPr>
                <w:rFonts w:eastAsia="Times New Roman" w:cs="Times New Roman"/>
                <w:sz w:val="20"/>
                <w:szCs w:val="20"/>
                <w:lang w:eastAsia="ru-RU"/>
              </w:rPr>
            </w:pPr>
            <w:r w:rsidRPr="007921A3">
              <w:rPr>
                <w:rFonts w:eastAsia="Times New Roman" w:cs="Times New Roman"/>
                <w:sz w:val="20"/>
                <w:szCs w:val="20"/>
                <w:lang w:eastAsia="ru-RU"/>
              </w:rPr>
              <w:t xml:space="preserve">Удельные выбросы </w:t>
            </w:r>
            <w:r w:rsidRPr="007921A3">
              <w:rPr>
                <w:rFonts w:eastAsia="Times New Roman" w:cs="Times New Roman"/>
                <w:sz w:val="20"/>
                <w:szCs w:val="20"/>
                <w:lang w:eastAsia="ru-RU"/>
              </w:rPr>
              <w:t>загрязняющих веществ в атмосферу</w:t>
            </w:r>
            <w:r w:rsidRPr="007921A3">
              <w:rPr>
                <w:rFonts w:eastAsia="Times New Roman" w:cs="Times New Roman"/>
                <w:sz w:val="20"/>
                <w:szCs w:val="20"/>
                <w:lang w:eastAsia="ru-RU"/>
              </w:rPr>
              <w:t xml:space="preserve"> от оборудования КТЭЦ-2 незначительны, на уровне лучших показателей по стране. Сравнивать валовый выброс от станции (при комбинированном производстве) с другими источниками некорректно.</w:t>
            </w:r>
          </w:p>
        </w:tc>
        <w:tc>
          <w:tcPr>
            <w:tcW w:w="661" w:type="pct"/>
            <w:tcBorders>
              <w:top w:val="single" w:sz="4" w:space="0" w:color="auto"/>
              <w:left w:val="nil"/>
              <w:bottom w:val="single" w:sz="4" w:space="0" w:color="auto"/>
              <w:right w:val="single" w:sz="4" w:space="0" w:color="auto"/>
            </w:tcBorders>
            <w:shd w:val="clear" w:color="auto" w:fill="auto"/>
            <w:vAlign w:val="center"/>
          </w:tcPr>
          <w:p w:rsidR="00F078EE" w:rsidRPr="007921A3" w:rsidRDefault="00F078EE" w:rsidP="00F078EE">
            <w:pPr>
              <w:spacing w:line="240" w:lineRule="auto"/>
              <w:jc w:val="center"/>
              <w:rPr>
                <w:rFonts w:eastAsia="Times New Roman" w:cs="Times New Roman"/>
                <w:sz w:val="20"/>
                <w:szCs w:val="20"/>
                <w:lang w:eastAsia="ru-RU"/>
              </w:rPr>
            </w:pPr>
          </w:p>
        </w:tc>
        <w:tc>
          <w:tcPr>
            <w:tcW w:w="1140" w:type="pct"/>
            <w:tcBorders>
              <w:top w:val="single" w:sz="4" w:space="0" w:color="auto"/>
              <w:left w:val="nil"/>
              <w:bottom w:val="single" w:sz="4" w:space="0" w:color="auto"/>
              <w:right w:val="single" w:sz="4" w:space="0" w:color="auto"/>
            </w:tcBorders>
          </w:tcPr>
          <w:p w:rsidR="00F078EE" w:rsidRPr="007921A3" w:rsidRDefault="00F078EE" w:rsidP="00F078EE">
            <w:pPr>
              <w:spacing w:line="240" w:lineRule="auto"/>
              <w:jc w:val="center"/>
              <w:rPr>
                <w:rFonts w:eastAsia="Times New Roman" w:cs="Times New Roman"/>
                <w:sz w:val="20"/>
                <w:szCs w:val="20"/>
                <w:lang w:eastAsia="ru-RU"/>
              </w:rPr>
            </w:pPr>
          </w:p>
        </w:tc>
      </w:tr>
      <w:tr w:rsidR="00F078EE" w:rsidRPr="006F59EA" w:rsidTr="00560207">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F078EE" w:rsidRPr="00FD46E0" w:rsidRDefault="00B90497"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6</w:t>
            </w:r>
          </w:p>
        </w:tc>
        <w:tc>
          <w:tcPr>
            <w:tcW w:w="378" w:type="pct"/>
            <w:tcBorders>
              <w:top w:val="single" w:sz="4" w:space="0" w:color="auto"/>
              <w:left w:val="nil"/>
              <w:bottom w:val="single" w:sz="4" w:space="0" w:color="auto"/>
              <w:right w:val="single" w:sz="4" w:space="0" w:color="auto"/>
            </w:tcBorders>
            <w:shd w:val="clear" w:color="auto" w:fill="auto"/>
            <w:vAlign w:val="center"/>
          </w:tcPr>
          <w:p w:rsidR="00F078EE" w:rsidRDefault="00F078EE" w:rsidP="00F078EE">
            <w:pPr>
              <w:spacing w:line="240" w:lineRule="auto"/>
              <w:jc w:val="center"/>
              <w:rPr>
                <w:rFonts w:eastAsia="Times New Roman" w:cs="Times New Roman"/>
                <w:color w:val="000000"/>
                <w:sz w:val="20"/>
                <w:szCs w:val="20"/>
                <w:lang w:eastAsia="ru-RU"/>
              </w:rPr>
            </w:pPr>
            <w:r w:rsidRPr="00FD46E0">
              <w:rPr>
                <w:rFonts w:eastAsia="Times New Roman" w:cs="Times New Roman"/>
                <w:color w:val="000000"/>
                <w:sz w:val="20"/>
                <w:szCs w:val="20"/>
                <w:lang w:eastAsia="ru-RU"/>
              </w:rPr>
              <w:t> Глава 1</w:t>
            </w:r>
            <w:r>
              <w:rPr>
                <w:rFonts w:eastAsia="Times New Roman" w:cs="Times New Roman"/>
                <w:color w:val="000000"/>
                <w:sz w:val="20"/>
                <w:szCs w:val="20"/>
                <w:lang w:eastAsia="ru-RU"/>
              </w:rPr>
              <w:t>;</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Pr="00FD46E0" w:rsidRDefault="00F078EE" w:rsidP="00F078EE">
            <w:pPr>
              <w:spacing w:line="240" w:lineRule="auto"/>
              <w:jc w:val="center"/>
              <w:rPr>
                <w:rFonts w:eastAsia="Times New Roman" w:cs="Times New Roman"/>
                <w:color w:val="000000"/>
                <w:sz w:val="20"/>
                <w:szCs w:val="20"/>
                <w:lang w:eastAsia="ru-RU"/>
              </w:rPr>
            </w:pPr>
          </w:p>
        </w:tc>
        <w:tc>
          <w:tcPr>
            <w:tcW w:w="519" w:type="pct"/>
            <w:tcBorders>
              <w:top w:val="single" w:sz="4" w:space="0" w:color="auto"/>
              <w:left w:val="nil"/>
              <w:bottom w:val="single" w:sz="4" w:space="0" w:color="auto"/>
              <w:right w:val="single" w:sz="4" w:space="0" w:color="auto"/>
            </w:tcBorders>
            <w:shd w:val="clear" w:color="auto" w:fill="auto"/>
            <w:vAlign w:val="center"/>
          </w:tcPr>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Раздел 5.1</w:t>
            </w:r>
            <w:r w:rsidRPr="00FD46E0">
              <w:rPr>
                <w:rFonts w:eastAsia="Times New Roman" w:cs="Times New Roman"/>
                <w:color w:val="000000"/>
                <w:sz w:val="20"/>
                <w:szCs w:val="20"/>
                <w:lang w:eastAsia="ru-RU"/>
              </w:rPr>
              <w:t>, стр.</w:t>
            </w:r>
            <w:r>
              <w:rPr>
                <w:rFonts w:eastAsia="Times New Roman" w:cs="Times New Roman"/>
                <w:color w:val="000000"/>
                <w:sz w:val="20"/>
                <w:szCs w:val="20"/>
                <w:lang w:eastAsia="ru-RU"/>
              </w:rPr>
              <w:t>153</w:t>
            </w:r>
            <w:r w:rsidRPr="00FD46E0">
              <w:rPr>
                <w:rFonts w:eastAsia="Times New Roman" w:cs="Times New Roman"/>
                <w:color w:val="000000"/>
                <w:sz w:val="20"/>
                <w:szCs w:val="20"/>
                <w:lang w:eastAsia="ru-RU"/>
              </w:rPr>
              <w:t xml:space="preserve">, табл. </w:t>
            </w:r>
            <w:r>
              <w:rPr>
                <w:rFonts w:eastAsia="Times New Roman" w:cs="Times New Roman"/>
                <w:color w:val="000000"/>
                <w:sz w:val="20"/>
                <w:szCs w:val="20"/>
                <w:lang w:eastAsia="ru-RU"/>
              </w:rPr>
              <w:t>5</w:t>
            </w:r>
            <w:r w:rsidRPr="00FD46E0">
              <w:rPr>
                <w:rFonts w:eastAsia="Times New Roman" w:cs="Times New Roman"/>
                <w:color w:val="000000"/>
                <w:sz w:val="20"/>
                <w:szCs w:val="20"/>
                <w:lang w:eastAsia="ru-RU"/>
              </w:rPr>
              <w:t>.1.1</w:t>
            </w:r>
            <w:r>
              <w:rPr>
                <w:rFonts w:eastAsia="Times New Roman" w:cs="Times New Roman"/>
                <w:color w:val="000000"/>
                <w:sz w:val="20"/>
                <w:szCs w:val="20"/>
                <w:lang w:eastAsia="ru-RU"/>
              </w:rPr>
              <w:t>;</w:t>
            </w:r>
          </w:p>
          <w:p w:rsidR="00F078EE" w:rsidRDefault="00F078EE" w:rsidP="00F078EE">
            <w:pPr>
              <w:spacing w:line="240" w:lineRule="auto"/>
              <w:rPr>
                <w:rFonts w:eastAsia="Times New Roman" w:cs="Times New Roman"/>
                <w:color w:val="000000"/>
                <w:sz w:val="20"/>
                <w:szCs w:val="20"/>
                <w:lang w:eastAsia="ru-RU"/>
              </w:rPr>
            </w:pPr>
          </w:p>
          <w:p w:rsidR="00F078EE" w:rsidRPr="00FD46E0" w:rsidRDefault="00F078EE" w:rsidP="00F078EE">
            <w:pPr>
              <w:spacing w:line="240" w:lineRule="auto"/>
              <w:jc w:val="center"/>
              <w:rPr>
                <w:rFonts w:eastAsia="Times New Roman" w:cs="Times New Roman"/>
                <w:color w:val="000000"/>
                <w:sz w:val="20"/>
                <w:szCs w:val="20"/>
                <w:lang w:eastAsia="ru-RU"/>
              </w:rPr>
            </w:pPr>
          </w:p>
        </w:tc>
        <w:tc>
          <w:tcPr>
            <w:tcW w:w="2124" w:type="pct"/>
            <w:tcBorders>
              <w:top w:val="single" w:sz="4" w:space="0" w:color="auto"/>
              <w:left w:val="nil"/>
              <w:bottom w:val="single" w:sz="4" w:space="0" w:color="auto"/>
              <w:right w:val="single" w:sz="4" w:space="0" w:color="auto"/>
            </w:tcBorders>
            <w:shd w:val="clear" w:color="auto" w:fill="auto"/>
            <w:vAlign w:val="center"/>
          </w:tcPr>
          <w:p w:rsidR="00F078EE" w:rsidRPr="00FD46E0" w:rsidRDefault="00F078EE" w:rsidP="00B90497">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Договорная тепловая нагрузка за 2021 год составляет </w:t>
            </w:r>
            <w:r w:rsidRPr="00B56C43">
              <w:rPr>
                <w:rFonts w:eastAsia="Times New Roman" w:cs="Times New Roman"/>
                <w:b/>
                <w:color w:val="FF0000"/>
                <w:sz w:val="20"/>
                <w:szCs w:val="20"/>
                <w:lang w:eastAsia="ru-RU"/>
              </w:rPr>
              <w:t>203,901</w:t>
            </w:r>
            <w:r w:rsidRPr="00B56C43">
              <w:rPr>
                <w:rFonts w:eastAsia="Times New Roman" w:cs="Times New Roman"/>
                <w:color w:val="FF0000"/>
                <w:sz w:val="20"/>
                <w:szCs w:val="20"/>
                <w:lang w:eastAsia="ru-RU"/>
              </w:rPr>
              <w:t xml:space="preserve"> </w:t>
            </w:r>
            <w:r>
              <w:rPr>
                <w:rFonts w:eastAsia="Times New Roman" w:cs="Times New Roman"/>
                <w:color w:val="000000"/>
                <w:sz w:val="20"/>
                <w:szCs w:val="20"/>
                <w:lang w:eastAsia="ru-RU"/>
              </w:rPr>
              <w:t xml:space="preserve">Гкал/ч, </w:t>
            </w:r>
          </w:p>
        </w:tc>
        <w:tc>
          <w:tcPr>
            <w:tcW w:w="661" w:type="pct"/>
            <w:tcBorders>
              <w:top w:val="single" w:sz="4" w:space="0" w:color="auto"/>
              <w:left w:val="nil"/>
              <w:bottom w:val="single" w:sz="4" w:space="0" w:color="auto"/>
              <w:right w:val="single" w:sz="4" w:space="0" w:color="auto"/>
            </w:tcBorders>
            <w:shd w:val="clear" w:color="auto" w:fill="auto"/>
            <w:vAlign w:val="center"/>
          </w:tcPr>
          <w:p w:rsidR="00F078EE" w:rsidRPr="00FD46E0" w:rsidRDefault="00F078EE" w:rsidP="00F078EE">
            <w:pPr>
              <w:spacing w:line="240" w:lineRule="auto"/>
              <w:jc w:val="center"/>
              <w:rPr>
                <w:rFonts w:eastAsia="Times New Roman" w:cs="Times New Roman"/>
                <w:color w:val="000000"/>
                <w:sz w:val="20"/>
                <w:szCs w:val="20"/>
                <w:lang w:eastAsia="ru-RU"/>
              </w:rPr>
            </w:pPr>
          </w:p>
        </w:tc>
        <w:tc>
          <w:tcPr>
            <w:tcW w:w="1140" w:type="pct"/>
            <w:tcBorders>
              <w:top w:val="single" w:sz="4" w:space="0" w:color="auto"/>
              <w:left w:val="nil"/>
              <w:bottom w:val="single" w:sz="4" w:space="0" w:color="auto"/>
              <w:right w:val="single" w:sz="4" w:space="0" w:color="auto"/>
            </w:tcBorders>
          </w:tcPr>
          <w:p w:rsidR="00F078EE" w:rsidRPr="00196D5C" w:rsidRDefault="00F078EE" w:rsidP="00F078EE">
            <w:pPr>
              <w:spacing w:line="240" w:lineRule="auto"/>
              <w:jc w:val="center"/>
              <w:rPr>
                <w:rFonts w:eastAsia="Times New Roman" w:cs="Times New Roman"/>
                <w:color w:val="000000"/>
                <w:sz w:val="20"/>
                <w:szCs w:val="20"/>
                <w:lang w:eastAsia="ru-RU"/>
              </w:rPr>
            </w:pPr>
          </w:p>
        </w:tc>
      </w:tr>
      <w:tr w:rsidR="00F078EE" w:rsidRPr="006F59EA" w:rsidTr="00D71D20">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F078EE" w:rsidRPr="00FD46E0" w:rsidRDefault="00B90497"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7</w:t>
            </w:r>
          </w:p>
        </w:tc>
        <w:tc>
          <w:tcPr>
            <w:tcW w:w="378" w:type="pct"/>
            <w:tcBorders>
              <w:top w:val="single" w:sz="4" w:space="0" w:color="auto"/>
              <w:left w:val="nil"/>
              <w:bottom w:val="single" w:sz="4" w:space="0" w:color="auto"/>
              <w:right w:val="single" w:sz="4" w:space="0" w:color="auto"/>
            </w:tcBorders>
            <w:shd w:val="clear" w:color="auto" w:fill="auto"/>
          </w:tcPr>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Pr="00196D5C"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 Глава 1</w:t>
            </w:r>
          </w:p>
        </w:tc>
        <w:tc>
          <w:tcPr>
            <w:tcW w:w="519" w:type="pct"/>
            <w:tcBorders>
              <w:top w:val="single" w:sz="4" w:space="0" w:color="auto"/>
              <w:left w:val="nil"/>
              <w:bottom w:val="single" w:sz="4" w:space="0" w:color="auto"/>
              <w:right w:val="single" w:sz="4" w:space="0" w:color="auto"/>
            </w:tcBorders>
            <w:shd w:val="clear" w:color="auto" w:fill="auto"/>
          </w:tcPr>
          <w:p w:rsidR="00F078EE" w:rsidRDefault="00F078EE" w:rsidP="00F078EE">
            <w:pPr>
              <w:spacing w:line="240" w:lineRule="auto"/>
              <w:jc w:val="center"/>
              <w:rPr>
                <w:rFonts w:eastAsia="Times New Roman" w:cs="Times New Roman"/>
                <w:color w:val="000000"/>
                <w:sz w:val="20"/>
                <w:szCs w:val="20"/>
                <w:lang w:eastAsia="ru-RU"/>
              </w:rPr>
            </w:pPr>
          </w:p>
          <w:p w:rsidR="00F078EE" w:rsidRPr="00196D5C"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Раздел 5.</w:t>
            </w:r>
            <w:r>
              <w:rPr>
                <w:rFonts w:eastAsia="Times New Roman" w:cs="Times New Roman"/>
                <w:color w:val="000000"/>
                <w:sz w:val="20"/>
                <w:szCs w:val="20"/>
                <w:lang w:eastAsia="ru-RU"/>
              </w:rPr>
              <w:t>4</w:t>
            </w:r>
            <w:r w:rsidRPr="00196D5C">
              <w:rPr>
                <w:rFonts w:eastAsia="Times New Roman" w:cs="Times New Roman"/>
                <w:color w:val="000000"/>
                <w:sz w:val="20"/>
                <w:szCs w:val="20"/>
                <w:lang w:eastAsia="ru-RU"/>
              </w:rPr>
              <w:t>, стр.15</w:t>
            </w:r>
            <w:r>
              <w:rPr>
                <w:rFonts w:eastAsia="Times New Roman" w:cs="Times New Roman"/>
                <w:color w:val="000000"/>
                <w:sz w:val="20"/>
                <w:szCs w:val="20"/>
                <w:lang w:eastAsia="ru-RU"/>
              </w:rPr>
              <w:t>5</w:t>
            </w:r>
            <w:r w:rsidRPr="00196D5C">
              <w:rPr>
                <w:rFonts w:eastAsia="Times New Roman" w:cs="Times New Roman"/>
                <w:color w:val="000000"/>
                <w:sz w:val="20"/>
                <w:szCs w:val="20"/>
                <w:lang w:eastAsia="ru-RU"/>
              </w:rPr>
              <w:t>, табл. 5.</w:t>
            </w:r>
            <w:r>
              <w:rPr>
                <w:rFonts w:eastAsia="Times New Roman" w:cs="Times New Roman"/>
                <w:color w:val="000000"/>
                <w:sz w:val="20"/>
                <w:szCs w:val="20"/>
                <w:lang w:eastAsia="ru-RU"/>
              </w:rPr>
              <w:t>4</w:t>
            </w:r>
            <w:r w:rsidRPr="00196D5C">
              <w:rPr>
                <w:rFonts w:eastAsia="Times New Roman" w:cs="Times New Roman"/>
                <w:color w:val="000000"/>
                <w:sz w:val="20"/>
                <w:szCs w:val="20"/>
                <w:lang w:eastAsia="ru-RU"/>
              </w:rPr>
              <w:t>.1</w:t>
            </w:r>
          </w:p>
        </w:tc>
        <w:tc>
          <w:tcPr>
            <w:tcW w:w="2124" w:type="pct"/>
            <w:tcBorders>
              <w:top w:val="single" w:sz="4" w:space="0" w:color="auto"/>
              <w:left w:val="nil"/>
              <w:bottom w:val="single" w:sz="4" w:space="0" w:color="auto"/>
              <w:right w:val="single" w:sz="4" w:space="0" w:color="auto"/>
            </w:tcBorders>
            <w:shd w:val="clear" w:color="auto" w:fill="auto"/>
            <w:vAlign w:val="center"/>
          </w:tcPr>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Потребление тепловой энергии в горячей воде </w:t>
            </w:r>
            <w:r w:rsidRPr="00514FC4">
              <w:rPr>
                <w:rFonts w:eastAsia="Times New Roman" w:cs="Times New Roman"/>
                <w:b/>
                <w:color w:val="FF0000"/>
                <w:sz w:val="20"/>
                <w:szCs w:val="20"/>
                <w:lang w:eastAsia="ru-RU"/>
              </w:rPr>
              <w:t>(полезный отпуск)</w:t>
            </w:r>
            <w:r>
              <w:rPr>
                <w:rFonts w:eastAsia="Times New Roman" w:cs="Times New Roman"/>
                <w:color w:val="000000"/>
                <w:sz w:val="20"/>
                <w:szCs w:val="20"/>
                <w:lang w:eastAsia="ru-RU"/>
              </w:rPr>
              <w:t xml:space="preserve"> за 2021 год:</w:t>
            </w:r>
          </w:p>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-в отопительный период </w:t>
            </w:r>
            <w:r w:rsidRPr="00B56C43">
              <w:rPr>
                <w:rFonts w:eastAsia="Times New Roman" w:cs="Times New Roman"/>
                <w:b/>
                <w:color w:val="FF0000"/>
                <w:sz w:val="20"/>
                <w:szCs w:val="20"/>
                <w:lang w:eastAsia="ru-RU"/>
              </w:rPr>
              <w:t>262</w:t>
            </w:r>
            <w:r>
              <w:rPr>
                <w:rFonts w:eastAsia="Times New Roman" w:cs="Times New Roman"/>
                <w:b/>
                <w:color w:val="FF0000"/>
                <w:sz w:val="20"/>
                <w:szCs w:val="20"/>
                <w:lang w:eastAsia="ru-RU"/>
              </w:rPr>
              <w:t>,</w:t>
            </w:r>
            <w:r w:rsidRPr="00B56C43">
              <w:rPr>
                <w:rFonts w:eastAsia="Times New Roman" w:cs="Times New Roman"/>
                <w:b/>
                <w:color w:val="FF0000"/>
                <w:sz w:val="20"/>
                <w:szCs w:val="20"/>
                <w:lang w:eastAsia="ru-RU"/>
              </w:rPr>
              <w:t>45</w:t>
            </w:r>
            <w:r w:rsidRPr="00B56C43">
              <w:rPr>
                <w:rFonts w:eastAsia="Times New Roman" w:cs="Times New Roman"/>
                <w:color w:val="FF0000"/>
                <w:sz w:val="20"/>
                <w:szCs w:val="20"/>
                <w:lang w:eastAsia="ru-RU"/>
              </w:rPr>
              <w:t xml:space="preserve"> </w:t>
            </w:r>
            <w:proofErr w:type="spellStart"/>
            <w:proofErr w:type="gramStart"/>
            <w:r w:rsidRPr="0089772D">
              <w:rPr>
                <w:rFonts w:eastAsia="Times New Roman" w:cs="Times New Roman"/>
                <w:sz w:val="20"/>
                <w:szCs w:val="20"/>
                <w:lang w:eastAsia="ru-RU"/>
              </w:rPr>
              <w:t>тыс.Гк</w:t>
            </w:r>
            <w:r>
              <w:rPr>
                <w:rFonts w:eastAsia="Times New Roman" w:cs="Times New Roman"/>
                <w:color w:val="000000"/>
                <w:sz w:val="20"/>
                <w:szCs w:val="20"/>
                <w:lang w:eastAsia="ru-RU"/>
              </w:rPr>
              <w:t>ал</w:t>
            </w:r>
            <w:proofErr w:type="spellEnd"/>
            <w:proofErr w:type="gramEnd"/>
            <w:r>
              <w:rPr>
                <w:rFonts w:eastAsia="Times New Roman" w:cs="Times New Roman"/>
                <w:color w:val="000000"/>
                <w:sz w:val="20"/>
                <w:szCs w:val="20"/>
                <w:lang w:eastAsia="ru-RU"/>
              </w:rPr>
              <w:t>;</w:t>
            </w:r>
          </w:p>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-в неотопительный период </w:t>
            </w:r>
            <w:r w:rsidRPr="00B56C43">
              <w:rPr>
                <w:rFonts w:eastAsia="Times New Roman" w:cs="Times New Roman"/>
                <w:b/>
                <w:color w:val="FF0000"/>
                <w:sz w:val="20"/>
                <w:szCs w:val="20"/>
                <w:lang w:eastAsia="ru-RU"/>
              </w:rPr>
              <w:t>42</w:t>
            </w:r>
            <w:r>
              <w:rPr>
                <w:rFonts w:eastAsia="Times New Roman" w:cs="Times New Roman"/>
                <w:b/>
                <w:color w:val="FF0000"/>
                <w:sz w:val="20"/>
                <w:szCs w:val="20"/>
                <w:lang w:eastAsia="ru-RU"/>
              </w:rPr>
              <w:t>,</w:t>
            </w:r>
            <w:r w:rsidRPr="00B56C43">
              <w:rPr>
                <w:rFonts w:eastAsia="Times New Roman" w:cs="Times New Roman"/>
                <w:b/>
                <w:color w:val="FF0000"/>
                <w:sz w:val="20"/>
                <w:szCs w:val="20"/>
                <w:lang w:eastAsia="ru-RU"/>
              </w:rPr>
              <w:t>0</w:t>
            </w:r>
            <w:r>
              <w:rPr>
                <w:rFonts w:eastAsia="Times New Roman" w:cs="Times New Roman"/>
                <w:b/>
                <w:color w:val="FF0000"/>
                <w:sz w:val="20"/>
                <w:szCs w:val="20"/>
                <w:lang w:eastAsia="ru-RU"/>
              </w:rPr>
              <w:t>1</w:t>
            </w:r>
            <w:r w:rsidRPr="00B56C43">
              <w:rPr>
                <w:rFonts w:eastAsia="Times New Roman" w:cs="Times New Roman"/>
                <w:color w:val="FF0000"/>
                <w:sz w:val="20"/>
                <w:szCs w:val="20"/>
                <w:lang w:eastAsia="ru-RU"/>
              </w:rPr>
              <w:t xml:space="preserve"> </w:t>
            </w:r>
            <w:proofErr w:type="spellStart"/>
            <w:proofErr w:type="gramStart"/>
            <w:r w:rsidRPr="0089772D">
              <w:rPr>
                <w:rFonts w:eastAsia="Times New Roman" w:cs="Times New Roman"/>
                <w:sz w:val="20"/>
                <w:szCs w:val="20"/>
                <w:lang w:eastAsia="ru-RU"/>
              </w:rPr>
              <w:t>тыс.Гкал</w:t>
            </w:r>
            <w:proofErr w:type="spellEnd"/>
            <w:proofErr w:type="gramEnd"/>
            <w:r>
              <w:rPr>
                <w:rFonts w:eastAsia="Times New Roman" w:cs="Times New Roman"/>
                <w:color w:val="000000"/>
                <w:sz w:val="20"/>
                <w:szCs w:val="20"/>
                <w:lang w:eastAsia="ru-RU"/>
              </w:rPr>
              <w:t>;</w:t>
            </w:r>
          </w:p>
          <w:p w:rsidR="00F078EE" w:rsidRPr="00FD46E0"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-за год </w:t>
            </w:r>
            <w:r w:rsidRPr="00B56C43">
              <w:rPr>
                <w:rFonts w:eastAsia="Times New Roman" w:cs="Times New Roman"/>
                <w:b/>
                <w:color w:val="FF0000"/>
                <w:sz w:val="20"/>
                <w:szCs w:val="20"/>
                <w:lang w:eastAsia="ru-RU"/>
              </w:rPr>
              <w:t>304</w:t>
            </w:r>
            <w:r>
              <w:rPr>
                <w:rFonts w:eastAsia="Times New Roman" w:cs="Times New Roman"/>
                <w:b/>
                <w:color w:val="FF0000"/>
                <w:sz w:val="20"/>
                <w:szCs w:val="20"/>
                <w:lang w:eastAsia="ru-RU"/>
              </w:rPr>
              <w:t>,</w:t>
            </w:r>
            <w:r w:rsidRPr="00B56C43">
              <w:rPr>
                <w:rFonts w:eastAsia="Times New Roman" w:cs="Times New Roman"/>
                <w:b/>
                <w:color w:val="FF0000"/>
                <w:sz w:val="20"/>
                <w:szCs w:val="20"/>
                <w:lang w:eastAsia="ru-RU"/>
              </w:rPr>
              <w:t>46</w:t>
            </w:r>
            <w:r w:rsidRPr="00B56C43">
              <w:rPr>
                <w:rFonts w:eastAsia="Times New Roman" w:cs="Times New Roman"/>
                <w:color w:val="FF0000"/>
                <w:sz w:val="20"/>
                <w:szCs w:val="20"/>
                <w:lang w:eastAsia="ru-RU"/>
              </w:rPr>
              <w:t xml:space="preserve"> </w:t>
            </w:r>
            <w:proofErr w:type="spellStart"/>
            <w:r w:rsidRPr="0089772D">
              <w:rPr>
                <w:rFonts w:eastAsia="Times New Roman" w:cs="Times New Roman"/>
                <w:sz w:val="20"/>
                <w:szCs w:val="20"/>
                <w:lang w:eastAsia="ru-RU"/>
              </w:rPr>
              <w:t>тыс</w:t>
            </w:r>
            <w:r>
              <w:rPr>
                <w:rFonts w:eastAsia="Times New Roman" w:cs="Times New Roman"/>
                <w:color w:val="FF0000"/>
                <w:sz w:val="20"/>
                <w:szCs w:val="20"/>
                <w:lang w:eastAsia="ru-RU"/>
              </w:rPr>
              <w:t>.</w:t>
            </w:r>
            <w:r>
              <w:rPr>
                <w:rFonts w:eastAsia="Times New Roman" w:cs="Times New Roman"/>
                <w:color w:val="000000"/>
                <w:sz w:val="20"/>
                <w:szCs w:val="20"/>
                <w:lang w:eastAsia="ru-RU"/>
              </w:rPr>
              <w:t>Гкал</w:t>
            </w:r>
            <w:proofErr w:type="spellEnd"/>
          </w:p>
        </w:tc>
        <w:tc>
          <w:tcPr>
            <w:tcW w:w="661" w:type="pct"/>
            <w:tcBorders>
              <w:top w:val="single" w:sz="4" w:space="0" w:color="auto"/>
              <w:left w:val="nil"/>
              <w:bottom w:val="single" w:sz="4" w:space="0" w:color="auto"/>
              <w:right w:val="single" w:sz="4" w:space="0" w:color="auto"/>
            </w:tcBorders>
            <w:shd w:val="clear" w:color="auto" w:fill="auto"/>
            <w:vAlign w:val="center"/>
          </w:tcPr>
          <w:p w:rsidR="00F078EE" w:rsidRPr="00FD46E0" w:rsidRDefault="00F078EE" w:rsidP="00F078EE">
            <w:pPr>
              <w:spacing w:line="240" w:lineRule="auto"/>
              <w:jc w:val="center"/>
              <w:rPr>
                <w:rFonts w:eastAsia="Times New Roman" w:cs="Times New Roman"/>
                <w:color w:val="000000"/>
                <w:sz w:val="20"/>
                <w:szCs w:val="20"/>
                <w:lang w:eastAsia="ru-RU"/>
              </w:rPr>
            </w:pPr>
          </w:p>
        </w:tc>
        <w:tc>
          <w:tcPr>
            <w:tcW w:w="1140" w:type="pct"/>
            <w:tcBorders>
              <w:top w:val="single" w:sz="4" w:space="0" w:color="auto"/>
              <w:left w:val="nil"/>
              <w:bottom w:val="single" w:sz="4" w:space="0" w:color="auto"/>
              <w:right w:val="single" w:sz="4" w:space="0" w:color="auto"/>
            </w:tcBorders>
          </w:tcPr>
          <w:p w:rsidR="00F078EE" w:rsidRPr="00196D5C" w:rsidRDefault="00F078EE" w:rsidP="00F078EE">
            <w:pPr>
              <w:spacing w:line="240" w:lineRule="auto"/>
              <w:jc w:val="center"/>
              <w:rPr>
                <w:rFonts w:eastAsia="Times New Roman" w:cs="Times New Roman"/>
                <w:color w:val="000000"/>
                <w:sz w:val="20"/>
                <w:szCs w:val="20"/>
                <w:lang w:eastAsia="ru-RU"/>
              </w:rPr>
            </w:pPr>
          </w:p>
        </w:tc>
      </w:tr>
      <w:tr w:rsidR="00F078EE" w:rsidRPr="006F59EA" w:rsidTr="00D71D20">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F078EE" w:rsidRPr="00FD46E0" w:rsidRDefault="00B90497"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8</w:t>
            </w:r>
          </w:p>
        </w:tc>
        <w:tc>
          <w:tcPr>
            <w:tcW w:w="378" w:type="pct"/>
            <w:tcBorders>
              <w:top w:val="single" w:sz="4" w:space="0" w:color="auto"/>
              <w:left w:val="nil"/>
              <w:bottom w:val="single" w:sz="4" w:space="0" w:color="auto"/>
              <w:right w:val="single" w:sz="4" w:space="0" w:color="auto"/>
            </w:tcBorders>
            <w:shd w:val="clear" w:color="auto" w:fill="auto"/>
          </w:tcPr>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 </w:t>
            </w:r>
          </w:p>
          <w:p w:rsidR="00F078EE" w:rsidRDefault="00F078EE" w:rsidP="00F078EE">
            <w:pPr>
              <w:spacing w:line="240" w:lineRule="auto"/>
              <w:jc w:val="center"/>
              <w:rPr>
                <w:rFonts w:eastAsia="Times New Roman" w:cs="Times New Roman"/>
                <w:color w:val="000000"/>
                <w:sz w:val="20"/>
                <w:szCs w:val="20"/>
                <w:lang w:eastAsia="ru-RU"/>
              </w:rPr>
            </w:pPr>
          </w:p>
          <w:p w:rsidR="00F078EE" w:rsidRPr="00196D5C"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Глава 1</w:t>
            </w:r>
          </w:p>
        </w:tc>
        <w:tc>
          <w:tcPr>
            <w:tcW w:w="519" w:type="pct"/>
            <w:tcBorders>
              <w:top w:val="single" w:sz="4" w:space="0" w:color="auto"/>
              <w:left w:val="nil"/>
              <w:bottom w:val="single" w:sz="4" w:space="0" w:color="auto"/>
              <w:right w:val="single" w:sz="4" w:space="0" w:color="auto"/>
            </w:tcBorders>
            <w:shd w:val="clear" w:color="auto" w:fill="auto"/>
          </w:tcPr>
          <w:p w:rsidR="00F078EE" w:rsidRDefault="00F078EE" w:rsidP="00F078EE">
            <w:pPr>
              <w:spacing w:line="240" w:lineRule="auto"/>
              <w:jc w:val="center"/>
              <w:rPr>
                <w:rFonts w:eastAsia="Times New Roman" w:cs="Times New Roman"/>
                <w:color w:val="000000"/>
                <w:sz w:val="20"/>
                <w:szCs w:val="20"/>
                <w:lang w:eastAsia="ru-RU"/>
              </w:rPr>
            </w:pPr>
          </w:p>
          <w:p w:rsidR="00F078EE" w:rsidRPr="00196D5C"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Раздел </w:t>
            </w:r>
            <w:r>
              <w:rPr>
                <w:rFonts w:eastAsia="Times New Roman" w:cs="Times New Roman"/>
                <w:color w:val="000000"/>
                <w:sz w:val="20"/>
                <w:szCs w:val="20"/>
                <w:lang w:eastAsia="ru-RU"/>
              </w:rPr>
              <w:t>6</w:t>
            </w:r>
            <w:r w:rsidRPr="00196D5C">
              <w:rPr>
                <w:rFonts w:eastAsia="Times New Roman" w:cs="Times New Roman"/>
                <w:color w:val="000000"/>
                <w:sz w:val="20"/>
                <w:szCs w:val="20"/>
                <w:lang w:eastAsia="ru-RU"/>
              </w:rPr>
              <w:t>.1, стр.1</w:t>
            </w:r>
            <w:r>
              <w:rPr>
                <w:rFonts w:eastAsia="Times New Roman" w:cs="Times New Roman"/>
                <w:color w:val="000000"/>
                <w:sz w:val="20"/>
                <w:szCs w:val="20"/>
                <w:lang w:eastAsia="ru-RU"/>
              </w:rPr>
              <w:t>7</w:t>
            </w:r>
            <w:r w:rsidRPr="00196D5C">
              <w:rPr>
                <w:rFonts w:eastAsia="Times New Roman" w:cs="Times New Roman"/>
                <w:color w:val="000000"/>
                <w:sz w:val="20"/>
                <w:szCs w:val="20"/>
                <w:lang w:eastAsia="ru-RU"/>
              </w:rPr>
              <w:t xml:space="preserve">3, табл. </w:t>
            </w:r>
            <w:r>
              <w:rPr>
                <w:rFonts w:eastAsia="Times New Roman" w:cs="Times New Roman"/>
                <w:color w:val="000000"/>
                <w:sz w:val="20"/>
                <w:szCs w:val="20"/>
                <w:lang w:eastAsia="ru-RU"/>
              </w:rPr>
              <w:t>6</w:t>
            </w:r>
            <w:r w:rsidRPr="00196D5C">
              <w:rPr>
                <w:rFonts w:eastAsia="Times New Roman" w:cs="Times New Roman"/>
                <w:color w:val="000000"/>
                <w:sz w:val="20"/>
                <w:szCs w:val="20"/>
                <w:lang w:eastAsia="ru-RU"/>
              </w:rPr>
              <w:t>.1.1</w:t>
            </w:r>
          </w:p>
        </w:tc>
        <w:tc>
          <w:tcPr>
            <w:tcW w:w="2124" w:type="pct"/>
            <w:tcBorders>
              <w:top w:val="single" w:sz="4" w:space="0" w:color="auto"/>
              <w:left w:val="nil"/>
              <w:bottom w:val="single" w:sz="4" w:space="0" w:color="auto"/>
              <w:right w:val="single" w:sz="4" w:space="0" w:color="auto"/>
            </w:tcBorders>
            <w:shd w:val="clear" w:color="auto" w:fill="auto"/>
            <w:vAlign w:val="center"/>
          </w:tcPr>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Присоединенная договорная тепловая нагрузка в горячей воде за 2021 год составляет </w:t>
            </w:r>
            <w:r w:rsidRPr="00B56C43">
              <w:rPr>
                <w:rFonts w:eastAsia="Times New Roman" w:cs="Times New Roman"/>
                <w:b/>
                <w:color w:val="FF0000"/>
                <w:sz w:val="20"/>
                <w:szCs w:val="20"/>
                <w:lang w:eastAsia="ru-RU"/>
              </w:rPr>
              <w:t>203,901</w:t>
            </w:r>
            <w:r w:rsidRPr="00B56C43">
              <w:rPr>
                <w:rFonts w:eastAsia="Times New Roman" w:cs="Times New Roman"/>
                <w:color w:val="FF0000"/>
                <w:sz w:val="20"/>
                <w:szCs w:val="20"/>
                <w:lang w:eastAsia="ru-RU"/>
              </w:rPr>
              <w:t xml:space="preserve"> </w:t>
            </w:r>
            <w:r>
              <w:rPr>
                <w:rFonts w:eastAsia="Times New Roman" w:cs="Times New Roman"/>
                <w:color w:val="000000"/>
                <w:sz w:val="20"/>
                <w:szCs w:val="20"/>
                <w:lang w:eastAsia="ru-RU"/>
              </w:rPr>
              <w:t>Гкал/ч, в том числе</w:t>
            </w:r>
          </w:p>
          <w:p w:rsidR="00F078EE" w:rsidRPr="00FD46E0" w:rsidRDefault="00F078EE" w:rsidP="00F078EE">
            <w:pPr>
              <w:spacing w:line="240" w:lineRule="auto"/>
              <w:jc w:val="center"/>
              <w:rPr>
                <w:rFonts w:eastAsia="Times New Roman" w:cs="Times New Roman"/>
                <w:color w:val="000000"/>
                <w:sz w:val="20"/>
                <w:szCs w:val="20"/>
                <w:lang w:eastAsia="ru-RU"/>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F078EE" w:rsidRPr="00FD46E0" w:rsidRDefault="00F078EE" w:rsidP="00F078EE">
            <w:pPr>
              <w:spacing w:line="240" w:lineRule="auto"/>
              <w:jc w:val="center"/>
              <w:rPr>
                <w:rFonts w:eastAsia="Times New Roman" w:cs="Times New Roman"/>
                <w:color w:val="000000"/>
                <w:sz w:val="20"/>
                <w:szCs w:val="20"/>
                <w:lang w:eastAsia="ru-RU"/>
              </w:rPr>
            </w:pPr>
          </w:p>
        </w:tc>
        <w:tc>
          <w:tcPr>
            <w:tcW w:w="1140" w:type="pct"/>
            <w:tcBorders>
              <w:top w:val="single" w:sz="4" w:space="0" w:color="auto"/>
              <w:left w:val="nil"/>
              <w:bottom w:val="single" w:sz="4" w:space="0" w:color="auto"/>
              <w:right w:val="single" w:sz="4" w:space="0" w:color="auto"/>
            </w:tcBorders>
          </w:tcPr>
          <w:p w:rsidR="00F078EE" w:rsidRPr="00196D5C" w:rsidRDefault="00F078EE" w:rsidP="00F078EE">
            <w:pPr>
              <w:spacing w:line="240" w:lineRule="auto"/>
              <w:jc w:val="center"/>
              <w:rPr>
                <w:rFonts w:eastAsia="Times New Roman" w:cs="Times New Roman"/>
                <w:color w:val="000000"/>
                <w:sz w:val="20"/>
                <w:szCs w:val="20"/>
                <w:lang w:eastAsia="ru-RU"/>
              </w:rPr>
            </w:pPr>
          </w:p>
        </w:tc>
      </w:tr>
      <w:tr w:rsidR="00F078EE" w:rsidRPr="006F59EA" w:rsidTr="00D71D20">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F078EE" w:rsidRPr="00FD46E0" w:rsidRDefault="00B90497"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9</w:t>
            </w:r>
          </w:p>
        </w:tc>
        <w:tc>
          <w:tcPr>
            <w:tcW w:w="378" w:type="pct"/>
            <w:tcBorders>
              <w:top w:val="single" w:sz="4" w:space="0" w:color="auto"/>
              <w:left w:val="nil"/>
              <w:bottom w:val="single" w:sz="4" w:space="0" w:color="auto"/>
              <w:right w:val="single" w:sz="4" w:space="0" w:color="auto"/>
            </w:tcBorders>
            <w:shd w:val="clear" w:color="auto" w:fill="auto"/>
          </w:tcPr>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 </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Pr="00196D5C"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Глава 1</w:t>
            </w:r>
          </w:p>
        </w:tc>
        <w:tc>
          <w:tcPr>
            <w:tcW w:w="519" w:type="pct"/>
            <w:tcBorders>
              <w:top w:val="single" w:sz="4" w:space="0" w:color="auto"/>
              <w:left w:val="nil"/>
              <w:bottom w:val="single" w:sz="4" w:space="0" w:color="auto"/>
              <w:right w:val="single" w:sz="4" w:space="0" w:color="auto"/>
            </w:tcBorders>
            <w:shd w:val="clear" w:color="auto" w:fill="auto"/>
          </w:tcPr>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Pr="00196D5C"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Раздел </w:t>
            </w:r>
            <w:r>
              <w:rPr>
                <w:rFonts w:eastAsia="Times New Roman" w:cs="Times New Roman"/>
                <w:color w:val="000000"/>
                <w:sz w:val="20"/>
                <w:szCs w:val="20"/>
                <w:lang w:eastAsia="ru-RU"/>
              </w:rPr>
              <w:t>10</w:t>
            </w:r>
            <w:r w:rsidRPr="00196D5C">
              <w:rPr>
                <w:rFonts w:eastAsia="Times New Roman" w:cs="Times New Roman"/>
                <w:color w:val="000000"/>
                <w:sz w:val="20"/>
                <w:szCs w:val="20"/>
                <w:lang w:eastAsia="ru-RU"/>
              </w:rPr>
              <w:t>.1, стр.</w:t>
            </w:r>
            <w:r>
              <w:rPr>
                <w:rFonts w:eastAsia="Times New Roman" w:cs="Times New Roman"/>
                <w:color w:val="000000"/>
                <w:sz w:val="20"/>
                <w:szCs w:val="20"/>
                <w:lang w:eastAsia="ru-RU"/>
              </w:rPr>
              <w:t>245</w:t>
            </w:r>
            <w:r w:rsidRPr="00196D5C">
              <w:rPr>
                <w:rFonts w:eastAsia="Times New Roman" w:cs="Times New Roman"/>
                <w:color w:val="000000"/>
                <w:sz w:val="20"/>
                <w:szCs w:val="20"/>
                <w:lang w:eastAsia="ru-RU"/>
              </w:rPr>
              <w:t xml:space="preserve">, табл. </w:t>
            </w:r>
            <w:r>
              <w:rPr>
                <w:rFonts w:eastAsia="Times New Roman" w:cs="Times New Roman"/>
                <w:color w:val="000000"/>
                <w:sz w:val="20"/>
                <w:szCs w:val="20"/>
                <w:lang w:eastAsia="ru-RU"/>
              </w:rPr>
              <w:t>10</w:t>
            </w:r>
            <w:r w:rsidRPr="00196D5C">
              <w:rPr>
                <w:rFonts w:eastAsia="Times New Roman" w:cs="Times New Roman"/>
                <w:color w:val="000000"/>
                <w:sz w:val="20"/>
                <w:szCs w:val="20"/>
                <w:lang w:eastAsia="ru-RU"/>
              </w:rPr>
              <w:t>.1.</w:t>
            </w:r>
            <w:r>
              <w:rPr>
                <w:rFonts w:eastAsia="Times New Roman" w:cs="Times New Roman"/>
                <w:color w:val="000000"/>
                <w:sz w:val="20"/>
                <w:szCs w:val="20"/>
                <w:lang w:eastAsia="ru-RU"/>
              </w:rPr>
              <w:t>2</w:t>
            </w:r>
          </w:p>
        </w:tc>
        <w:tc>
          <w:tcPr>
            <w:tcW w:w="2124" w:type="pct"/>
            <w:tcBorders>
              <w:top w:val="single" w:sz="4" w:space="0" w:color="auto"/>
              <w:left w:val="nil"/>
              <w:bottom w:val="single" w:sz="4" w:space="0" w:color="auto"/>
              <w:right w:val="single" w:sz="4" w:space="0" w:color="auto"/>
            </w:tcBorders>
            <w:shd w:val="clear" w:color="auto" w:fill="auto"/>
            <w:vAlign w:val="center"/>
          </w:tcPr>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Технико-экономические </w:t>
            </w:r>
            <w:r w:rsidRPr="0033318B">
              <w:rPr>
                <w:rFonts w:eastAsia="Times New Roman" w:cs="Times New Roman"/>
                <w:b/>
                <w:color w:val="000000"/>
                <w:sz w:val="20"/>
                <w:szCs w:val="20"/>
                <w:lang w:eastAsia="ru-RU"/>
              </w:rPr>
              <w:t>показатели передачи тепловой энергии</w:t>
            </w:r>
            <w:r>
              <w:rPr>
                <w:rFonts w:eastAsia="Times New Roman" w:cs="Times New Roman"/>
                <w:color w:val="000000"/>
                <w:sz w:val="20"/>
                <w:szCs w:val="20"/>
                <w:lang w:eastAsia="ru-RU"/>
              </w:rPr>
              <w:t>.</w:t>
            </w:r>
          </w:p>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Отпуск тепловой энергии из тепловой сети (полезный отпуск </w:t>
            </w:r>
            <w:proofErr w:type="spellStart"/>
            <w:r>
              <w:rPr>
                <w:rFonts w:eastAsia="Times New Roman" w:cs="Times New Roman"/>
                <w:color w:val="000000"/>
                <w:sz w:val="20"/>
                <w:szCs w:val="20"/>
                <w:lang w:eastAsia="ru-RU"/>
              </w:rPr>
              <w:t>теплоэнергии</w:t>
            </w:r>
            <w:proofErr w:type="spellEnd"/>
            <w:r>
              <w:rPr>
                <w:rFonts w:eastAsia="Times New Roman" w:cs="Times New Roman"/>
                <w:color w:val="000000"/>
                <w:sz w:val="20"/>
                <w:szCs w:val="20"/>
                <w:lang w:eastAsia="ru-RU"/>
              </w:rPr>
              <w:t>):</w:t>
            </w:r>
          </w:p>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-за 2018 год </w:t>
            </w:r>
            <w:r w:rsidRPr="002D5F6E">
              <w:rPr>
                <w:rFonts w:eastAsia="Times New Roman" w:cs="Times New Roman"/>
                <w:b/>
                <w:color w:val="FF0000"/>
                <w:sz w:val="20"/>
                <w:szCs w:val="20"/>
                <w:lang w:eastAsia="ru-RU"/>
              </w:rPr>
              <w:t>271</w:t>
            </w:r>
            <w:r>
              <w:rPr>
                <w:rFonts w:eastAsia="Times New Roman" w:cs="Times New Roman"/>
                <w:b/>
                <w:color w:val="FF0000"/>
                <w:sz w:val="20"/>
                <w:szCs w:val="20"/>
                <w:lang w:eastAsia="ru-RU"/>
              </w:rPr>
              <w:t>,</w:t>
            </w:r>
            <w:r w:rsidRPr="002D5F6E">
              <w:rPr>
                <w:rFonts w:eastAsia="Times New Roman" w:cs="Times New Roman"/>
                <w:b/>
                <w:color w:val="FF0000"/>
                <w:sz w:val="20"/>
                <w:szCs w:val="20"/>
                <w:lang w:eastAsia="ru-RU"/>
              </w:rPr>
              <w:t>11</w:t>
            </w:r>
            <w:r w:rsidRPr="002D5F6E">
              <w:rPr>
                <w:rFonts w:eastAsia="Times New Roman" w:cs="Times New Roman"/>
                <w:color w:val="FF0000"/>
                <w:sz w:val="20"/>
                <w:szCs w:val="20"/>
                <w:lang w:eastAsia="ru-RU"/>
              </w:rPr>
              <w:t xml:space="preserve"> </w:t>
            </w:r>
            <w:proofErr w:type="spellStart"/>
            <w:proofErr w:type="gramStart"/>
            <w:r w:rsidRPr="009D4BC4">
              <w:rPr>
                <w:rFonts w:eastAsia="Times New Roman" w:cs="Times New Roman"/>
                <w:sz w:val="20"/>
                <w:szCs w:val="20"/>
                <w:lang w:eastAsia="ru-RU"/>
              </w:rPr>
              <w:t>тыс.Г</w:t>
            </w:r>
            <w:r>
              <w:rPr>
                <w:rFonts w:eastAsia="Times New Roman" w:cs="Times New Roman"/>
                <w:color w:val="000000"/>
                <w:sz w:val="20"/>
                <w:szCs w:val="20"/>
                <w:lang w:eastAsia="ru-RU"/>
              </w:rPr>
              <w:t>кал</w:t>
            </w:r>
            <w:proofErr w:type="spellEnd"/>
            <w:proofErr w:type="gramEnd"/>
            <w:r>
              <w:rPr>
                <w:rFonts w:eastAsia="Times New Roman" w:cs="Times New Roman"/>
                <w:color w:val="000000"/>
                <w:sz w:val="20"/>
                <w:szCs w:val="20"/>
                <w:lang w:eastAsia="ru-RU"/>
              </w:rPr>
              <w:t>;</w:t>
            </w:r>
          </w:p>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-за 2019 год </w:t>
            </w:r>
            <w:r w:rsidRPr="002D5F6E">
              <w:rPr>
                <w:rFonts w:eastAsia="Times New Roman" w:cs="Times New Roman"/>
                <w:b/>
                <w:color w:val="FF0000"/>
                <w:sz w:val="20"/>
                <w:szCs w:val="20"/>
                <w:lang w:eastAsia="ru-RU"/>
              </w:rPr>
              <w:t>268</w:t>
            </w:r>
            <w:r>
              <w:rPr>
                <w:rFonts w:eastAsia="Times New Roman" w:cs="Times New Roman"/>
                <w:b/>
                <w:color w:val="FF0000"/>
                <w:sz w:val="20"/>
                <w:szCs w:val="20"/>
                <w:lang w:eastAsia="ru-RU"/>
              </w:rPr>
              <w:t>,</w:t>
            </w:r>
            <w:r w:rsidRPr="002D5F6E">
              <w:rPr>
                <w:rFonts w:eastAsia="Times New Roman" w:cs="Times New Roman"/>
                <w:b/>
                <w:color w:val="FF0000"/>
                <w:sz w:val="20"/>
                <w:szCs w:val="20"/>
                <w:lang w:eastAsia="ru-RU"/>
              </w:rPr>
              <w:t>6</w:t>
            </w:r>
            <w:r>
              <w:rPr>
                <w:rFonts w:eastAsia="Times New Roman" w:cs="Times New Roman"/>
                <w:b/>
                <w:color w:val="FF0000"/>
                <w:sz w:val="20"/>
                <w:szCs w:val="20"/>
                <w:lang w:eastAsia="ru-RU"/>
              </w:rPr>
              <w:t>9</w:t>
            </w:r>
            <w:r w:rsidRPr="002D5F6E">
              <w:rPr>
                <w:rFonts w:eastAsia="Times New Roman" w:cs="Times New Roman"/>
                <w:color w:val="FF0000"/>
                <w:sz w:val="20"/>
                <w:szCs w:val="20"/>
                <w:lang w:eastAsia="ru-RU"/>
              </w:rPr>
              <w:t xml:space="preserve"> </w:t>
            </w:r>
            <w:proofErr w:type="spellStart"/>
            <w:proofErr w:type="gramStart"/>
            <w:r w:rsidRPr="009D4BC4">
              <w:rPr>
                <w:rFonts w:eastAsia="Times New Roman" w:cs="Times New Roman"/>
                <w:sz w:val="20"/>
                <w:szCs w:val="20"/>
                <w:lang w:eastAsia="ru-RU"/>
              </w:rPr>
              <w:t>тыс</w:t>
            </w:r>
            <w:r>
              <w:rPr>
                <w:rFonts w:eastAsia="Times New Roman" w:cs="Times New Roman"/>
                <w:color w:val="FF0000"/>
                <w:sz w:val="20"/>
                <w:szCs w:val="20"/>
                <w:lang w:eastAsia="ru-RU"/>
              </w:rPr>
              <w:t>.</w:t>
            </w:r>
            <w:r>
              <w:rPr>
                <w:rFonts w:eastAsia="Times New Roman" w:cs="Times New Roman"/>
                <w:color w:val="000000"/>
                <w:sz w:val="20"/>
                <w:szCs w:val="20"/>
                <w:lang w:eastAsia="ru-RU"/>
              </w:rPr>
              <w:t>Гкал</w:t>
            </w:r>
            <w:proofErr w:type="spellEnd"/>
            <w:proofErr w:type="gramEnd"/>
            <w:r>
              <w:rPr>
                <w:rFonts w:eastAsia="Times New Roman" w:cs="Times New Roman"/>
                <w:color w:val="000000"/>
                <w:sz w:val="20"/>
                <w:szCs w:val="20"/>
                <w:lang w:eastAsia="ru-RU"/>
              </w:rPr>
              <w:t>;</w:t>
            </w:r>
          </w:p>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-за 2020 год </w:t>
            </w:r>
            <w:r w:rsidRPr="002D5F6E">
              <w:rPr>
                <w:rFonts w:eastAsia="Times New Roman" w:cs="Times New Roman"/>
                <w:b/>
                <w:color w:val="FF0000"/>
                <w:sz w:val="20"/>
                <w:szCs w:val="20"/>
                <w:lang w:eastAsia="ru-RU"/>
              </w:rPr>
              <w:t>255</w:t>
            </w:r>
            <w:r>
              <w:rPr>
                <w:rFonts w:eastAsia="Times New Roman" w:cs="Times New Roman"/>
                <w:b/>
                <w:color w:val="FF0000"/>
                <w:sz w:val="20"/>
                <w:szCs w:val="20"/>
                <w:lang w:eastAsia="ru-RU"/>
              </w:rPr>
              <w:t>,</w:t>
            </w:r>
            <w:r w:rsidRPr="002D5F6E">
              <w:rPr>
                <w:rFonts w:eastAsia="Times New Roman" w:cs="Times New Roman"/>
                <w:b/>
                <w:color w:val="FF0000"/>
                <w:sz w:val="20"/>
                <w:szCs w:val="20"/>
                <w:lang w:eastAsia="ru-RU"/>
              </w:rPr>
              <w:t>4</w:t>
            </w:r>
            <w:r>
              <w:rPr>
                <w:rFonts w:eastAsia="Times New Roman" w:cs="Times New Roman"/>
                <w:b/>
                <w:color w:val="FF0000"/>
                <w:sz w:val="20"/>
                <w:szCs w:val="20"/>
                <w:lang w:eastAsia="ru-RU"/>
              </w:rPr>
              <w:t>7</w:t>
            </w:r>
            <w:r w:rsidRPr="002D5F6E">
              <w:rPr>
                <w:rFonts w:eastAsia="Times New Roman" w:cs="Times New Roman"/>
                <w:color w:val="FF0000"/>
                <w:sz w:val="20"/>
                <w:szCs w:val="20"/>
                <w:lang w:eastAsia="ru-RU"/>
              </w:rPr>
              <w:t xml:space="preserve"> </w:t>
            </w:r>
            <w:proofErr w:type="spellStart"/>
            <w:proofErr w:type="gramStart"/>
            <w:r w:rsidRPr="009D4BC4">
              <w:rPr>
                <w:rFonts w:eastAsia="Times New Roman" w:cs="Times New Roman"/>
                <w:sz w:val="20"/>
                <w:szCs w:val="20"/>
                <w:lang w:eastAsia="ru-RU"/>
              </w:rPr>
              <w:t>тыс.Гкал</w:t>
            </w:r>
            <w:proofErr w:type="spellEnd"/>
            <w:proofErr w:type="gramEnd"/>
            <w:r>
              <w:rPr>
                <w:rFonts w:eastAsia="Times New Roman" w:cs="Times New Roman"/>
                <w:color w:val="000000"/>
                <w:sz w:val="20"/>
                <w:szCs w:val="20"/>
                <w:lang w:eastAsia="ru-RU"/>
              </w:rPr>
              <w:t>;</w:t>
            </w:r>
          </w:p>
          <w:p w:rsidR="00F078EE" w:rsidRPr="00FD46E0" w:rsidRDefault="00F078EE" w:rsidP="00B90497">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-за 2021 год </w:t>
            </w:r>
            <w:r w:rsidRPr="002D5F6E">
              <w:rPr>
                <w:rFonts w:eastAsia="Times New Roman" w:cs="Times New Roman"/>
                <w:b/>
                <w:color w:val="FF0000"/>
                <w:sz w:val="20"/>
                <w:szCs w:val="20"/>
                <w:lang w:eastAsia="ru-RU"/>
              </w:rPr>
              <w:t>284</w:t>
            </w:r>
            <w:r>
              <w:rPr>
                <w:rFonts w:eastAsia="Times New Roman" w:cs="Times New Roman"/>
                <w:b/>
                <w:color w:val="FF0000"/>
                <w:sz w:val="20"/>
                <w:szCs w:val="20"/>
                <w:lang w:eastAsia="ru-RU"/>
              </w:rPr>
              <w:t>,</w:t>
            </w:r>
            <w:r w:rsidRPr="002D5F6E">
              <w:rPr>
                <w:rFonts w:eastAsia="Times New Roman" w:cs="Times New Roman"/>
                <w:b/>
                <w:color w:val="FF0000"/>
                <w:sz w:val="20"/>
                <w:szCs w:val="20"/>
                <w:lang w:eastAsia="ru-RU"/>
              </w:rPr>
              <w:t>5</w:t>
            </w:r>
            <w:r>
              <w:rPr>
                <w:rFonts w:eastAsia="Times New Roman" w:cs="Times New Roman"/>
                <w:b/>
                <w:color w:val="FF0000"/>
                <w:sz w:val="20"/>
                <w:szCs w:val="20"/>
                <w:lang w:eastAsia="ru-RU"/>
              </w:rPr>
              <w:t>2</w:t>
            </w:r>
            <w:r w:rsidRPr="002D5F6E">
              <w:rPr>
                <w:rFonts w:eastAsia="Times New Roman" w:cs="Times New Roman"/>
                <w:color w:val="FF0000"/>
                <w:sz w:val="20"/>
                <w:szCs w:val="20"/>
                <w:lang w:eastAsia="ru-RU"/>
              </w:rPr>
              <w:t xml:space="preserve"> </w:t>
            </w:r>
            <w:proofErr w:type="spellStart"/>
            <w:r w:rsidRPr="009D4BC4">
              <w:rPr>
                <w:rFonts w:eastAsia="Times New Roman" w:cs="Times New Roman"/>
                <w:sz w:val="20"/>
                <w:szCs w:val="20"/>
                <w:lang w:eastAsia="ru-RU"/>
              </w:rPr>
              <w:t>тыс.</w:t>
            </w:r>
            <w:r>
              <w:rPr>
                <w:rFonts w:eastAsia="Times New Roman" w:cs="Times New Roman"/>
                <w:color w:val="000000"/>
                <w:sz w:val="20"/>
                <w:szCs w:val="20"/>
                <w:lang w:eastAsia="ru-RU"/>
              </w:rPr>
              <w:t>Гкал</w:t>
            </w:r>
            <w:proofErr w:type="spellEnd"/>
            <w:r>
              <w:rPr>
                <w:rFonts w:eastAsia="Times New Roman" w:cs="Times New Roman"/>
                <w:color w:val="000000"/>
                <w:sz w:val="20"/>
                <w:szCs w:val="20"/>
                <w:lang w:eastAsia="ru-RU"/>
              </w:rPr>
              <w:t>.</w:t>
            </w:r>
          </w:p>
        </w:tc>
        <w:tc>
          <w:tcPr>
            <w:tcW w:w="661" w:type="pct"/>
            <w:tcBorders>
              <w:top w:val="single" w:sz="4" w:space="0" w:color="auto"/>
              <w:left w:val="nil"/>
              <w:bottom w:val="single" w:sz="4" w:space="0" w:color="auto"/>
              <w:right w:val="single" w:sz="4" w:space="0" w:color="auto"/>
            </w:tcBorders>
            <w:shd w:val="clear" w:color="auto" w:fill="auto"/>
            <w:vAlign w:val="center"/>
          </w:tcPr>
          <w:p w:rsidR="00F078EE" w:rsidRPr="00FD46E0" w:rsidRDefault="00F078EE" w:rsidP="00F078EE">
            <w:pPr>
              <w:spacing w:line="240" w:lineRule="auto"/>
              <w:jc w:val="center"/>
              <w:rPr>
                <w:rFonts w:eastAsia="Times New Roman" w:cs="Times New Roman"/>
                <w:color w:val="000000"/>
                <w:sz w:val="20"/>
                <w:szCs w:val="20"/>
                <w:lang w:eastAsia="ru-RU"/>
              </w:rPr>
            </w:pPr>
          </w:p>
        </w:tc>
        <w:tc>
          <w:tcPr>
            <w:tcW w:w="1140" w:type="pct"/>
            <w:tcBorders>
              <w:top w:val="single" w:sz="4" w:space="0" w:color="auto"/>
              <w:left w:val="nil"/>
              <w:bottom w:val="single" w:sz="4" w:space="0" w:color="auto"/>
              <w:right w:val="single" w:sz="4" w:space="0" w:color="auto"/>
            </w:tcBorders>
          </w:tcPr>
          <w:p w:rsidR="00F078EE" w:rsidRPr="00196D5C" w:rsidRDefault="00F078EE" w:rsidP="00F078EE">
            <w:pPr>
              <w:spacing w:line="240" w:lineRule="auto"/>
              <w:jc w:val="center"/>
              <w:rPr>
                <w:rFonts w:eastAsia="Times New Roman" w:cs="Times New Roman"/>
                <w:color w:val="000000"/>
                <w:sz w:val="20"/>
                <w:szCs w:val="20"/>
                <w:lang w:eastAsia="ru-RU"/>
              </w:rPr>
            </w:pPr>
          </w:p>
        </w:tc>
      </w:tr>
      <w:tr w:rsidR="00F078EE" w:rsidRPr="006F59EA" w:rsidTr="00D71D20">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F078EE" w:rsidRPr="00FD46E0" w:rsidRDefault="00B90497"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10</w:t>
            </w:r>
          </w:p>
        </w:tc>
        <w:tc>
          <w:tcPr>
            <w:tcW w:w="378" w:type="pct"/>
            <w:tcBorders>
              <w:top w:val="single" w:sz="4" w:space="0" w:color="auto"/>
              <w:left w:val="nil"/>
              <w:bottom w:val="single" w:sz="4" w:space="0" w:color="auto"/>
              <w:right w:val="single" w:sz="4" w:space="0" w:color="auto"/>
            </w:tcBorders>
            <w:shd w:val="clear" w:color="auto" w:fill="auto"/>
          </w:tcPr>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 </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Глава </w:t>
            </w:r>
            <w:r>
              <w:rPr>
                <w:rFonts w:eastAsia="Times New Roman" w:cs="Times New Roman"/>
                <w:color w:val="000000"/>
                <w:sz w:val="20"/>
                <w:szCs w:val="20"/>
                <w:lang w:eastAsia="ru-RU"/>
              </w:rPr>
              <w:t>4;</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Глава </w:t>
            </w:r>
            <w:r>
              <w:rPr>
                <w:rFonts w:eastAsia="Times New Roman" w:cs="Times New Roman"/>
                <w:color w:val="000000"/>
                <w:sz w:val="20"/>
                <w:szCs w:val="20"/>
                <w:lang w:eastAsia="ru-RU"/>
              </w:rPr>
              <w:t>7</w:t>
            </w:r>
          </w:p>
          <w:p w:rsidR="00F078EE" w:rsidRDefault="00F078EE" w:rsidP="00F078EE">
            <w:pPr>
              <w:spacing w:line="240" w:lineRule="auto"/>
              <w:jc w:val="center"/>
              <w:rPr>
                <w:rFonts w:eastAsia="Times New Roman" w:cs="Times New Roman"/>
                <w:color w:val="000000"/>
                <w:sz w:val="20"/>
                <w:szCs w:val="20"/>
                <w:lang w:eastAsia="ru-RU"/>
              </w:rPr>
            </w:pPr>
          </w:p>
          <w:p w:rsidR="00F078EE" w:rsidRPr="00196D5C" w:rsidRDefault="00F078EE" w:rsidP="00F078EE">
            <w:pPr>
              <w:spacing w:line="240" w:lineRule="auto"/>
              <w:jc w:val="center"/>
              <w:rPr>
                <w:rFonts w:eastAsia="Times New Roman" w:cs="Times New Roman"/>
                <w:color w:val="000000"/>
                <w:sz w:val="20"/>
                <w:szCs w:val="20"/>
                <w:lang w:eastAsia="ru-RU"/>
              </w:rPr>
            </w:pPr>
          </w:p>
        </w:tc>
        <w:tc>
          <w:tcPr>
            <w:tcW w:w="519" w:type="pct"/>
            <w:tcBorders>
              <w:top w:val="single" w:sz="4" w:space="0" w:color="auto"/>
              <w:left w:val="nil"/>
              <w:bottom w:val="single" w:sz="4" w:space="0" w:color="auto"/>
              <w:right w:val="single" w:sz="4" w:space="0" w:color="auto"/>
            </w:tcBorders>
            <w:shd w:val="clear" w:color="auto" w:fill="auto"/>
          </w:tcPr>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Раздел </w:t>
            </w:r>
            <w:r>
              <w:rPr>
                <w:rFonts w:eastAsia="Times New Roman" w:cs="Times New Roman"/>
                <w:color w:val="000000"/>
                <w:sz w:val="20"/>
                <w:szCs w:val="20"/>
                <w:lang w:eastAsia="ru-RU"/>
              </w:rPr>
              <w:t>1</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 стр.1</w:t>
            </w:r>
            <w:r>
              <w:rPr>
                <w:rFonts w:eastAsia="Times New Roman" w:cs="Times New Roman"/>
                <w:color w:val="000000"/>
                <w:sz w:val="20"/>
                <w:szCs w:val="20"/>
                <w:lang w:eastAsia="ru-RU"/>
              </w:rPr>
              <w:t>5</w:t>
            </w:r>
            <w:r w:rsidRPr="00196D5C">
              <w:rPr>
                <w:rFonts w:eastAsia="Times New Roman" w:cs="Times New Roman"/>
                <w:color w:val="000000"/>
                <w:sz w:val="20"/>
                <w:szCs w:val="20"/>
                <w:lang w:eastAsia="ru-RU"/>
              </w:rPr>
              <w:t xml:space="preserve">, табл. </w:t>
            </w:r>
            <w:r>
              <w:rPr>
                <w:rFonts w:eastAsia="Times New Roman" w:cs="Times New Roman"/>
                <w:color w:val="000000"/>
                <w:sz w:val="20"/>
                <w:szCs w:val="20"/>
                <w:lang w:eastAsia="ru-RU"/>
              </w:rPr>
              <w:t>1</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2;</w:t>
            </w:r>
          </w:p>
          <w:p w:rsidR="00F078EE" w:rsidRDefault="00F078EE" w:rsidP="00F078EE">
            <w:pPr>
              <w:spacing w:line="240" w:lineRule="auto"/>
              <w:jc w:val="center"/>
              <w:rPr>
                <w:rFonts w:eastAsia="Times New Roman" w:cs="Times New Roman"/>
                <w:color w:val="000000"/>
                <w:sz w:val="20"/>
                <w:szCs w:val="20"/>
                <w:lang w:eastAsia="ru-RU"/>
              </w:rPr>
            </w:pPr>
          </w:p>
          <w:p w:rsidR="00F078EE" w:rsidRPr="00196D5C"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Раздел </w:t>
            </w:r>
            <w:r>
              <w:rPr>
                <w:rFonts w:eastAsia="Times New Roman" w:cs="Times New Roman"/>
                <w:color w:val="000000"/>
                <w:sz w:val="20"/>
                <w:szCs w:val="20"/>
                <w:lang w:eastAsia="ru-RU"/>
              </w:rPr>
              <w:t>12</w:t>
            </w:r>
            <w:r w:rsidRPr="00196D5C">
              <w:rPr>
                <w:rFonts w:eastAsia="Times New Roman" w:cs="Times New Roman"/>
                <w:color w:val="000000"/>
                <w:sz w:val="20"/>
                <w:szCs w:val="20"/>
                <w:lang w:eastAsia="ru-RU"/>
              </w:rPr>
              <w:t>, стр.</w:t>
            </w:r>
            <w:r>
              <w:rPr>
                <w:rFonts w:eastAsia="Times New Roman" w:cs="Times New Roman"/>
                <w:color w:val="000000"/>
                <w:sz w:val="20"/>
                <w:szCs w:val="20"/>
                <w:lang w:eastAsia="ru-RU"/>
              </w:rPr>
              <w:t>34</w:t>
            </w:r>
            <w:r w:rsidRPr="00196D5C">
              <w:rPr>
                <w:rFonts w:eastAsia="Times New Roman" w:cs="Times New Roman"/>
                <w:color w:val="000000"/>
                <w:sz w:val="20"/>
                <w:szCs w:val="20"/>
                <w:lang w:eastAsia="ru-RU"/>
              </w:rPr>
              <w:t xml:space="preserve">, табл. </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.1.1</w:t>
            </w:r>
          </w:p>
        </w:tc>
        <w:tc>
          <w:tcPr>
            <w:tcW w:w="2124" w:type="pct"/>
            <w:tcBorders>
              <w:top w:val="single" w:sz="4" w:space="0" w:color="auto"/>
              <w:left w:val="nil"/>
              <w:bottom w:val="single" w:sz="4" w:space="0" w:color="auto"/>
              <w:right w:val="single" w:sz="4" w:space="0" w:color="auto"/>
            </w:tcBorders>
            <w:shd w:val="clear" w:color="auto" w:fill="auto"/>
            <w:vAlign w:val="center"/>
          </w:tcPr>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Присоединенная договорная тепловая нагрузка в горячей воде составляет:</w:t>
            </w:r>
          </w:p>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-за </w:t>
            </w:r>
            <w:r w:rsidRPr="00AE2F13">
              <w:rPr>
                <w:rFonts w:eastAsia="Times New Roman" w:cs="Times New Roman"/>
                <w:b/>
                <w:color w:val="000000"/>
                <w:sz w:val="20"/>
                <w:szCs w:val="20"/>
                <w:lang w:eastAsia="ru-RU"/>
              </w:rPr>
              <w:t xml:space="preserve">2021 </w:t>
            </w:r>
            <w:r>
              <w:rPr>
                <w:rFonts w:eastAsia="Times New Roman" w:cs="Times New Roman"/>
                <w:color w:val="000000"/>
                <w:sz w:val="20"/>
                <w:szCs w:val="20"/>
                <w:lang w:eastAsia="ru-RU"/>
              </w:rPr>
              <w:t xml:space="preserve">год </w:t>
            </w:r>
            <w:r w:rsidRPr="00B56C43">
              <w:rPr>
                <w:rFonts w:eastAsia="Times New Roman" w:cs="Times New Roman"/>
                <w:b/>
                <w:color w:val="FF0000"/>
                <w:sz w:val="20"/>
                <w:szCs w:val="20"/>
                <w:lang w:eastAsia="ru-RU"/>
              </w:rPr>
              <w:t>203,901</w:t>
            </w:r>
            <w:r w:rsidRPr="00B56C43">
              <w:rPr>
                <w:rFonts w:eastAsia="Times New Roman" w:cs="Times New Roman"/>
                <w:color w:val="FF0000"/>
                <w:sz w:val="20"/>
                <w:szCs w:val="20"/>
                <w:lang w:eastAsia="ru-RU"/>
              </w:rPr>
              <w:t xml:space="preserve"> </w:t>
            </w:r>
            <w:r>
              <w:rPr>
                <w:rFonts w:eastAsia="Times New Roman" w:cs="Times New Roman"/>
                <w:color w:val="000000"/>
                <w:sz w:val="20"/>
                <w:szCs w:val="20"/>
                <w:lang w:eastAsia="ru-RU"/>
              </w:rPr>
              <w:t>Гкал/ч, в том числе</w:t>
            </w:r>
          </w:p>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-за </w:t>
            </w:r>
            <w:r w:rsidRPr="00AE2F13">
              <w:rPr>
                <w:rFonts w:eastAsia="Times New Roman" w:cs="Times New Roman"/>
                <w:b/>
                <w:color w:val="000000"/>
                <w:sz w:val="20"/>
                <w:szCs w:val="20"/>
                <w:lang w:eastAsia="ru-RU"/>
              </w:rPr>
              <w:t>2022</w:t>
            </w:r>
            <w:r>
              <w:rPr>
                <w:rFonts w:eastAsia="Times New Roman" w:cs="Times New Roman"/>
                <w:color w:val="000000"/>
                <w:sz w:val="20"/>
                <w:szCs w:val="20"/>
                <w:lang w:eastAsia="ru-RU"/>
              </w:rPr>
              <w:t xml:space="preserve"> год </w:t>
            </w:r>
            <w:r w:rsidRPr="00B56C43">
              <w:rPr>
                <w:rFonts w:eastAsia="Times New Roman" w:cs="Times New Roman"/>
                <w:b/>
                <w:color w:val="FF0000"/>
                <w:sz w:val="20"/>
                <w:szCs w:val="20"/>
                <w:lang w:eastAsia="ru-RU"/>
              </w:rPr>
              <w:t>2</w:t>
            </w:r>
            <w:r>
              <w:rPr>
                <w:rFonts w:eastAsia="Times New Roman" w:cs="Times New Roman"/>
                <w:b/>
                <w:color w:val="FF0000"/>
                <w:sz w:val="20"/>
                <w:szCs w:val="20"/>
                <w:lang w:eastAsia="ru-RU"/>
              </w:rPr>
              <w:t>14</w:t>
            </w:r>
            <w:r w:rsidRPr="00B56C43">
              <w:rPr>
                <w:rFonts w:eastAsia="Times New Roman" w:cs="Times New Roman"/>
                <w:b/>
                <w:color w:val="FF0000"/>
                <w:sz w:val="20"/>
                <w:szCs w:val="20"/>
                <w:lang w:eastAsia="ru-RU"/>
              </w:rPr>
              <w:t>,</w:t>
            </w:r>
            <w:r>
              <w:rPr>
                <w:rFonts w:eastAsia="Times New Roman" w:cs="Times New Roman"/>
                <w:b/>
                <w:color w:val="FF0000"/>
                <w:sz w:val="20"/>
                <w:szCs w:val="20"/>
                <w:lang w:eastAsia="ru-RU"/>
              </w:rPr>
              <w:t>738</w:t>
            </w:r>
            <w:r w:rsidRPr="00B56C43">
              <w:rPr>
                <w:rFonts w:eastAsia="Times New Roman" w:cs="Times New Roman"/>
                <w:color w:val="FF0000"/>
                <w:sz w:val="20"/>
                <w:szCs w:val="20"/>
                <w:lang w:eastAsia="ru-RU"/>
              </w:rPr>
              <w:t xml:space="preserve"> </w:t>
            </w:r>
            <w:r>
              <w:rPr>
                <w:rFonts w:eastAsia="Times New Roman" w:cs="Times New Roman"/>
                <w:color w:val="000000"/>
                <w:sz w:val="20"/>
                <w:szCs w:val="20"/>
                <w:lang w:eastAsia="ru-RU"/>
              </w:rPr>
              <w:t>Гкал/ч, в том числе</w:t>
            </w:r>
          </w:p>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-за </w:t>
            </w:r>
            <w:r w:rsidRPr="00AE2F13">
              <w:rPr>
                <w:rFonts w:eastAsia="Times New Roman" w:cs="Times New Roman"/>
                <w:b/>
                <w:color w:val="000000"/>
                <w:sz w:val="20"/>
                <w:szCs w:val="20"/>
                <w:lang w:eastAsia="ru-RU"/>
              </w:rPr>
              <w:t>202</w:t>
            </w:r>
            <w:r>
              <w:rPr>
                <w:rFonts w:eastAsia="Times New Roman" w:cs="Times New Roman"/>
                <w:b/>
                <w:color w:val="000000"/>
                <w:sz w:val="20"/>
                <w:szCs w:val="20"/>
                <w:lang w:eastAsia="ru-RU"/>
              </w:rPr>
              <w:t>3</w:t>
            </w:r>
            <w:r>
              <w:rPr>
                <w:rFonts w:eastAsia="Times New Roman" w:cs="Times New Roman"/>
                <w:color w:val="000000"/>
                <w:sz w:val="20"/>
                <w:szCs w:val="20"/>
                <w:lang w:eastAsia="ru-RU"/>
              </w:rPr>
              <w:t xml:space="preserve"> год </w:t>
            </w:r>
            <w:r w:rsidRPr="00B56C43">
              <w:rPr>
                <w:rFonts w:eastAsia="Times New Roman" w:cs="Times New Roman"/>
                <w:b/>
                <w:color w:val="FF0000"/>
                <w:sz w:val="20"/>
                <w:szCs w:val="20"/>
                <w:lang w:eastAsia="ru-RU"/>
              </w:rPr>
              <w:t>2</w:t>
            </w:r>
            <w:r>
              <w:rPr>
                <w:rFonts w:eastAsia="Times New Roman" w:cs="Times New Roman"/>
                <w:b/>
                <w:color w:val="FF0000"/>
                <w:sz w:val="20"/>
                <w:szCs w:val="20"/>
                <w:lang w:eastAsia="ru-RU"/>
              </w:rPr>
              <w:t>12</w:t>
            </w:r>
            <w:r w:rsidRPr="00B56C43">
              <w:rPr>
                <w:rFonts w:eastAsia="Times New Roman" w:cs="Times New Roman"/>
                <w:b/>
                <w:color w:val="FF0000"/>
                <w:sz w:val="20"/>
                <w:szCs w:val="20"/>
                <w:lang w:eastAsia="ru-RU"/>
              </w:rPr>
              <w:t>,</w:t>
            </w:r>
            <w:r>
              <w:rPr>
                <w:rFonts w:eastAsia="Times New Roman" w:cs="Times New Roman"/>
                <w:b/>
                <w:color w:val="FF0000"/>
                <w:sz w:val="20"/>
                <w:szCs w:val="20"/>
                <w:lang w:eastAsia="ru-RU"/>
              </w:rPr>
              <w:t>793</w:t>
            </w:r>
            <w:r w:rsidRPr="00B56C43">
              <w:rPr>
                <w:rFonts w:eastAsia="Times New Roman" w:cs="Times New Roman"/>
                <w:color w:val="FF0000"/>
                <w:sz w:val="20"/>
                <w:szCs w:val="20"/>
                <w:lang w:eastAsia="ru-RU"/>
              </w:rPr>
              <w:t xml:space="preserve"> </w:t>
            </w:r>
            <w:r>
              <w:rPr>
                <w:rFonts w:eastAsia="Times New Roman" w:cs="Times New Roman"/>
                <w:color w:val="000000"/>
                <w:sz w:val="20"/>
                <w:szCs w:val="20"/>
                <w:lang w:eastAsia="ru-RU"/>
              </w:rPr>
              <w:t>Гкал/ч, в том числе</w:t>
            </w:r>
          </w:p>
          <w:p w:rsidR="00F078EE" w:rsidRPr="00FD46E0" w:rsidRDefault="00F078EE" w:rsidP="00F078EE">
            <w:pPr>
              <w:spacing w:line="240" w:lineRule="auto"/>
              <w:jc w:val="center"/>
              <w:rPr>
                <w:rFonts w:eastAsia="Times New Roman" w:cs="Times New Roman"/>
                <w:color w:val="000000"/>
                <w:sz w:val="20"/>
                <w:szCs w:val="20"/>
                <w:lang w:eastAsia="ru-RU"/>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F078EE" w:rsidRPr="00FD46E0" w:rsidRDefault="00F078EE" w:rsidP="00F078EE">
            <w:pPr>
              <w:spacing w:line="240" w:lineRule="auto"/>
              <w:jc w:val="center"/>
              <w:rPr>
                <w:rFonts w:eastAsia="Times New Roman" w:cs="Times New Roman"/>
                <w:color w:val="000000"/>
                <w:sz w:val="20"/>
                <w:szCs w:val="20"/>
                <w:lang w:eastAsia="ru-RU"/>
              </w:rPr>
            </w:pPr>
          </w:p>
        </w:tc>
        <w:tc>
          <w:tcPr>
            <w:tcW w:w="1140" w:type="pct"/>
            <w:tcBorders>
              <w:top w:val="single" w:sz="4" w:space="0" w:color="auto"/>
              <w:left w:val="nil"/>
              <w:bottom w:val="single" w:sz="4" w:space="0" w:color="auto"/>
              <w:right w:val="single" w:sz="4" w:space="0" w:color="auto"/>
            </w:tcBorders>
          </w:tcPr>
          <w:p w:rsidR="00F078EE" w:rsidRPr="00196D5C" w:rsidRDefault="00F078EE" w:rsidP="00F078EE">
            <w:pPr>
              <w:spacing w:line="240" w:lineRule="auto"/>
              <w:jc w:val="center"/>
              <w:rPr>
                <w:rFonts w:eastAsia="Times New Roman" w:cs="Times New Roman"/>
                <w:color w:val="000000"/>
                <w:sz w:val="20"/>
                <w:szCs w:val="20"/>
                <w:lang w:eastAsia="ru-RU"/>
              </w:rPr>
            </w:pPr>
          </w:p>
        </w:tc>
      </w:tr>
      <w:tr w:rsidR="00F078EE" w:rsidRPr="006F59EA" w:rsidTr="00224F71">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F078EE" w:rsidRPr="00FD46E0" w:rsidRDefault="00B90497"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lastRenderedPageBreak/>
              <w:t>11</w:t>
            </w:r>
          </w:p>
        </w:tc>
        <w:tc>
          <w:tcPr>
            <w:tcW w:w="378" w:type="pct"/>
            <w:tcBorders>
              <w:top w:val="single" w:sz="4" w:space="0" w:color="auto"/>
              <w:left w:val="nil"/>
              <w:bottom w:val="single" w:sz="4" w:space="0" w:color="auto"/>
              <w:right w:val="single" w:sz="4" w:space="0" w:color="auto"/>
            </w:tcBorders>
            <w:shd w:val="clear" w:color="auto" w:fill="auto"/>
          </w:tcPr>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 Глава </w:t>
            </w:r>
            <w:r>
              <w:rPr>
                <w:rFonts w:eastAsia="Times New Roman" w:cs="Times New Roman"/>
                <w:color w:val="000000"/>
                <w:sz w:val="20"/>
                <w:szCs w:val="20"/>
                <w:lang w:eastAsia="ru-RU"/>
              </w:rPr>
              <w:t>5;</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Глава </w:t>
            </w:r>
            <w:r>
              <w:rPr>
                <w:rFonts w:eastAsia="Times New Roman" w:cs="Times New Roman"/>
                <w:color w:val="000000"/>
                <w:sz w:val="20"/>
                <w:szCs w:val="20"/>
                <w:lang w:eastAsia="ru-RU"/>
              </w:rPr>
              <w:t>5;</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Глава 12;</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Pr="00196D5C"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Глава 14</w:t>
            </w:r>
          </w:p>
        </w:tc>
        <w:tc>
          <w:tcPr>
            <w:tcW w:w="519" w:type="pct"/>
            <w:tcBorders>
              <w:top w:val="single" w:sz="4" w:space="0" w:color="auto"/>
              <w:left w:val="nil"/>
              <w:bottom w:val="single" w:sz="4" w:space="0" w:color="auto"/>
              <w:right w:val="single" w:sz="4" w:space="0" w:color="auto"/>
            </w:tcBorders>
            <w:shd w:val="clear" w:color="auto" w:fill="auto"/>
          </w:tcPr>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Раздел </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.1, стр.</w:t>
            </w:r>
            <w:r>
              <w:rPr>
                <w:rFonts w:eastAsia="Times New Roman" w:cs="Times New Roman"/>
                <w:color w:val="000000"/>
                <w:sz w:val="20"/>
                <w:szCs w:val="20"/>
                <w:lang w:eastAsia="ru-RU"/>
              </w:rPr>
              <w:t>36</w:t>
            </w:r>
            <w:r w:rsidRPr="00196D5C">
              <w:rPr>
                <w:rFonts w:eastAsia="Times New Roman" w:cs="Times New Roman"/>
                <w:color w:val="000000"/>
                <w:sz w:val="20"/>
                <w:szCs w:val="20"/>
                <w:lang w:eastAsia="ru-RU"/>
              </w:rPr>
              <w:t xml:space="preserve">, табл. </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.1.1</w:t>
            </w:r>
            <w:r>
              <w:rPr>
                <w:rFonts w:eastAsia="Times New Roman" w:cs="Times New Roman"/>
                <w:color w:val="000000"/>
                <w:sz w:val="20"/>
                <w:szCs w:val="20"/>
                <w:lang w:eastAsia="ru-RU"/>
              </w:rPr>
              <w:t>;</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Раздел </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 стр.</w:t>
            </w:r>
            <w:r>
              <w:rPr>
                <w:rFonts w:eastAsia="Times New Roman" w:cs="Times New Roman"/>
                <w:color w:val="000000"/>
                <w:sz w:val="20"/>
                <w:szCs w:val="20"/>
                <w:lang w:eastAsia="ru-RU"/>
              </w:rPr>
              <w:t>51</w:t>
            </w:r>
            <w:r w:rsidRPr="00196D5C">
              <w:rPr>
                <w:rFonts w:eastAsia="Times New Roman" w:cs="Times New Roman"/>
                <w:color w:val="000000"/>
                <w:sz w:val="20"/>
                <w:szCs w:val="20"/>
                <w:lang w:eastAsia="ru-RU"/>
              </w:rPr>
              <w:t xml:space="preserve">, табл. </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.1</w:t>
            </w:r>
            <w:r>
              <w:rPr>
                <w:rFonts w:eastAsia="Times New Roman" w:cs="Times New Roman"/>
                <w:color w:val="000000"/>
                <w:sz w:val="20"/>
                <w:szCs w:val="20"/>
                <w:lang w:eastAsia="ru-RU"/>
              </w:rPr>
              <w:t>;</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Раздел </w:t>
            </w:r>
            <w:r>
              <w:rPr>
                <w:rFonts w:eastAsia="Times New Roman" w:cs="Times New Roman"/>
                <w:color w:val="000000"/>
                <w:sz w:val="20"/>
                <w:szCs w:val="20"/>
                <w:lang w:eastAsia="ru-RU"/>
              </w:rPr>
              <w:t>2.15</w:t>
            </w:r>
            <w:r w:rsidRPr="00196D5C">
              <w:rPr>
                <w:rFonts w:eastAsia="Times New Roman" w:cs="Times New Roman"/>
                <w:color w:val="000000"/>
                <w:sz w:val="20"/>
                <w:szCs w:val="20"/>
                <w:lang w:eastAsia="ru-RU"/>
              </w:rPr>
              <w:t>, стр.</w:t>
            </w:r>
            <w:r>
              <w:rPr>
                <w:rFonts w:eastAsia="Times New Roman" w:cs="Times New Roman"/>
                <w:color w:val="000000"/>
                <w:sz w:val="20"/>
                <w:szCs w:val="20"/>
                <w:lang w:eastAsia="ru-RU"/>
              </w:rPr>
              <w:t>107</w:t>
            </w:r>
            <w:r w:rsidRPr="00196D5C">
              <w:rPr>
                <w:rFonts w:eastAsia="Times New Roman" w:cs="Times New Roman"/>
                <w:color w:val="000000"/>
                <w:sz w:val="20"/>
                <w:szCs w:val="20"/>
                <w:lang w:eastAsia="ru-RU"/>
              </w:rPr>
              <w:t xml:space="preserve">, табл. </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15</w:t>
            </w:r>
            <w:r w:rsidRPr="00196D5C">
              <w:rPr>
                <w:rFonts w:eastAsia="Times New Roman" w:cs="Times New Roman"/>
                <w:color w:val="000000"/>
                <w:sz w:val="20"/>
                <w:szCs w:val="20"/>
                <w:lang w:eastAsia="ru-RU"/>
              </w:rPr>
              <w:t>.1</w:t>
            </w:r>
            <w:r>
              <w:rPr>
                <w:rFonts w:eastAsia="Times New Roman" w:cs="Times New Roman"/>
                <w:color w:val="000000"/>
                <w:sz w:val="20"/>
                <w:szCs w:val="20"/>
                <w:lang w:eastAsia="ru-RU"/>
              </w:rPr>
              <w:t>;</w:t>
            </w:r>
          </w:p>
          <w:p w:rsidR="00F078EE" w:rsidRDefault="00F078EE" w:rsidP="00F078EE">
            <w:pPr>
              <w:spacing w:line="240" w:lineRule="auto"/>
              <w:jc w:val="center"/>
              <w:rPr>
                <w:rFonts w:eastAsia="Times New Roman" w:cs="Times New Roman"/>
                <w:color w:val="000000"/>
                <w:sz w:val="20"/>
                <w:szCs w:val="20"/>
                <w:lang w:eastAsia="ru-RU"/>
              </w:rPr>
            </w:pPr>
          </w:p>
          <w:p w:rsidR="00F078EE" w:rsidRPr="00196D5C"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Раздел 1,                 стр.16, табл. 1.1.2</w:t>
            </w:r>
          </w:p>
        </w:tc>
        <w:tc>
          <w:tcPr>
            <w:tcW w:w="2124" w:type="pct"/>
            <w:tcBorders>
              <w:top w:val="single" w:sz="4" w:space="0" w:color="auto"/>
              <w:left w:val="nil"/>
              <w:bottom w:val="single" w:sz="4" w:space="0" w:color="auto"/>
              <w:right w:val="single" w:sz="4" w:space="0" w:color="auto"/>
            </w:tcBorders>
            <w:shd w:val="clear" w:color="auto" w:fill="auto"/>
            <w:vAlign w:val="center"/>
          </w:tcPr>
          <w:p w:rsidR="00F078EE" w:rsidRPr="0038420C" w:rsidRDefault="00F078EE" w:rsidP="00F078EE">
            <w:pPr>
              <w:spacing w:line="240" w:lineRule="auto"/>
              <w:jc w:val="center"/>
              <w:rPr>
                <w:rFonts w:eastAsia="Times New Roman" w:cs="Times New Roman"/>
                <w:color w:val="000000"/>
                <w:sz w:val="20"/>
                <w:szCs w:val="20"/>
                <w:lang w:eastAsia="ru-RU"/>
              </w:rPr>
            </w:pPr>
            <w:r w:rsidRPr="0038420C">
              <w:rPr>
                <w:rFonts w:eastAsia="Times New Roman" w:cs="Times New Roman"/>
                <w:color w:val="000000"/>
                <w:sz w:val="20"/>
                <w:szCs w:val="20"/>
                <w:lang w:eastAsia="ru-RU"/>
              </w:rPr>
              <w:t>Данные к Тарифно-балансовой модели производства тепловой энергии представлены в Приложении 1</w:t>
            </w:r>
          </w:p>
          <w:p w:rsidR="00F078EE" w:rsidRPr="0038420C" w:rsidRDefault="00F078EE" w:rsidP="00F078EE">
            <w:pPr>
              <w:spacing w:line="240" w:lineRule="auto"/>
              <w:jc w:val="center"/>
              <w:rPr>
                <w:rFonts w:eastAsia="Times New Roman" w:cs="Times New Roman"/>
                <w:strike/>
                <w:color w:val="000000"/>
                <w:sz w:val="20"/>
                <w:szCs w:val="20"/>
                <w:lang w:eastAsia="ru-RU"/>
              </w:rPr>
            </w:pPr>
          </w:p>
          <w:p w:rsidR="00F078EE" w:rsidRPr="0038420C" w:rsidRDefault="00F078EE" w:rsidP="00F078EE">
            <w:pPr>
              <w:spacing w:line="240" w:lineRule="auto"/>
              <w:jc w:val="center"/>
              <w:rPr>
                <w:rFonts w:eastAsia="Times New Roman" w:cs="Times New Roman"/>
                <w:strike/>
                <w:color w:val="000000"/>
                <w:sz w:val="20"/>
                <w:szCs w:val="20"/>
                <w:lang w:eastAsia="ru-RU"/>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F078EE" w:rsidRPr="00FD46E0" w:rsidRDefault="00F078EE" w:rsidP="00F078EE">
            <w:pPr>
              <w:spacing w:line="240" w:lineRule="auto"/>
              <w:jc w:val="center"/>
              <w:rPr>
                <w:rFonts w:eastAsia="Times New Roman" w:cs="Times New Roman"/>
                <w:color w:val="000000"/>
                <w:sz w:val="20"/>
                <w:szCs w:val="20"/>
                <w:lang w:eastAsia="ru-RU"/>
              </w:rPr>
            </w:pPr>
          </w:p>
        </w:tc>
        <w:tc>
          <w:tcPr>
            <w:tcW w:w="1140" w:type="pct"/>
            <w:tcBorders>
              <w:top w:val="single" w:sz="4" w:space="0" w:color="auto"/>
              <w:left w:val="nil"/>
              <w:bottom w:val="single" w:sz="4" w:space="0" w:color="auto"/>
              <w:right w:val="single" w:sz="4" w:space="0" w:color="auto"/>
            </w:tcBorders>
            <w:shd w:val="clear" w:color="auto" w:fill="auto"/>
          </w:tcPr>
          <w:p w:rsidR="00F078EE" w:rsidRPr="00224F71" w:rsidRDefault="00F078EE" w:rsidP="00F078EE">
            <w:pPr>
              <w:spacing w:line="240" w:lineRule="auto"/>
              <w:jc w:val="center"/>
              <w:rPr>
                <w:rFonts w:eastAsia="Times New Roman" w:cs="Times New Roman"/>
                <w:color w:val="000000"/>
                <w:sz w:val="20"/>
                <w:szCs w:val="20"/>
                <w:highlight w:val="green"/>
                <w:lang w:eastAsia="ru-RU"/>
              </w:rPr>
            </w:pPr>
          </w:p>
        </w:tc>
      </w:tr>
      <w:tr w:rsidR="00F078EE" w:rsidRPr="006F59EA" w:rsidTr="00D71D20">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F078EE" w:rsidRPr="00FD46E0" w:rsidRDefault="00B90497"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12</w:t>
            </w:r>
          </w:p>
        </w:tc>
        <w:tc>
          <w:tcPr>
            <w:tcW w:w="378" w:type="pct"/>
            <w:tcBorders>
              <w:top w:val="single" w:sz="4" w:space="0" w:color="auto"/>
              <w:left w:val="nil"/>
              <w:bottom w:val="single" w:sz="4" w:space="0" w:color="auto"/>
              <w:right w:val="single" w:sz="4" w:space="0" w:color="auto"/>
            </w:tcBorders>
            <w:shd w:val="clear" w:color="auto" w:fill="auto"/>
          </w:tcPr>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 </w:t>
            </w:r>
          </w:p>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Глава </w:t>
            </w:r>
            <w:r>
              <w:rPr>
                <w:rFonts w:eastAsia="Times New Roman" w:cs="Times New Roman"/>
                <w:color w:val="000000"/>
                <w:sz w:val="20"/>
                <w:szCs w:val="20"/>
                <w:lang w:eastAsia="ru-RU"/>
              </w:rPr>
              <w:t>5;</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Глава </w:t>
            </w:r>
            <w:r>
              <w:rPr>
                <w:rFonts w:eastAsia="Times New Roman" w:cs="Times New Roman"/>
                <w:color w:val="000000"/>
                <w:sz w:val="20"/>
                <w:szCs w:val="20"/>
                <w:lang w:eastAsia="ru-RU"/>
              </w:rPr>
              <w:t>5;</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Глава 12;</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p>
          <w:p w:rsidR="00F078EE" w:rsidRPr="00196D5C" w:rsidRDefault="00F078EE" w:rsidP="00F078EE">
            <w:pPr>
              <w:spacing w:line="240" w:lineRule="auto"/>
              <w:jc w:val="center"/>
              <w:rPr>
                <w:rFonts w:eastAsia="Times New Roman" w:cs="Times New Roman"/>
                <w:color w:val="000000"/>
                <w:sz w:val="20"/>
                <w:szCs w:val="20"/>
                <w:lang w:eastAsia="ru-RU"/>
              </w:rPr>
            </w:pPr>
            <w:r w:rsidRPr="005A7B87">
              <w:rPr>
                <w:rFonts w:eastAsia="Times New Roman" w:cs="Times New Roman"/>
                <w:color w:val="000000"/>
                <w:sz w:val="20"/>
                <w:szCs w:val="20"/>
                <w:lang w:eastAsia="ru-RU"/>
              </w:rPr>
              <w:t>Глава 14</w:t>
            </w:r>
          </w:p>
        </w:tc>
        <w:tc>
          <w:tcPr>
            <w:tcW w:w="519" w:type="pct"/>
            <w:tcBorders>
              <w:top w:val="single" w:sz="4" w:space="0" w:color="auto"/>
              <w:left w:val="nil"/>
              <w:bottom w:val="single" w:sz="4" w:space="0" w:color="auto"/>
              <w:right w:val="single" w:sz="4" w:space="0" w:color="auto"/>
            </w:tcBorders>
            <w:shd w:val="clear" w:color="auto" w:fill="auto"/>
          </w:tcPr>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Раздел </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.1, стр.</w:t>
            </w:r>
            <w:r>
              <w:rPr>
                <w:rFonts w:eastAsia="Times New Roman" w:cs="Times New Roman"/>
                <w:color w:val="000000"/>
                <w:sz w:val="20"/>
                <w:szCs w:val="20"/>
                <w:lang w:eastAsia="ru-RU"/>
              </w:rPr>
              <w:t>38</w:t>
            </w:r>
            <w:r w:rsidRPr="00196D5C">
              <w:rPr>
                <w:rFonts w:eastAsia="Times New Roman" w:cs="Times New Roman"/>
                <w:color w:val="000000"/>
                <w:sz w:val="20"/>
                <w:szCs w:val="20"/>
                <w:lang w:eastAsia="ru-RU"/>
              </w:rPr>
              <w:t xml:space="preserve">, табл. </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.1.</w:t>
            </w:r>
            <w:r>
              <w:rPr>
                <w:rFonts w:eastAsia="Times New Roman" w:cs="Times New Roman"/>
                <w:color w:val="000000"/>
                <w:sz w:val="20"/>
                <w:szCs w:val="20"/>
                <w:lang w:eastAsia="ru-RU"/>
              </w:rPr>
              <w:t>2</w:t>
            </w:r>
          </w:p>
          <w:p w:rsidR="00F078EE" w:rsidRDefault="00F078EE" w:rsidP="00F078EE">
            <w:pPr>
              <w:spacing w:line="240" w:lineRule="auto"/>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Раздел </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 стр.</w:t>
            </w:r>
            <w:r>
              <w:rPr>
                <w:rFonts w:eastAsia="Times New Roman" w:cs="Times New Roman"/>
                <w:color w:val="000000"/>
                <w:sz w:val="20"/>
                <w:szCs w:val="20"/>
                <w:lang w:eastAsia="ru-RU"/>
              </w:rPr>
              <w:t>53</w:t>
            </w:r>
            <w:r w:rsidRPr="00196D5C">
              <w:rPr>
                <w:rFonts w:eastAsia="Times New Roman" w:cs="Times New Roman"/>
                <w:color w:val="000000"/>
                <w:sz w:val="20"/>
                <w:szCs w:val="20"/>
                <w:lang w:eastAsia="ru-RU"/>
              </w:rPr>
              <w:t xml:space="preserve">, табл. </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2</w:t>
            </w:r>
          </w:p>
          <w:p w:rsidR="00F078EE" w:rsidRDefault="00F078EE" w:rsidP="00F078EE">
            <w:pPr>
              <w:spacing w:line="240" w:lineRule="auto"/>
              <w:jc w:val="center"/>
              <w:rPr>
                <w:rFonts w:eastAsia="Times New Roman" w:cs="Times New Roman"/>
                <w:color w:val="000000"/>
                <w:sz w:val="20"/>
                <w:szCs w:val="20"/>
                <w:lang w:eastAsia="ru-RU"/>
              </w:rPr>
            </w:pPr>
          </w:p>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Раздел </w:t>
            </w:r>
            <w:r>
              <w:rPr>
                <w:rFonts w:eastAsia="Times New Roman" w:cs="Times New Roman"/>
                <w:color w:val="000000"/>
                <w:sz w:val="20"/>
                <w:szCs w:val="20"/>
                <w:lang w:eastAsia="ru-RU"/>
              </w:rPr>
              <w:t>2.15</w:t>
            </w:r>
            <w:r w:rsidRPr="00196D5C">
              <w:rPr>
                <w:rFonts w:eastAsia="Times New Roman" w:cs="Times New Roman"/>
                <w:color w:val="000000"/>
                <w:sz w:val="20"/>
                <w:szCs w:val="20"/>
                <w:lang w:eastAsia="ru-RU"/>
              </w:rPr>
              <w:t>, стр.</w:t>
            </w:r>
            <w:r>
              <w:rPr>
                <w:rFonts w:eastAsia="Times New Roman" w:cs="Times New Roman"/>
                <w:color w:val="000000"/>
                <w:sz w:val="20"/>
                <w:szCs w:val="20"/>
                <w:lang w:eastAsia="ru-RU"/>
              </w:rPr>
              <w:t>109</w:t>
            </w:r>
            <w:r w:rsidRPr="00196D5C">
              <w:rPr>
                <w:rFonts w:eastAsia="Times New Roman" w:cs="Times New Roman"/>
                <w:color w:val="000000"/>
                <w:sz w:val="20"/>
                <w:szCs w:val="20"/>
                <w:lang w:eastAsia="ru-RU"/>
              </w:rPr>
              <w:t xml:space="preserve">, табл. </w:t>
            </w:r>
            <w:r>
              <w:rPr>
                <w:rFonts w:eastAsia="Times New Roman" w:cs="Times New Roman"/>
                <w:color w:val="000000"/>
                <w:sz w:val="20"/>
                <w:szCs w:val="20"/>
                <w:lang w:eastAsia="ru-RU"/>
              </w:rPr>
              <w:t>2</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15</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2</w:t>
            </w:r>
          </w:p>
          <w:p w:rsidR="00F078EE" w:rsidRDefault="00F078EE" w:rsidP="00F078EE">
            <w:pPr>
              <w:spacing w:line="240" w:lineRule="auto"/>
              <w:jc w:val="center"/>
              <w:rPr>
                <w:rFonts w:eastAsia="Times New Roman" w:cs="Times New Roman"/>
                <w:color w:val="000000"/>
                <w:sz w:val="20"/>
                <w:szCs w:val="20"/>
                <w:lang w:eastAsia="ru-RU"/>
              </w:rPr>
            </w:pPr>
          </w:p>
          <w:p w:rsidR="00F078EE" w:rsidRPr="00196D5C"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Раздел 1,                  стр.18, табл. 1.1.3</w:t>
            </w:r>
          </w:p>
        </w:tc>
        <w:tc>
          <w:tcPr>
            <w:tcW w:w="2124" w:type="pct"/>
            <w:tcBorders>
              <w:top w:val="single" w:sz="4" w:space="0" w:color="auto"/>
              <w:left w:val="nil"/>
              <w:bottom w:val="single" w:sz="4" w:space="0" w:color="auto"/>
              <w:right w:val="single" w:sz="4" w:space="0" w:color="auto"/>
            </w:tcBorders>
            <w:shd w:val="clear" w:color="auto" w:fill="auto"/>
            <w:vAlign w:val="center"/>
          </w:tcPr>
          <w:p w:rsidR="00F078EE" w:rsidRDefault="00F078EE" w:rsidP="00F078EE">
            <w:pPr>
              <w:spacing w:line="240" w:lineRule="auto"/>
              <w:jc w:val="center"/>
              <w:rPr>
                <w:rFonts w:eastAsia="Times New Roman" w:cs="Times New Roman"/>
                <w:color w:val="000000"/>
                <w:sz w:val="20"/>
                <w:szCs w:val="20"/>
                <w:lang w:eastAsia="ru-RU"/>
              </w:rPr>
            </w:pPr>
            <w:r w:rsidRPr="00224F71">
              <w:rPr>
                <w:rFonts w:eastAsia="Times New Roman" w:cs="Times New Roman"/>
                <w:color w:val="000000"/>
                <w:sz w:val="20"/>
                <w:szCs w:val="20"/>
                <w:lang w:eastAsia="ru-RU"/>
              </w:rPr>
              <w:t xml:space="preserve">Данные к Тарифно-балансовой модели </w:t>
            </w:r>
            <w:r>
              <w:rPr>
                <w:rFonts w:eastAsia="Times New Roman" w:cs="Times New Roman"/>
                <w:color w:val="000000"/>
                <w:sz w:val="20"/>
                <w:szCs w:val="20"/>
                <w:lang w:eastAsia="ru-RU"/>
              </w:rPr>
              <w:t>передачи</w:t>
            </w:r>
            <w:r w:rsidRPr="00224F71">
              <w:rPr>
                <w:rFonts w:eastAsia="Times New Roman" w:cs="Times New Roman"/>
                <w:color w:val="000000"/>
                <w:sz w:val="20"/>
                <w:szCs w:val="20"/>
                <w:lang w:eastAsia="ru-RU"/>
              </w:rPr>
              <w:t xml:space="preserve"> тепловой энергии</w:t>
            </w:r>
            <w:r>
              <w:rPr>
                <w:rFonts w:eastAsia="Times New Roman" w:cs="Times New Roman"/>
                <w:color w:val="000000"/>
                <w:sz w:val="20"/>
                <w:szCs w:val="20"/>
                <w:lang w:eastAsia="ru-RU"/>
              </w:rPr>
              <w:t xml:space="preserve"> представлены в Приложении 1</w:t>
            </w:r>
          </w:p>
          <w:p w:rsidR="00F078EE" w:rsidRDefault="00F078EE" w:rsidP="00F078EE">
            <w:pPr>
              <w:spacing w:line="240" w:lineRule="auto"/>
              <w:jc w:val="center"/>
              <w:rPr>
                <w:rFonts w:eastAsia="Times New Roman" w:cs="Times New Roman"/>
                <w:color w:val="000000"/>
                <w:sz w:val="20"/>
                <w:szCs w:val="20"/>
                <w:lang w:eastAsia="ru-RU"/>
              </w:rPr>
            </w:pPr>
          </w:p>
          <w:p w:rsidR="00F078EE" w:rsidRPr="00FD46E0" w:rsidRDefault="00F078EE" w:rsidP="00F078EE">
            <w:pPr>
              <w:spacing w:line="240" w:lineRule="auto"/>
              <w:jc w:val="center"/>
              <w:rPr>
                <w:rFonts w:eastAsia="Times New Roman" w:cs="Times New Roman"/>
                <w:color w:val="000000"/>
                <w:sz w:val="20"/>
                <w:szCs w:val="20"/>
                <w:lang w:eastAsia="ru-RU"/>
              </w:rPr>
            </w:pPr>
            <w:bookmarkStart w:id="1" w:name="_GoBack"/>
            <w:bookmarkEnd w:id="1"/>
          </w:p>
        </w:tc>
        <w:tc>
          <w:tcPr>
            <w:tcW w:w="661" w:type="pct"/>
            <w:tcBorders>
              <w:top w:val="single" w:sz="4" w:space="0" w:color="auto"/>
              <w:left w:val="nil"/>
              <w:bottom w:val="single" w:sz="4" w:space="0" w:color="auto"/>
              <w:right w:val="single" w:sz="4" w:space="0" w:color="auto"/>
            </w:tcBorders>
            <w:shd w:val="clear" w:color="auto" w:fill="auto"/>
            <w:vAlign w:val="center"/>
          </w:tcPr>
          <w:p w:rsidR="00F078EE" w:rsidRPr="00FD46E0" w:rsidRDefault="00F078EE" w:rsidP="00F078EE">
            <w:pPr>
              <w:spacing w:line="240" w:lineRule="auto"/>
              <w:jc w:val="center"/>
              <w:rPr>
                <w:rFonts w:eastAsia="Times New Roman" w:cs="Times New Roman"/>
                <w:color w:val="000000"/>
                <w:sz w:val="20"/>
                <w:szCs w:val="20"/>
                <w:lang w:eastAsia="ru-RU"/>
              </w:rPr>
            </w:pPr>
          </w:p>
        </w:tc>
        <w:tc>
          <w:tcPr>
            <w:tcW w:w="1140" w:type="pct"/>
            <w:tcBorders>
              <w:top w:val="single" w:sz="4" w:space="0" w:color="auto"/>
              <w:left w:val="nil"/>
              <w:bottom w:val="single" w:sz="4" w:space="0" w:color="auto"/>
              <w:right w:val="single" w:sz="4" w:space="0" w:color="auto"/>
            </w:tcBorders>
          </w:tcPr>
          <w:p w:rsidR="00F078EE" w:rsidRPr="0075357A" w:rsidRDefault="00F078EE" w:rsidP="00F078EE">
            <w:pPr>
              <w:spacing w:line="240" w:lineRule="auto"/>
              <w:jc w:val="center"/>
              <w:rPr>
                <w:rFonts w:eastAsia="Times New Roman" w:cs="Times New Roman"/>
                <w:color w:val="000000"/>
                <w:sz w:val="20"/>
                <w:szCs w:val="20"/>
                <w:highlight w:val="green"/>
                <w:lang w:eastAsia="ru-RU"/>
              </w:rPr>
            </w:pPr>
          </w:p>
        </w:tc>
      </w:tr>
      <w:tr w:rsidR="00F078EE" w:rsidRPr="006F59EA" w:rsidTr="00D71D20">
        <w:trPr>
          <w:trHeight w:val="20"/>
        </w:trPr>
        <w:tc>
          <w:tcPr>
            <w:tcW w:w="178" w:type="pct"/>
            <w:tcBorders>
              <w:top w:val="single" w:sz="4" w:space="0" w:color="auto"/>
              <w:left w:val="single" w:sz="4" w:space="0" w:color="auto"/>
              <w:bottom w:val="single" w:sz="4" w:space="0" w:color="auto"/>
              <w:right w:val="single" w:sz="4" w:space="0" w:color="auto"/>
            </w:tcBorders>
            <w:shd w:val="clear" w:color="auto" w:fill="auto"/>
            <w:vAlign w:val="center"/>
          </w:tcPr>
          <w:p w:rsidR="00F078EE" w:rsidRPr="00FD46E0" w:rsidRDefault="00B90497" w:rsidP="00F078EE">
            <w:pPr>
              <w:spacing w:line="240" w:lineRule="auto"/>
              <w:rPr>
                <w:rFonts w:eastAsia="Times New Roman" w:cs="Times New Roman"/>
                <w:color w:val="000000"/>
                <w:sz w:val="20"/>
                <w:szCs w:val="20"/>
                <w:lang w:eastAsia="ru-RU"/>
              </w:rPr>
            </w:pPr>
            <w:r>
              <w:rPr>
                <w:rFonts w:eastAsia="Times New Roman" w:cs="Times New Roman"/>
                <w:color w:val="000000"/>
                <w:sz w:val="20"/>
                <w:szCs w:val="20"/>
                <w:lang w:eastAsia="ru-RU"/>
              </w:rPr>
              <w:t>13</w:t>
            </w:r>
          </w:p>
        </w:tc>
        <w:tc>
          <w:tcPr>
            <w:tcW w:w="378" w:type="pct"/>
            <w:tcBorders>
              <w:top w:val="single" w:sz="4" w:space="0" w:color="auto"/>
              <w:left w:val="nil"/>
              <w:bottom w:val="single" w:sz="4" w:space="0" w:color="auto"/>
              <w:right w:val="single" w:sz="4" w:space="0" w:color="auto"/>
            </w:tcBorders>
            <w:shd w:val="clear" w:color="auto" w:fill="auto"/>
            <w:vAlign w:val="center"/>
          </w:tcPr>
          <w:p w:rsidR="00F078EE" w:rsidRDefault="00F078EE" w:rsidP="00F078EE">
            <w:pPr>
              <w:spacing w:line="240" w:lineRule="auto"/>
              <w:rPr>
                <w:rFonts w:eastAsia="Times New Roman" w:cs="Times New Roman"/>
                <w:color w:val="000000"/>
                <w:sz w:val="20"/>
                <w:szCs w:val="20"/>
                <w:lang w:eastAsia="ru-RU"/>
              </w:rPr>
            </w:pPr>
            <w:r>
              <w:rPr>
                <w:rFonts w:eastAsia="Times New Roman" w:cs="Times New Roman"/>
                <w:color w:val="000000"/>
                <w:sz w:val="20"/>
                <w:szCs w:val="20"/>
                <w:lang w:eastAsia="ru-RU"/>
              </w:rPr>
              <w:t>Глава 13</w:t>
            </w:r>
          </w:p>
          <w:p w:rsidR="00F078EE" w:rsidRDefault="00F078EE" w:rsidP="00F078EE">
            <w:pPr>
              <w:spacing w:line="240" w:lineRule="auto"/>
              <w:rPr>
                <w:rFonts w:eastAsia="Times New Roman" w:cs="Times New Roman"/>
                <w:color w:val="000000"/>
                <w:sz w:val="20"/>
                <w:szCs w:val="20"/>
                <w:lang w:eastAsia="ru-RU"/>
              </w:rPr>
            </w:pPr>
          </w:p>
          <w:p w:rsidR="00F078EE" w:rsidRDefault="00F078EE" w:rsidP="00F078EE">
            <w:pPr>
              <w:spacing w:line="240" w:lineRule="auto"/>
              <w:rPr>
                <w:rFonts w:eastAsia="Times New Roman" w:cs="Times New Roman"/>
                <w:color w:val="000000"/>
                <w:sz w:val="20"/>
                <w:szCs w:val="20"/>
                <w:lang w:eastAsia="ru-RU"/>
              </w:rPr>
            </w:pPr>
          </w:p>
          <w:p w:rsidR="00F078EE" w:rsidRDefault="00F078EE" w:rsidP="00F078EE">
            <w:pPr>
              <w:spacing w:line="240" w:lineRule="auto"/>
              <w:rPr>
                <w:rFonts w:eastAsia="Times New Roman" w:cs="Times New Roman"/>
                <w:color w:val="000000"/>
                <w:sz w:val="20"/>
                <w:szCs w:val="20"/>
                <w:lang w:eastAsia="ru-RU"/>
              </w:rPr>
            </w:pPr>
          </w:p>
          <w:p w:rsidR="00F078EE" w:rsidRPr="00FD46E0"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УЧ</w:t>
            </w:r>
          </w:p>
        </w:tc>
        <w:tc>
          <w:tcPr>
            <w:tcW w:w="519" w:type="pct"/>
            <w:tcBorders>
              <w:top w:val="single" w:sz="4" w:space="0" w:color="auto"/>
              <w:left w:val="nil"/>
              <w:bottom w:val="single" w:sz="4" w:space="0" w:color="auto"/>
              <w:right w:val="single" w:sz="4" w:space="0" w:color="auto"/>
            </w:tcBorders>
            <w:shd w:val="clear" w:color="auto" w:fill="auto"/>
            <w:vAlign w:val="center"/>
          </w:tcPr>
          <w:p w:rsidR="00F078EE" w:rsidRDefault="00F078EE" w:rsidP="00F078EE">
            <w:pPr>
              <w:spacing w:line="240" w:lineRule="auto"/>
              <w:jc w:val="center"/>
              <w:rPr>
                <w:rFonts w:eastAsia="Times New Roman" w:cs="Times New Roman"/>
                <w:color w:val="000000"/>
                <w:sz w:val="20"/>
                <w:szCs w:val="20"/>
                <w:lang w:eastAsia="ru-RU"/>
              </w:rPr>
            </w:pPr>
            <w:r w:rsidRPr="00196D5C">
              <w:rPr>
                <w:rFonts w:eastAsia="Times New Roman" w:cs="Times New Roman"/>
                <w:color w:val="000000"/>
                <w:sz w:val="20"/>
                <w:szCs w:val="20"/>
                <w:lang w:eastAsia="ru-RU"/>
              </w:rPr>
              <w:t xml:space="preserve">Раздел </w:t>
            </w:r>
            <w:r>
              <w:rPr>
                <w:rFonts w:eastAsia="Times New Roman" w:cs="Times New Roman"/>
                <w:color w:val="000000"/>
                <w:sz w:val="20"/>
                <w:szCs w:val="20"/>
                <w:lang w:eastAsia="ru-RU"/>
              </w:rPr>
              <w:t>1</w:t>
            </w:r>
            <w:r w:rsidRPr="00196D5C">
              <w:rPr>
                <w:rFonts w:eastAsia="Times New Roman" w:cs="Times New Roman"/>
                <w:color w:val="000000"/>
                <w:sz w:val="20"/>
                <w:szCs w:val="20"/>
                <w:lang w:eastAsia="ru-RU"/>
              </w:rPr>
              <w:t>, стр.</w:t>
            </w:r>
            <w:r>
              <w:rPr>
                <w:rFonts w:eastAsia="Times New Roman" w:cs="Times New Roman"/>
                <w:color w:val="000000"/>
                <w:sz w:val="20"/>
                <w:szCs w:val="20"/>
                <w:lang w:eastAsia="ru-RU"/>
              </w:rPr>
              <w:t>109</w:t>
            </w:r>
            <w:r w:rsidRPr="00196D5C">
              <w:rPr>
                <w:rFonts w:eastAsia="Times New Roman" w:cs="Times New Roman"/>
                <w:color w:val="000000"/>
                <w:sz w:val="20"/>
                <w:szCs w:val="20"/>
                <w:lang w:eastAsia="ru-RU"/>
              </w:rPr>
              <w:t xml:space="preserve">, табл. </w:t>
            </w:r>
            <w:r>
              <w:rPr>
                <w:rFonts w:eastAsia="Times New Roman" w:cs="Times New Roman"/>
                <w:color w:val="000000"/>
                <w:sz w:val="20"/>
                <w:szCs w:val="20"/>
                <w:lang w:eastAsia="ru-RU"/>
              </w:rPr>
              <w:t>1</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1</w:t>
            </w:r>
            <w:r w:rsidRPr="00196D5C">
              <w:rPr>
                <w:rFonts w:eastAsia="Times New Roman" w:cs="Times New Roman"/>
                <w:color w:val="000000"/>
                <w:sz w:val="20"/>
                <w:szCs w:val="20"/>
                <w:lang w:eastAsia="ru-RU"/>
              </w:rPr>
              <w:t>.</w:t>
            </w:r>
            <w:r>
              <w:rPr>
                <w:rFonts w:eastAsia="Times New Roman" w:cs="Times New Roman"/>
                <w:color w:val="000000"/>
                <w:sz w:val="20"/>
                <w:szCs w:val="20"/>
                <w:lang w:eastAsia="ru-RU"/>
              </w:rPr>
              <w:t>1</w:t>
            </w:r>
          </w:p>
          <w:p w:rsidR="00F078EE" w:rsidRDefault="00F078EE" w:rsidP="00F078EE">
            <w:pPr>
              <w:spacing w:line="240" w:lineRule="auto"/>
              <w:jc w:val="center"/>
              <w:rPr>
                <w:rFonts w:eastAsia="Times New Roman" w:cs="Times New Roman"/>
                <w:color w:val="000000"/>
                <w:sz w:val="20"/>
                <w:szCs w:val="20"/>
                <w:lang w:eastAsia="ru-RU"/>
              </w:rPr>
            </w:pPr>
          </w:p>
          <w:p w:rsidR="00F078EE" w:rsidRPr="00FD46E0"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Раздел 14, стр.356, табл. 14.1.1</w:t>
            </w:r>
          </w:p>
        </w:tc>
        <w:tc>
          <w:tcPr>
            <w:tcW w:w="2124" w:type="pct"/>
            <w:tcBorders>
              <w:top w:val="single" w:sz="4" w:space="0" w:color="auto"/>
              <w:left w:val="nil"/>
              <w:bottom w:val="single" w:sz="4" w:space="0" w:color="auto"/>
              <w:right w:val="single" w:sz="4" w:space="0" w:color="auto"/>
            </w:tcBorders>
            <w:shd w:val="clear" w:color="auto" w:fill="auto"/>
            <w:vAlign w:val="center"/>
          </w:tcPr>
          <w:p w:rsidR="00F078EE" w:rsidRDefault="00F078EE" w:rsidP="00F078EE">
            <w:pPr>
              <w:spacing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 xml:space="preserve">Количество прекращений подачи тепловой энергии, теплоносителя в результате технологических нарушений на тепловых сетях за 2021 составляет </w:t>
            </w:r>
            <w:r w:rsidRPr="00D71D20">
              <w:rPr>
                <w:rFonts w:eastAsia="Times New Roman" w:cs="Times New Roman"/>
                <w:b/>
                <w:color w:val="FF0000"/>
                <w:sz w:val="20"/>
                <w:szCs w:val="20"/>
                <w:lang w:eastAsia="ru-RU"/>
              </w:rPr>
              <w:t>0</w:t>
            </w:r>
            <w:r>
              <w:rPr>
                <w:rFonts w:eastAsia="Times New Roman" w:cs="Times New Roman"/>
                <w:b/>
                <w:color w:val="FF0000"/>
                <w:sz w:val="20"/>
                <w:szCs w:val="20"/>
                <w:lang w:eastAsia="ru-RU"/>
              </w:rPr>
              <w:t xml:space="preserve">, </w:t>
            </w:r>
            <w:r w:rsidRPr="005E388C">
              <w:rPr>
                <w:rFonts w:eastAsia="Times New Roman" w:cs="Times New Roman"/>
                <w:sz w:val="20"/>
                <w:szCs w:val="20"/>
                <w:lang w:eastAsia="ru-RU"/>
              </w:rPr>
              <w:t>с 2022</w:t>
            </w:r>
            <w:r w:rsidRPr="005E388C">
              <w:rPr>
                <w:rFonts w:eastAsia="Times New Roman" w:cs="Times New Roman"/>
                <w:b/>
                <w:sz w:val="20"/>
                <w:szCs w:val="20"/>
                <w:lang w:eastAsia="ru-RU"/>
              </w:rPr>
              <w:t xml:space="preserve"> </w:t>
            </w:r>
            <w:r>
              <w:rPr>
                <w:rFonts w:eastAsia="Times New Roman" w:cs="Times New Roman"/>
                <w:color w:val="000000"/>
                <w:sz w:val="20"/>
                <w:szCs w:val="20"/>
                <w:lang w:eastAsia="ru-RU"/>
              </w:rPr>
              <w:t xml:space="preserve">по 2035 гг. планируется </w:t>
            </w:r>
            <w:r w:rsidRPr="00D71D20">
              <w:rPr>
                <w:rFonts w:eastAsia="Times New Roman" w:cs="Times New Roman"/>
                <w:b/>
                <w:color w:val="FF0000"/>
                <w:sz w:val="20"/>
                <w:szCs w:val="20"/>
                <w:lang w:eastAsia="ru-RU"/>
              </w:rPr>
              <w:t>0</w:t>
            </w:r>
            <w:r>
              <w:rPr>
                <w:rFonts w:eastAsia="Times New Roman" w:cs="Times New Roman"/>
                <w:b/>
                <w:color w:val="FF0000"/>
                <w:sz w:val="20"/>
                <w:szCs w:val="20"/>
                <w:lang w:eastAsia="ru-RU"/>
              </w:rPr>
              <w:t>.</w:t>
            </w:r>
          </w:p>
          <w:p w:rsidR="00F078EE" w:rsidRPr="00FD46E0" w:rsidRDefault="00F078EE" w:rsidP="00F078EE">
            <w:pPr>
              <w:spacing w:line="240" w:lineRule="auto"/>
              <w:jc w:val="center"/>
              <w:rPr>
                <w:rFonts w:eastAsia="Times New Roman" w:cs="Times New Roman"/>
                <w:color w:val="000000"/>
                <w:sz w:val="20"/>
                <w:szCs w:val="20"/>
                <w:lang w:eastAsia="ru-RU"/>
              </w:rPr>
            </w:pPr>
          </w:p>
        </w:tc>
        <w:tc>
          <w:tcPr>
            <w:tcW w:w="661" w:type="pct"/>
            <w:tcBorders>
              <w:top w:val="single" w:sz="4" w:space="0" w:color="auto"/>
              <w:left w:val="nil"/>
              <w:bottom w:val="single" w:sz="4" w:space="0" w:color="auto"/>
              <w:right w:val="single" w:sz="4" w:space="0" w:color="auto"/>
            </w:tcBorders>
            <w:shd w:val="clear" w:color="auto" w:fill="auto"/>
            <w:vAlign w:val="center"/>
          </w:tcPr>
          <w:p w:rsidR="00F078EE" w:rsidRPr="00FD46E0" w:rsidRDefault="00F078EE" w:rsidP="00F078EE">
            <w:pPr>
              <w:spacing w:line="240" w:lineRule="auto"/>
              <w:jc w:val="center"/>
              <w:rPr>
                <w:rFonts w:eastAsia="Times New Roman" w:cs="Times New Roman"/>
                <w:color w:val="000000"/>
                <w:sz w:val="20"/>
                <w:szCs w:val="20"/>
                <w:lang w:eastAsia="ru-RU"/>
              </w:rPr>
            </w:pPr>
          </w:p>
        </w:tc>
        <w:tc>
          <w:tcPr>
            <w:tcW w:w="1140" w:type="pct"/>
            <w:tcBorders>
              <w:top w:val="single" w:sz="4" w:space="0" w:color="auto"/>
              <w:left w:val="nil"/>
              <w:bottom w:val="single" w:sz="4" w:space="0" w:color="auto"/>
              <w:right w:val="single" w:sz="4" w:space="0" w:color="auto"/>
            </w:tcBorders>
          </w:tcPr>
          <w:p w:rsidR="00F078EE" w:rsidRPr="00196D5C" w:rsidRDefault="00F078EE" w:rsidP="00F078EE">
            <w:pPr>
              <w:spacing w:line="240" w:lineRule="auto"/>
              <w:jc w:val="center"/>
              <w:rPr>
                <w:rFonts w:eastAsia="Times New Roman" w:cs="Times New Roman"/>
                <w:color w:val="000000"/>
                <w:sz w:val="20"/>
                <w:szCs w:val="20"/>
                <w:lang w:eastAsia="ru-RU"/>
              </w:rPr>
            </w:pPr>
          </w:p>
        </w:tc>
      </w:tr>
    </w:tbl>
    <w:p w:rsidR="00A35E62" w:rsidRPr="00A35E62" w:rsidRDefault="00A35E62" w:rsidP="00A35E62">
      <w:pPr>
        <w:pStyle w:val="a7"/>
        <w:rPr>
          <w:lang w:eastAsia="en-US"/>
        </w:rPr>
      </w:pPr>
    </w:p>
    <w:sectPr w:rsidR="00A35E62" w:rsidRPr="00A35E62" w:rsidSect="006E1807">
      <w:headerReference w:type="default" r:id="rId8"/>
      <w:footerReference w:type="default" r:id="rId9"/>
      <w:pgSz w:w="16838" w:h="11906" w:orient="landscape" w:code="9"/>
      <w:pgMar w:top="1418" w:right="1134" w:bottom="851" w:left="907" w:header="567" w:footer="510" w:gutter="0"/>
      <w:pgBorders>
        <w:top w:val="single" w:sz="8" w:space="5" w:color="00B0F0"/>
        <w:bottom w:val="thinThickSmallGap" w:sz="24" w:space="1" w:color="00B0F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FD1" w:rsidRDefault="00B66FD1" w:rsidP="00F633EE">
      <w:pPr>
        <w:spacing w:line="240" w:lineRule="auto"/>
      </w:pPr>
      <w:r>
        <w:separator/>
      </w:r>
    </w:p>
    <w:p w:rsidR="00B66FD1" w:rsidRDefault="00B66FD1"/>
  </w:endnote>
  <w:endnote w:type="continuationSeparator" w:id="0">
    <w:p w:rsidR="00B66FD1" w:rsidRDefault="00B66FD1" w:rsidP="00F633EE">
      <w:pPr>
        <w:spacing w:line="240" w:lineRule="auto"/>
      </w:pPr>
      <w:r>
        <w:continuationSeparator/>
      </w:r>
    </w:p>
    <w:p w:rsidR="00B66FD1" w:rsidRDefault="00B66F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ГОСТ тип А">
    <w:altName w:val="Arial"/>
    <w:charset w:val="CC"/>
    <w:family w:val="swiss"/>
    <w:pitch w:val="variable"/>
    <w:sig w:usb0="00000201"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tory">
    <w:altName w:val="Times New Roman"/>
    <w:panose1 w:val="00000000000000000000"/>
    <w:charset w:val="00"/>
    <w:family w:val="modern"/>
    <w:notTrueType/>
    <w:pitch w:val="variable"/>
    <w:sig w:usb0="80000287" w:usb1="1000004A" w:usb2="00000000" w:usb3="00000000" w:csb0="00000007" w:csb1="00000000"/>
  </w:font>
  <w:font w:name="ArialMT">
    <w:altName w:val="MS Mincho"/>
    <w:panose1 w:val="00000000000000000000"/>
    <w:charset w:val="80"/>
    <w:family w:val="auto"/>
    <w:notTrueType/>
    <w:pitch w:val="default"/>
    <w:sig w:usb0="00000203" w:usb1="08070000" w:usb2="00000010" w:usb3="00000000" w:csb0="00020005" w:csb1="00000000"/>
  </w:font>
  <w:font w:name="Segoe UI">
    <w:panose1 w:val="020B0502040204020203"/>
    <w:charset w:val="CC"/>
    <w:family w:val="swiss"/>
    <w:pitch w:val="variable"/>
    <w:sig w:usb0="E4002EFF" w:usb1="C000E47F" w:usb2="00000009" w:usb3="00000000" w:csb0="000001F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bCs/>
        <w:sz w:val="20"/>
        <w:szCs w:val="20"/>
        <w:u w:val="single"/>
      </w:rPr>
      <w:id w:val="1800419126"/>
      <w:docPartObj>
        <w:docPartGallery w:val="Page Numbers (Bottom of Page)"/>
        <w:docPartUnique/>
      </w:docPartObj>
    </w:sdtPr>
    <w:sdtEndPr>
      <w:rPr>
        <w:u w:val="none"/>
      </w:rPr>
    </w:sdtEndPr>
    <w:sdtContent>
      <w:p w:rsidR="00CA6C26" w:rsidRDefault="00B43A0C" w:rsidP="008C48E8">
        <w:pPr>
          <w:pStyle w:val="af7"/>
          <w:tabs>
            <w:tab w:val="clear" w:pos="9355"/>
            <w:tab w:val="left" w:pos="4253"/>
            <w:tab w:val="left" w:pos="4830"/>
            <w:tab w:val="right" w:pos="9639"/>
          </w:tabs>
          <w:jc w:val="center"/>
        </w:pPr>
        <w:r>
          <w:rPr>
            <w:rFonts w:cs="Times New Roman"/>
            <w:b/>
            <w:sz w:val="20"/>
            <w:szCs w:val="24"/>
          </w:rPr>
          <w:ptab w:relativeTo="indent" w:alignment="center" w:leader="none"/>
        </w:r>
        <w:r w:rsidRPr="008C48E8">
          <w:t xml:space="preserve"> </w:t>
        </w:r>
      </w:p>
      <w:p w:rsidR="00B43A0C" w:rsidRPr="00C11048" w:rsidRDefault="00B43A0C" w:rsidP="008C48E8">
        <w:pPr>
          <w:pStyle w:val="af7"/>
          <w:tabs>
            <w:tab w:val="clear" w:pos="9355"/>
            <w:tab w:val="left" w:pos="4253"/>
            <w:tab w:val="left" w:pos="4830"/>
            <w:tab w:val="right" w:pos="9639"/>
          </w:tabs>
          <w:jc w:val="center"/>
          <w:rPr>
            <w:b/>
            <w:bCs/>
            <w:sz w:val="20"/>
            <w:szCs w:val="20"/>
          </w:rPr>
        </w:pPr>
        <w:r>
          <w:rPr>
            <w:rFonts w:cs="Times New Roman"/>
            <w:b/>
            <w:sz w:val="20"/>
            <w:szCs w:val="24"/>
          </w:rPr>
          <w:ptab w:relativeTo="indent" w:alignment="right" w:leader="none"/>
        </w:r>
        <w:r w:rsidRPr="00BC215E">
          <w:rPr>
            <w:b/>
            <w:bCs/>
            <w:sz w:val="20"/>
            <w:szCs w:val="20"/>
          </w:rPr>
          <w:fldChar w:fldCharType="begin"/>
        </w:r>
        <w:r w:rsidRPr="00BC215E">
          <w:rPr>
            <w:b/>
            <w:bCs/>
            <w:sz w:val="20"/>
            <w:szCs w:val="20"/>
          </w:rPr>
          <w:instrText>PAGE   \* MERGEFORMAT</w:instrText>
        </w:r>
        <w:r w:rsidRPr="00BC215E">
          <w:rPr>
            <w:b/>
            <w:bCs/>
            <w:sz w:val="20"/>
            <w:szCs w:val="20"/>
          </w:rPr>
          <w:fldChar w:fldCharType="separate"/>
        </w:r>
        <w:r w:rsidR="007921A3">
          <w:rPr>
            <w:b/>
            <w:bCs/>
            <w:noProof/>
            <w:sz w:val="20"/>
            <w:szCs w:val="20"/>
          </w:rPr>
          <w:t>3</w:t>
        </w:r>
        <w:r w:rsidRPr="00BC215E">
          <w:rPr>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FD1" w:rsidRDefault="00B66FD1" w:rsidP="00F633EE">
      <w:pPr>
        <w:spacing w:line="240" w:lineRule="auto"/>
      </w:pPr>
      <w:r>
        <w:separator/>
      </w:r>
    </w:p>
    <w:p w:rsidR="00B66FD1" w:rsidRDefault="00B66FD1"/>
  </w:footnote>
  <w:footnote w:type="continuationSeparator" w:id="0">
    <w:p w:rsidR="00B66FD1" w:rsidRDefault="00B66FD1" w:rsidP="00F633EE">
      <w:pPr>
        <w:spacing w:line="240" w:lineRule="auto"/>
      </w:pPr>
      <w:r>
        <w:continuationSeparator/>
      </w:r>
    </w:p>
    <w:p w:rsidR="00B66FD1" w:rsidRDefault="00B66FD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A0C" w:rsidRPr="00C179CB" w:rsidRDefault="00B43A0C" w:rsidP="00C179CB">
    <w:pPr>
      <w:pStyle w:val="af7"/>
      <w:jc w:val="center"/>
      <w:rPr>
        <w:b/>
        <w:sz w:val="18"/>
        <w:szCs w:val="18"/>
      </w:rPr>
    </w:pPr>
    <w:r w:rsidRPr="00C179CB">
      <w:rPr>
        <w:b/>
        <w:sz w:val="18"/>
        <w:szCs w:val="18"/>
      </w:rPr>
      <w:t>Схема теплоснабжения городского округа "Город Калининград"</w:t>
    </w:r>
  </w:p>
  <w:p w:rsidR="00B43A0C" w:rsidRDefault="00B43A0C" w:rsidP="00C179CB">
    <w:pPr>
      <w:pStyle w:val="af7"/>
      <w:jc w:val="center"/>
      <w:rPr>
        <w:b/>
        <w:sz w:val="18"/>
        <w:szCs w:val="18"/>
      </w:rPr>
    </w:pPr>
    <w:r w:rsidRPr="00C179CB">
      <w:rPr>
        <w:b/>
        <w:sz w:val="18"/>
        <w:szCs w:val="18"/>
      </w:rPr>
      <w:t>(</w:t>
    </w:r>
    <w:r w:rsidRPr="009F36F9">
      <w:rPr>
        <w:b/>
        <w:sz w:val="18"/>
        <w:szCs w:val="18"/>
      </w:rPr>
      <w:t>актуализация на 202</w:t>
    </w:r>
    <w:r>
      <w:rPr>
        <w:b/>
        <w:sz w:val="18"/>
        <w:szCs w:val="18"/>
      </w:rPr>
      <w:t>3</w:t>
    </w:r>
    <w:r w:rsidRPr="009F36F9">
      <w:rPr>
        <w:b/>
        <w:sz w:val="18"/>
        <w:szCs w:val="18"/>
      </w:rPr>
      <w:t xml:space="preserve"> год</w:t>
    </w:r>
    <w:r w:rsidRPr="00C179CB">
      <w:rPr>
        <w:b/>
        <w:sz w:val="18"/>
        <w:szCs w:val="18"/>
      </w:rPr>
      <w:t>)</w:t>
    </w:r>
  </w:p>
  <w:p w:rsidR="00CA6C26" w:rsidRDefault="00CA6C26" w:rsidP="00C179CB">
    <w:pPr>
      <w:pStyle w:val="af7"/>
      <w:jc w:val="center"/>
      <w:rPr>
        <w:b/>
        <w:sz w:val="19"/>
        <w:szCs w:val="19"/>
      </w:rPr>
    </w:pPr>
  </w:p>
  <w:p w:rsidR="00CA6C26" w:rsidRPr="00F739F1" w:rsidRDefault="00CA6C26" w:rsidP="00C179CB">
    <w:pPr>
      <w:pStyle w:val="af7"/>
      <w:jc w:val="center"/>
      <w:rPr>
        <w:b/>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9.65pt;height:9.65pt" o:bullet="t">
        <v:imagedata r:id="rId1" o:title="clip_image001"/>
      </v:shape>
    </w:pict>
  </w:numPicBullet>
  <w:abstractNum w:abstractNumId="0" w15:restartNumberingAfterBreak="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000003"/>
    <w:multiLevelType w:val="singleLevel"/>
    <w:tmpl w:val="00000003"/>
    <w:name w:val="WW8Num3"/>
    <w:lvl w:ilvl="0">
      <w:start w:val="1"/>
      <w:numFmt w:val="bullet"/>
      <w:lvlText w:val=""/>
      <w:lvlJc w:val="left"/>
      <w:pPr>
        <w:tabs>
          <w:tab w:val="num" w:pos="1080"/>
        </w:tabs>
        <w:ind w:left="1080" w:hanging="360"/>
      </w:pPr>
      <w:rPr>
        <w:rFonts w:ascii="Symbol" w:hAnsi="Symbol"/>
      </w:rPr>
    </w:lvl>
  </w:abstractNum>
  <w:abstractNum w:abstractNumId="2" w15:restartNumberingAfterBreak="0">
    <w:nsid w:val="00C35494"/>
    <w:multiLevelType w:val="hybridMultilevel"/>
    <w:tmpl w:val="0680BA00"/>
    <w:styleLink w:val="a0"/>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21C0EE3"/>
    <w:multiLevelType w:val="hybridMultilevel"/>
    <w:tmpl w:val="B0B0C6B8"/>
    <w:lvl w:ilvl="0" w:tplc="8CDAE876">
      <w:start w:val="1"/>
      <w:numFmt w:val="bullet"/>
      <w:pStyle w:val="a1"/>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6A645D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D80B23"/>
    <w:multiLevelType w:val="hybridMultilevel"/>
    <w:tmpl w:val="B39E46A2"/>
    <w:lvl w:ilvl="0" w:tplc="16FE6D24">
      <w:start w:val="1"/>
      <w:numFmt w:val="bullet"/>
      <w:pStyle w:val="a2"/>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 w15:restartNumberingAfterBreak="0">
    <w:nsid w:val="10665BB2"/>
    <w:multiLevelType w:val="hybridMultilevel"/>
    <w:tmpl w:val="4FEC6060"/>
    <w:lvl w:ilvl="0" w:tplc="406E26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
      <w:lvlText w:val="%1.%2.%3.%4.%5.%6.%7.%8."/>
      <w:lvlJc w:val="left"/>
      <w:pPr>
        <w:ind w:left="3744" w:hanging="1224"/>
      </w:pPr>
      <w:rPr>
        <w:rFonts w:hint="default"/>
      </w:rPr>
    </w:lvl>
    <w:lvl w:ilvl="8">
      <w:start w:val="1"/>
      <w:numFmt w:val="decimal"/>
      <w:pStyle w:val="9"/>
      <w:lvlText w:val="%1.%2.%3.%4.%5.%6.%7.%8.%9."/>
      <w:lvlJc w:val="left"/>
      <w:pPr>
        <w:ind w:left="4320" w:hanging="1440"/>
      </w:pPr>
      <w:rPr>
        <w:rFonts w:hint="default"/>
      </w:rPr>
    </w:lvl>
  </w:abstractNum>
  <w:abstractNum w:abstractNumId="8" w15:restartNumberingAfterBreak="0">
    <w:nsid w:val="13915F1A"/>
    <w:multiLevelType w:val="hybridMultilevel"/>
    <w:tmpl w:val="B0B0C6B8"/>
    <w:lvl w:ilvl="0" w:tplc="8CDAE876">
      <w:start w:val="1"/>
      <w:numFmt w:val="bullet"/>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0F67AD"/>
    <w:multiLevelType w:val="multilevel"/>
    <w:tmpl w:val="6C2AF74E"/>
    <w:lvl w:ilvl="0">
      <w:start w:val="15"/>
      <w:numFmt w:val="decimal"/>
      <w:lvlText w:val="Глава %1"/>
      <w:lvlJc w:val="righ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418" w:hanging="709"/>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2160" w:hanging="180"/>
      </w:pPr>
      <w:rPr>
        <w:rFonts w:hint="default"/>
      </w:rPr>
    </w:lvl>
    <w:lvl w:ilvl="3">
      <w:start w:val="1"/>
      <w:numFmt w:val="decimal"/>
      <w:lvlText w:val="%1.%2.%4.%3"/>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6E929AD"/>
    <w:multiLevelType w:val="hybridMultilevel"/>
    <w:tmpl w:val="326E287C"/>
    <w:lvl w:ilvl="0" w:tplc="7AAED1B8">
      <w:start w:val="1"/>
      <w:numFmt w:val="decimal"/>
      <w:lvlText w:val="%1)"/>
      <w:lvlJc w:val="left"/>
      <w:pPr>
        <w:ind w:left="1069" w:hanging="360"/>
      </w:pPr>
      <w:rPr>
        <w:rFonts w:hint="default"/>
      </w:rPr>
    </w:lvl>
    <w:lvl w:ilvl="1" w:tplc="04190001">
      <w:start w:val="1"/>
      <w:numFmt w:val="bullet"/>
      <w:lvlText w:val=""/>
      <w:lvlJc w:val="left"/>
      <w:pPr>
        <w:ind w:left="1789" w:hanging="36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1BBD4C8C"/>
    <w:multiLevelType w:val="multilevel"/>
    <w:tmpl w:val="B658D5F4"/>
    <w:lvl w:ilvl="0">
      <w:start w:val="1"/>
      <w:numFmt w:val="decimal"/>
      <w:lvlText w:val="РАЗДЕЛ %1."/>
      <w:lvlJc w:val="left"/>
      <w:pPr>
        <w:ind w:left="360" w:hanging="360"/>
      </w:pPr>
      <w:rPr>
        <w:rFonts w:hint="default"/>
      </w:rPr>
    </w:lvl>
    <w:lvl w:ilvl="1">
      <w:start w:val="1"/>
      <w:numFmt w:val="decimal"/>
      <w:lvlText w:val="%1.%2."/>
      <w:lvlJc w:val="left"/>
      <w:pPr>
        <w:ind w:left="11064" w:hanging="432"/>
      </w:pPr>
      <w:rPr>
        <w:rFonts w:hint="default"/>
      </w:rPr>
    </w:lvl>
    <w:lvl w:ilvl="2">
      <w:start w:val="1"/>
      <w:numFmt w:val="decimal"/>
      <w:lvlText w:val="%1.%2.%3."/>
      <w:lvlJc w:val="left"/>
      <w:pPr>
        <w:ind w:left="1418" w:hanging="709"/>
      </w:pPr>
      <w:rPr>
        <w:rFonts w:hint="default"/>
      </w:rPr>
    </w:lvl>
    <w:lvl w:ilvl="3">
      <w:start w:val="1"/>
      <w:numFmt w:val="russianLower"/>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1723D9A"/>
    <w:multiLevelType w:val="multilevel"/>
    <w:tmpl w:val="ED022446"/>
    <w:lvl w:ilvl="0">
      <w:start w:val="1"/>
      <w:numFmt w:val="decimal"/>
      <w:lvlText w:val="%1."/>
      <w:lvlJc w:val="left"/>
      <w:pPr>
        <w:ind w:left="360" w:hanging="360"/>
      </w:pPr>
      <w:rPr>
        <w:rFonts w:ascii="Times New Roman" w:eastAsiaTheme="minorHAnsi" w:hAnsi="Times New Roman" w:hint="default"/>
        <w:b/>
        <w:sz w:val="24"/>
      </w:rPr>
    </w:lvl>
    <w:lvl w:ilvl="1">
      <w:start w:val="1"/>
      <w:numFmt w:val="decimal"/>
      <w:lvlText w:val="%1.%2."/>
      <w:lvlJc w:val="left"/>
      <w:pPr>
        <w:ind w:left="720" w:hanging="720"/>
      </w:pPr>
      <w:rPr>
        <w:rFonts w:ascii="Times New Roman" w:eastAsiaTheme="minorHAnsi" w:hAnsi="Times New Roman" w:hint="default"/>
        <w:b/>
        <w:sz w:val="24"/>
      </w:rPr>
    </w:lvl>
    <w:lvl w:ilvl="2">
      <w:start w:val="1"/>
      <w:numFmt w:val="decimal"/>
      <w:lvlText w:val="%1.%2.%3."/>
      <w:lvlJc w:val="left"/>
      <w:pPr>
        <w:ind w:left="720" w:hanging="720"/>
      </w:pPr>
      <w:rPr>
        <w:rFonts w:ascii="Times New Roman" w:eastAsiaTheme="minorHAnsi" w:hAnsi="Times New Roman" w:hint="default"/>
        <w:b/>
        <w:sz w:val="24"/>
      </w:rPr>
    </w:lvl>
    <w:lvl w:ilvl="3">
      <w:start w:val="1"/>
      <w:numFmt w:val="decimal"/>
      <w:lvlText w:val="%1.%2.%3.%4."/>
      <w:lvlJc w:val="left"/>
      <w:pPr>
        <w:ind w:left="1080" w:hanging="1080"/>
      </w:pPr>
      <w:rPr>
        <w:rFonts w:ascii="Times New Roman" w:eastAsiaTheme="minorHAnsi" w:hAnsi="Times New Roman" w:hint="default"/>
        <w:b/>
        <w:sz w:val="24"/>
      </w:rPr>
    </w:lvl>
    <w:lvl w:ilvl="4">
      <w:start w:val="1"/>
      <w:numFmt w:val="decimal"/>
      <w:lvlText w:val="%1.%2.%3.%4.%5."/>
      <w:lvlJc w:val="left"/>
      <w:pPr>
        <w:ind w:left="1440" w:hanging="1440"/>
      </w:pPr>
      <w:rPr>
        <w:rFonts w:ascii="Times New Roman" w:eastAsiaTheme="minorHAnsi" w:hAnsi="Times New Roman" w:hint="default"/>
        <w:b/>
        <w:sz w:val="24"/>
      </w:rPr>
    </w:lvl>
    <w:lvl w:ilvl="5">
      <w:start w:val="1"/>
      <w:numFmt w:val="decimal"/>
      <w:lvlText w:val="%1.%2.%3.%4.%5.%6."/>
      <w:lvlJc w:val="left"/>
      <w:pPr>
        <w:ind w:left="1440" w:hanging="1440"/>
      </w:pPr>
      <w:rPr>
        <w:rFonts w:ascii="Times New Roman" w:eastAsiaTheme="minorHAnsi" w:hAnsi="Times New Roman" w:hint="default"/>
        <w:b/>
        <w:sz w:val="24"/>
      </w:rPr>
    </w:lvl>
    <w:lvl w:ilvl="6">
      <w:start w:val="1"/>
      <w:numFmt w:val="decimal"/>
      <w:lvlText w:val="%1.%2.%3.%4.%5.%6.%7."/>
      <w:lvlJc w:val="left"/>
      <w:pPr>
        <w:ind w:left="1800" w:hanging="1800"/>
      </w:pPr>
      <w:rPr>
        <w:rFonts w:ascii="Times New Roman" w:eastAsiaTheme="minorHAnsi" w:hAnsi="Times New Roman" w:hint="default"/>
        <w:b/>
        <w:sz w:val="24"/>
      </w:rPr>
    </w:lvl>
    <w:lvl w:ilvl="7">
      <w:start w:val="1"/>
      <w:numFmt w:val="decimal"/>
      <w:lvlText w:val="%1.%2.%3.%4.%5.%6.%7.%8."/>
      <w:lvlJc w:val="left"/>
      <w:pPr>
        <w:ind w:left="2160" w:hanging="2160"/>
      </w:pPr>
      <w:rPr>
        <w:rFonts w:ascii="Times New Roman" w:eastAsiaTheme="minorHAnsi" w:hAnsi="Times New Roman" w:hint="default"/>
        <w:b/>
        <w:sz w:val="24"/>
      </w:rPr>
    </w:lvl>
    <w:lvl w:ilvl="8">
      <w:start w:val="1"/>
      <w:numFmt w:val="decimal"/>
      <w:lvlText w:val="%1.%2.%3.%4.%5.%6.%7.%8.%9."/>
      <w:lvlJc w:val="left"/>
      <w:pPr>
        <w:ind w:left="2160" w:hanging="2160"/>
      </w:pPr>
      <w:rPr>
        <w:rFonts w:ascii="Times New Roman" w:eastAsiaTheme="minorHAnsi" w:hAnsi="Times New Roman" w:hint="default"/>
        <w:b/>
        <w:sz w:val="24"/>
      </w:rPr>
    </w:lvl>
  </w:abstractNum>
  <w:abstractNum w:abstractNumId="14" w15:restartNumberingAfterBreak="0">
    <w:nsid w:val="243967F3"/>
    <w:multiLevelType w:val="multilevel"/>
    <w:tmpl w:val="6F22F3DC"/>
    <w:lvl w:ilvl="0">
      <w:start w:val="1"/>
      <w:numFmt w:val="decimal"/>
      <w:lvlText w:val="РАЗДЕЛ %1."/>
      <w:lvlJc w:val="left"/>
      <w:pPr>
        <w:ind w:left="360" w:hanging="360"/>
      </w:pPr>
      <w:rPr>
        <w:rFonts w:hint="default"/>
      </w:rPr>
    </w:lvl>
    <w:lvl w:ilvl="1">
      <w:start w:val="1"/>
      <w:numFmt w:val="decimal"/>
      <w:lvlText w:val="%1.%2."/>
      <w:lvlJc w:val="left"/>
      <w:pPr>
        <w:ind w:left="11064" w:hanging="432"/>
      </w:pPr>
      <w:rPr>
        <w:rFonts w:hint="default"/>
      </w:rPr>
    </w:lvl>
    <w:lvl w:ilvl="2">
      <w:start w:val="1"/>
      <w:numFmt w:val="decimal"/>
      <w:lvlText w:val="%1.%2.%3."/>
      <w:lvlJc w:val="left"/>
      <w:pPr>
        <w:ind w:left="1418" w:hanging="709"/>
      </w:pPr>
      <w:rPr>
        <w:rFonts w:hint="default"/>
      </w:rPr>
    </w:lvl>
    <w:lvl w:ilvl="3">
      <w:start w:val="1"/>
      <w:numFmt w:val="russianLower"/>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FF50F18"/>
    <w:multiLevelType w:val="hybridMultilevel"/>
    <w:tmpl w:val="72B64E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45D1796"/>
    <w:multiLevelType w:val="hybridMultilevel"/>
    <w:tmpl w:val="2666A130"/>
    <w:lvl w:ilvl="0" w:tplc="9FD2E2E6">
      <w:start w:val="1"/>
      <w:numFmt w:val="bullet"/>
      <w:pStyle w:val="2"/>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72F20D3"/>
    <w:multiLevelType w:val="multilevel"/>
    <w:tmpl w:val="DB1665D2"/>
    <w:lvl w:ilvl="0">
      <w:start w:val="1"/>
      <w:numFmt w:val="decimal"/>
      <w:pStyle w:val="a3"/>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19" w15:restartNumberingAfterBreak="0">
    <w:nsid w:val="4B44345E"/>
    <w:multiLevelType w:val="multilevel"/>
    <w:tmpl w:val="8D848656"/>
    <w:numStyleLink w:val="WW8Num1"/>
  </w:abstractNum>
  <w:abstractNum w:abstractNumId="20" w15:restartNumberingAfterBreak="0">
    <w:nsid w:val="5BC61174"/>
    <w:multiLevelType w:val="hybridMultilevel"/>
    <w:tmpl w:val="A09ABF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F9D470A"/>
    <w:multiLevelType w:val="hybridMultilevel"/>
    <w:tmpl w:val="2982EE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3" w15:restartNumberingAfterBreak="0">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24" w15:restartNumberingAfterBreak="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6EAA483B"/>
    <w:multiLevelType w:val="hybridMultilevel"/>
    <w:tmpl w:val="7E620478"/>
    <w:lvl w:ilvl="0" w:tplc="EB06CB66">
      <w:start w:val="1"/>
      <w:numFmt w:val="bullet"/>
      <w:pStyle w:val="1"/>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41232A6"/>
    <w:multiLevelType w:val="multilevel"/>
    <w:tmpl w:val="0E1A4B4C"/>
    <w:styleLink w:val="11"/>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7" w15:restartNumberingAfterBreak="0">
    <w:nsid w:val="74D57258"/>
    <w:multiLevelType w:val="hybridMultilevel"/>
    <w:tmpl w:val="8EA0FBA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7B23103"/>
    <w:multiLevelType w:val="hybridMultilevel"/>
    <w:tmpl w:val="1C1E1E3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8FF2EFA"/>
    <w:multiLevelType w:val="multilevel"/>
    <w:tmpl w:val="B658D5F4"/>
    <w:lvl w:ilvl="0">
      <w:start w:val="1"/>
      <w:numFmt w:val="decimal"/>
      <w:lvlText w:val="РАЗДЕЛ %1."/>
      <w:lvlJc w:val="left"/>
      <w:pPr>
        <w:ind w:left="360" w:hanging="360"/>
      </w:pPr>
      <w:rPr>
        <w:rFonts w:hint="default"/>
      </w:rPr>
    </w:lvl>
    <w:lvl w:ilvl="1">
      <w:start w:val="1"/>
      <w:numFmt w:val="decimal"/>
      <w:lvlText w:val="%1.%2."/>
      <w:lvlJc w:val="left"/>
      <w:pPr>
        <w:ind w:left="11064" w:hanging="432"/>
      </w:pPr>
      <w:rPr>
        <w:rFonts w:hint="default"/>
      </w:rPr>
    </w:lvl>
    <w:lvl w:ilvl="2">
      <w:start w:val="1"/>
      <w:numFmt w:val="decimal"/>
      <w:lvlText w:val="%1.%2.%3."/>
      <w:lvlJc w:val="left"/>
      <w:pPr>
        <w:ind w:left="1418" w:hanging="709"/>
      </w:pPr>
      <w:rPr>
        <w:rFonts w:hint="default"/>
      </w:rPr>
    </w:lvl>
    <w:lvl w:ilvl="3">
      <w:start w:val="1"/>
      <w:numFmt w:val="russianLower"/>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DCA129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E4B4780"/>
    <w:multiLevelType w:val="multilevel"/>
    <w:tmpl w:val="B0CC223E"/>
    <w:lvl w:ilvl="0">
      <w:start w:val="17"/>
      <w:numFmt w:val="decimal"/>
      <w:pStyle w:val="10"/>
      <w:lvlText w:val="Глава %1"/>
      <w:lvlJc w:val="left"/>
      <w:pPr>
        <w:ind w:left="1474"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0"/>
      <w:lvlText w:val="%1.%2"/>
      <w:lvlJc w:val="left"/>
      <w:pPr>
        <w:ind w:left="709" w:hanging="709"/>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ind w:left="1418" w:hanging="70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4"/>
      <w:lvlText w:val="%1.%2.%3.%4"/>
      <w:lvlJc w:val="left"/>
      <w:pPr>
        <w:ind w:left="2268" w:hanging="85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ind w:left="4310" w:hanging="1474"/>
      </w:pPr>
      <w:rPr>
        <w:rFonts w:hint="default"/>
      </w:rPr>
    </w:lvl>
    <w:lvl w:ilvl="5">
      <w:start w:val="1"/>
      <w:numFmt w:val="lowerRoman"/>
      <w:lvlText w:val="%6."/>
      <w:lvlJc w:val="right"/>
      <w:pPr>
        <w:ind w:left="5019" w:hanging="1474"/>
      </w:pPr>
      <w:rPr>
        <w:rFonts w:hint="default"/>
      </w:rPr>
    </w:lvl>
    <w:lvl w:ilvl="6">
      <w:start w:val="1"/>
      <w:numFmt w:val="decimal"/>
      <w:lvlText w:val="%7."/>
      <w:lvlJc w:val="left"/>
      <w:pPr>
        <w:ind w:left="5728" w:hanging="1474"/>
      </w:pPr>
      <w:rPr>
        <w:rFonts w:hint="default"/>
      </w:rPr>
    </w:lvl>
    <w:lvl w:ilvl="7">
      <w:start w:val="1"/>
      <w:numFmt w:val="lowerLetter"/>
      <w:lvlText w:val="%8."/>
      <w:lvlJc w:val="left"/>
      <w:pPr>
        <w:ind w:left="6437" w:hanging="1474"/>
      </w:pPr>
      <w:rPr>
        <w:rFonts w:hint="default"/>
      </w:rPr>
    </w:lvl>
    <w:lvl w:ilvl="8">
      <w:start w:val="1"/>
      <w:numFmt w:val="lowerRoman"/>
      <w:lvlText w:val="%9."/>
      <w:lvlJc w:val="right"/>
      <w:pPr>
        <w:ind w:left="7146" w:hanging="1474"/>
      </w:pPr>
      <w:rPr>
        <w:rFonts w:hint="default"/>
      </w:rPr>
    </w:lvl>
  </w:abstractNum>
  <w:num w:numId="1">
    <w:abstractNumId w:val="7"/>
  </w:num>
  <w:num w:numId="2">
    <w:abstractNumId w:val="0"/>
  </w:num>
  <w:num w:numId="3">
    <w:abstractNumId w:val="16"/>
  </w:num>
  <w:num w:numId="4">
    <w:abstractNumId w:val="2"/>
  </w:num>
  <w:num w:numId="5">
    <w:abstractNumId w:val="11"/>
  </w:num>
  <w:num w:numId="6">
    <w:abstractNumId w:val="17"/>
  </w:num>
  <w:num w:numId="7">
    <w:abstractNumId w:val="24"/>
  </w:num>
  <w:num w:numId="8">
    <w:abstractNumId w:val="26"/>
  </w:num>
  <w:num w:numId="9">
    <w:abstractNumId w:val="22"/>
  </w:num>
  <w:num w:numId="10">
    <w:abstractNumId w:val="28"/>
  </w:num>
  <w:num w:numId="11">
    <w:abstractNumId w:val="5"/>
  </w:num>
  <w:num w:numId="12">
    <w:abstractNumId w:val="25"/>
  </w:num>
  <w:num w:numId="13">
    <w:abstractNumId w:val="23"/>
  </w:num>
  <w:num w:numId="14">
    <w:abstractNumId w:val="18"/>
  </w:num>
  <w:num w:numId="15">
    <w:abstractNumId w:val="19"/>
  </w:num>
  <w:num w:numId="16">
    <w:abstractNumId w:val="32"/>
  </w:num>
  <w:num w:numId="17">
    <w:abstractNumId w:val="14"/>
  </w:num>
  <w:num w:numId="18">
    <w:abstractNumId w:val="19"/>
  </w:num>
  <w:num w:numId="19">
    <w:abstractNumId w:val="3"/>
  </w:num>
  <w:num w:numId="20">
    <w:abstractNumId w:val="10"/>
  </w:num>
  <w:num w:numId="21">
    <w:abstractNumId w:val="32"/>
  </w:num>
  <w:num w:numId="22">
    <w:abstractNumId w:val="8"/>
  </w:num>
  <w:num w:numId="23">
    <w:abstractNumId w:val="32"/>
  </w:num>
  <w:num w:numId="24">
    <w:abstractNumId w:val="15"/>
  </w:num>
  <w:num w:numId="25">
    <w:abstractNumId w:val="31"/>
  </w:num>
  <w:num w:numId="26">
    <w:abstractNumId w:val="4"/>
  </w:num>
  <w:num w:numId="27">
    <w:abstractNumId w:val="12"/>
  </w:num>
  <w:num w:numId="28">
    <w:abstractNumId w:val="3"/>
  </w:num>
  <w:num w:numId="29">
    <w:abstractNumId w:val="3"/>
  </w:num>
  <w:num w:numId="30">
    <w:abstractNumId w:val="32"/>
  </w:num>
  <w:num w:numId="31">
    <w:abstractNumId w:val="32"/>
  </w:num>
  <w:num w:numId="32">
    <w:abstractNumId w:val="32"/>
  </w:num>
  <w:num w:numId="33">
    <w:abstractNumId w:val="32"/>
  </w:num>
  <w:num w:numId="34">
    <w:abstractNumId w:val="32"/>
  </w:num>
  <w:num w:numId="35">
    <w:abstractNumId w:val="32"/>
  </w:num>
  <w:num w:numId="36">
    <w:abstractNumId w:val="32"/>
  </w:num>
  <w:num w:numId="37">
    <w:abstractNumId w:val="30"/>
  </w:num>
  <w:num w:numId="38">
    <w:abstractNumId w:val="9"/>
  </w:num>
  <w:num w:numId="39">
    <w:abstractNumId w:val="3"/>
  </w:num>
  <w:num w:numId="40">
    <w:abstractNumId w:val="6"/>
  </w:num>
  <w:num w:numId="41">
    <w:abstractNumId w:val="32"/>
    <w:lvlOverride w:ilvl="0">
      <w:lvl w:ilvl="0">
        <w:start w:val="15"/>
        <w:numFmt w:val="decimal"/>
        <w:pStyle w:val="10"/>
        <w:suff w:val="space"/>
        <w:lvlText w:val="Глава %1"/>
        <w:lvlJc w:val="left"/>
        <w:pPr>
          <w:ind w:left="1474" w:hanging="1474"/>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0"/>
        <w:lvlText w:val="%1.%2"/>
        <w:lvlJc w:val="left"/>
        <w:pPr>
          <w:tabs>
            <w:tab w:val="num" w:pos="709"/>
          </w:tabs>
          <w:ind w:left="2183" w:hanging="1474"/>
        </w:pPr>
        <w:rPr>
          <w:rFonts w:ascii="Times New Roman" w:hAnsi="Times New Roman"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1.%2.%3"/>
        <w:lvlJc w:val="right"/>
        <w:pPr>
          <w:ind w:left="2892" w:hanging="1474"/>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4"/>
        <w:lvlText w:val="%1.%2.%4.%3"/>
        <w:lvlJc w:val="left"/>
        <w:pPr>
          <w:ind w:left="3601" w:hanging="1474"/>
        </w:pPr>
        <w:rPr>
          <w:rFonts w:hint="default"/>
        </w:rPr>
      </w:lvl>
    </w:lvlOverride>
    <w:lvlOverride w:ilvl="4">
      <w:lvl w:ilvl="4">
        <w:start w:val="1"/>
        <w:numFmt w:val="lowerLetter"/>
        <w:lvlText w:val="%5."/>
        <w:lvlJc w:val="left"/>
        <w:pPr>
          <w:ind w:left="4310" w:hanging="1474"/>
        </w:pPr>
        <w:rPr>
          <w:rFonts w:hint="default"/>
        </w:rPr>
      </w:lvl>
    </w:lvlOverride>
    <w:lvlOverride w:ilvl="5">
      <w:lvl w:ilvl="5">
        <w:start w:val="1"/>
        <w:numFmt w:val="lowerRoman"/>
        <w:lvlText w:val="%6."/>
        <w:lvlJc w:val="right"/>
        <w:pPr>
          <w:ind w:left="5019" w:hanging="1474"/>
        </w:pPr>
        <w:rPr>
          <w:rFonts w:hint="default"/>
        </w:rPr>
      </w:lvl>
    </w:lvlOverride>
    <w:lvlOverride w:ilvl="6">
      <w:lvl w:ilvl="6">
        <w:start w:val="1"/>
        <w:numFmt w:val="decimal"/>
        <w:lvlText w:val="%7."/>
        <w:lvlJc w:val="left"/>
        <w:pPr>
          <w:ind w:left="5728" w:hanging="1474"/>
        </w:pPr>
        <w:rPr>
          <w:rFonts w:hint="default"/>
        </w:rPr>
      </w:lvl>
    </w:lvlOverride>
    <w:lvlOverride w:ilvl="7">
      <w:lvl w:ilvl="7">
        <w:start w:val="1"/>
        <w:numFmt w:val="lowerLetter"/>
        <w:lvlText w:val="%8."/>
        <w:lvlJc w:val="left"/>
        <w:pPr>
          <w:ind w:left="6437" w:hanging="1474"/>
        </w:pPr>
        <w:rPr>
          <w:rFonts w:hint="default"/>
        </w:rPr>
      </w:lvl>
    </w:lvlOverride>
    <w:lvlOverride w:ilvl="8">
      <w:lvl w:ilvl="8">
        <w:start w:val="1"/>
        <w:numFmt w:val="lowerRoman"/>
        <w:lvlText w:val="%9."/>
        <w:lvlJc w:val="right"/>
        <w:pPr>
          <w:ind w:left="7146" w:hanging="1474"/>
        </w:pPr>
        <w:rPr>
          <w:rFonts w:hint="default"/>
        </w:rPr>
      </w:lvl>
    </w:lvlOverride>
  </w:num>
  <w:num w:numId="42">
    <w:abstractNumId w:val="3"/>
  </w:num>
  <w:num w:numId="43">
    <w:abstractNumId w:val="21"/>
  </w:num>
  <w:num w:numId="44">
    <w:abstractNumId w:val="20"/>
  </w:num>
  <w:num w:numId="45">
    <w:abstractNumId w:val="29"/>
  </w:num>
  <w:num w:numId="46">
    <w:abstractNumId w:val="27"/>
  </w:num>
  <w:num w:numId="47">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4"/>
  <w:defaultTabStop w:val="709"/>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2B5"/>
    <w:rsid w:val="00000BD9"/>
    <w:rsid w:val="00000D8A"/>
    <w:rsid w:val="00000F1A"/>
    <w:rsid w:val="00000F58"/>
    <w:rsid w:val="0000178E"/>
    <w:rsid w:val="00001A92"/>
    <w:rsid w:val="00001BEC"/>
    <w:rsid w:val="00001EA0"/>
    <w:rsid w:val="000021B8"/>
    <w:rsid w:val="000027A0"/>
    <w:rsid w:val="00002EBA"/>
    <w:rsid w:val="00003E6C"/>
    <w:rsid w:val="00003FE6"/>
    <w:rsid w:val="00004364"/>
    <w:rsid w:val="00004516"/>
    <w:rsid w:val="000045F0"/>
    <w:rsid w:val="00004A16"/>
    <w:rsid w:val="00004B42"/>
    <w:rsid w:val="00004BA8"/>
    <w:rsid w:val="00004F1C"/>
    <w:rsid w:val="00006C40"/>
    <w:rsid w:val="00006CE2"/>
    <w:rsid w:val="000108D7"/>
    <w:rsid w:val="0001092B"/>
    <w:rsid w:val="00010B08"/>
    <w:rsid w:val="0001151C"/>
    <w:rsid w:val="00011C31"/>
    <w:rsid w:val="00011DD8"/>
    <w:rsid w:val="000124D8"/>
    <w:rsid w:val="0001274E"/>
    <w:rsid w:val="00012890"/>
    <w:rsid w:val="00012C2C"/>
    <w:rsid w:val="00013901"/>
    <w:rsid w:val="00013E6F"/>
    <w:rsid w:val="00014907"/>
    <w:rsid w:val="00014962"/>
    <w:rsid w:val="00014E1C"/>
    <w:rsid w:val="00015402"/>
    <w:rsid w:val="00016514"/>
    <w:rsid w:val="00016A92"/>
    <w:rsid w:val="00016C35"/>
    <w:rsid w:val="00017298"/>
    <w:rsid w:val="000179E3"/>
    <w:rsid w:val="00017B8A"/>
    <w:rsid w:val="00017BEF"/>
    <w:rsid w:val="00020451"/>
    <w:rsid w:val="000209C4"/>
    <w:rsid w:val="00020C7F"/>
    <w:rsid w:val="00020CB6"/>
    <w:rsid w:val="000213D1"/>
    <w:rsid w:val="000213E9"/>
    <w:rsid w:val="00021F52"/>
    <w:rsid w:val="0002202E"/>
    <w:rsid w:val="00022539"/>
    <w:rsid w:val="00023B19"/>
    <w:rsid w:val="00023DF0"/>
    <w:rsid w:val="00024286"/>
    <w:rsid w:val="000242E2"/>
    <w:rsid w:val="00025961"/>
    <w:rsid w:val="00025AE5"/>
    <w:rsid w:val="00025FAC"/>
    <w:rsid w:val="00026073"/>
    <w:rsid w:val="000261EB"/>
    <w:rsid w:val="00026377"/>
    <w:rsid w:val="00026FC1"/>
    <w:rsid w:val="00027720"/>
    <w:rsid w:val="000277CA"/>
    <w:rsid w:val="00027AF6"/>
    <w:rsid w:val="0003114F"/>
    <w:rsid w:val="0003131F"/>
    <w:rsid w:val="000319FE"/>
    <w:rsid w:val="000322D4"/>
    <w:rsid w:val="0003255D"/>
    <w:rsid w:val="000332BE"/>
    <w:rsid w:val="00033956"/>
    <w:rsid w:val="000339A3"/>
    <w:rsid w:val="00033A97"/>
    <w:rsid w:val="00033CC4"/>
    <w:rsid w:val="00033D0B"/>
    <w:rsid w:val="000349C0"/>
    <w:rsid w:val="00034D98"/>
    <w:rsid w:val="000359A2"/>
    <w:rsid w:val="00035C03"/>
    <w:rsid w:val="00035FE6"/>
    <w:rsid w:val="00036F99"/>
    <w:rsid w:val="00037702"/>
    <w:rsid w:val="00037DC6"/>
    <w:rsid w:val="00040021"/>
    <w:rsid w:val="00041B00"/>
    <w:rsid w:val="00041B7A"/>
    <w:rsid w:val="00042D96"/>
    <w:rsid w:val="00042F7E"/>
    <w:rsid w:val="00044827"/>
    <w:rsid w:val="00045390"/>
    <w:rsid w:val="00045C9A"/>
    <w:rsid w:val="00046243"/>
    <w:rsid w:val="00046375"/>
    <w:rsid w:val="00046DFC"/>
    <w:rsid w:val="00050117"/>
    <w:rsid w:val="00050D72"/>
    <w:rsid w:val="00050FB5"/>
    <w:rsid w:val="000514E5"/>
    <w:rsid w:val="00052025"/>
    <w:rsid w:val="0005235F"/>
    <w:rsid w:val="00052639"/>
    <w:rsid w:val="00052B4A"/>
    <w:rsid w:val="00052BF3"/>
    <w:rsid w:val="00052EC0"/>
    <w:rsid w:val="000536AB"/>
    <w:rsid w:val="00053FF4"/>
    <w:rsid w:val="00054B79"/>
    <w:rsid w:val="0005587B"/>
    <w:rsid w:val="00055B59"/>
    <w:rsid w:val="00057529"/>
    <w:rsid w:val="00057B99"/>
    <w:rsid w:val="00060614"/>
    <w:rsid w:val="00060AD6"/>
    <w:rsid w:val="00060B94"/>
    <w:rsid w:val="00060FA4"/>
    <w:rsid w:val="0006172A"/>
    <w:rsid w:val="00061794"/>
    <w:rsid w:val="00061C74"/>
    <w:rsid w:val="00062193"/>
    <w:rsid w:val="00062BEB"/>
    <w:rsid w:val="000633E0"/>
    <w:rsid w:val="000634EA"/>
    <w:rsid w:val="00063920"/>
    <w:rsid w:val="00063960"/>
    <w:rsid w:val="000639AC"/>
    <w:rsid w:val="00063F96"/>
    <w:rsid w:val="00064302"/>
    <w:rsid w:val="00064D54"/>
    <w:rsid w:val="00065250"/>
    <w:rsid w:val="00065777"/>
    <w:rsid w:val="000658D6"/>
    <w:rsid w:val="00065C57"/>
    <w:rsid w:val="00065C7B"/>
    <w:rsid w:val="000663B2"/>
    <w:rsid w:val="000667A0"/>
    <w:rsid w:val="000668C3"/>
    <w:rsid w:val="00066F7B"/>
    <w:rsid w:val="000671D7"/>
    <w:rsid w:val="000673C5"/>
    <w:rsid w:val="00067569"/>
    <w:rsid w:val="00067BCE"/>
    <w:rsid w:val="00070C51"/>
    <w:rsid w:val="000717EF"/>
    <w:rsid w:val="00071E27"/>
    <w:rsid w:val="00071E36"/>
    <w:rsid w:val="0007202D"/>
    <w:rsid w:val="0007236B"/>
    <w:rsid w:val="000724EC"/>
    <w:rsid w:val="00072595"/>
    <w:rsid w:val="00072DE4"/>
    <w:rsid w:val="000732FB"/>
    <w:rsid w:val="000735E9"/>
    <w:rsid w:val="0007393C"/>
    <w:rsid w:val="00073E09"/>
    <w:rsid w:val="0007428A"/>
    <w:rsid w:val="000745CF"/>
    <w:rsid w:val="00074B70"/>
    <w:rsid w:val="00075586"/>
    <w:rsid w:val="00075683"/>
    <w:rsid w:val="0007635E"/>
    <w:rsid w:val="00077945"/>
    <w:rsid w:val="00077955"/>
    <w:rsid w:val="00080172"/>
    <w:rsid w:val="00080253"/>
    <w:rsid w:val="00080675"/>
    <w:rsid w:val="00081567"/>
    <w:rsid w:val="00082B01"/>
    <w:rsid w:val="00082B07"/>
    <w:rsid w:val="0008312D"/>
    <w:rsid w:val="00083545"/>
    <w:rsid w:val="00083EA2"/>
    <w:rsid w:val="000843D3"/>
    <w:rsid w:val="0008444D"/>
    <w:rsid w:val="000845EA"/>
    <w:rsid w:val="0008501E"/>
    <w:rsid w:val="00085189"/>
    <w:rsid w:val="0008527C"/>
    <w:rsid w:val="00085611"/>
    <w:rsid w:val="00085EF0"/>
    <w:rsid w:val="00086507"/>
    <w:rsid w:val="000865D6"/>
    <w:rsid w:val="00086BE1"/>
    <w:rsid w:val="00086E59"/>
    <w:rsid w:val="00086F0B"/>
    <w:rsid w:val="00087613"/>
    <w:rsid w:val="00087776"/>
    <w:rsid w:val="00087AD7"/>
    <w:rsid w:val="00087E71"/>
    <w:rsid w:val="000903B1"/>
    <w:rsid w:val="00091788"/>
    <w:rsid w:val="000917A8"/>
    <w:rsid w:val="00093335"/>
    <w:rsid w:val="00093E4A"/>
    <w:rsid w:val="00094A23"/>
    <w:rsid w:val="00094B54"/>
    <w:rsid w:val="00094D6E"/>
    <w:rsid w:val="00095013"/>
    <w:rsid w:val="00095204"/>
    <w:rsid w:val="00095356"/>
    <w:rsid w:val="0009589C"/>
    <w:rsid w:val="00095D50"/>
    <w:rsid w:val="000963FE"/>
    <w:rsid w:val="000969EE"/>
    <w:rsid w:val="00096E25"/>
    <w:rsid w:val="0009720F"/>
    <w:rsid w:val="00097E61"/>
    <w:rsid w:val="000A03CA"/>
    <w:rsid w:val="000A0405"/>
    <w:rsid w:val="000A0D98"/>
    <w:rsid w:val="000A0FA4"/>
    <w:rsid w:val="000A148E"/>
    <w:rsid w:val="000A164D"/>
    <w:rsid w:val="000A22F4"/>
    <w:rsid w:val="000A24B8"/>
    <w:rsid w:val="000A2D21"/>
    <w:rsid w:val="000A2DCC"/>
    <w:rsid w:val="000A3129"/>
    <w:rsid w:val="000A31D7"/>
    <w:rsid w:val="000A3611"/>
    <w:rsid w:val="000A368D"/>
    <w:rsid w:val="000A3B16"/>
    <w:rsid w:val="000A3DD5"/>
    <w:rsid w:val="000A4047"/>
    <w:rsid w:val="000A4048"/>
    <w:rsid w:val="000A4215"/>
    <w:rsid w:val="000A4D2A"/>
    <w:rsid w:val="000A4E35"/>
    <w:rsid w:val="000A524A"/>
    <w:rsid w:val="000A5914"/>
    <w:rsid w:val="000A5B46"/>
    <w:rsid w:val="000A5FBE"/>
    <w:rsid w:val="000A6393"/>
    <w:rsid w:val="000A6C78"/>
    <w:rsid w:val="000A6CE4"/>
    <w:rsid w:val="000A6E0E"/>
    <w:rsid w:val="000A7C69"/>
    <w:rsid w:val="000B00A0"/>
    <w:rsid w:val="000B01B3"/>
    <w:rsid w:val="000B04ED"/>
    <w:rsid w:val="000B0834"/>
    <w:rsid w:val="000B0925"/>
    <w:rsid w:val="000B0D98"/>
    <w:rsid w:val="000B0E70"/>
    <w:rsid w:val="000B11BF"/>
    <w:rsid w:val="000B11F1"/>
    <w:rsid w:val="000B16E0"/>
    <w:rsid w:val="000B1B97"/>
    <w:rsid w:val="000B29FE"/>
    <w:rsid w:val="000B2CE8"/>
    <w:rsid w:val="000B4079"/>
    <w:rsid w:val="000B4E10"/>
    <w:rsid w:val="000B53FE"/>
    <w:rsid w:val="000B6018"/>
    <w:rsid w:val="000B6E82"/>
    <w:rsid w:val="000B72C0"/>
    <w:rsid w:val="000B79B3"/>
    <w:rsid w:val="000B7F79"/>
    <w:rsid w:val="000C0669"/>
    <w:rsid w:val="000C0A46"/>
    <w:rsid w:val="000C109C"/>
    <w:rsid w:val="000C1766"/>
    <w:rsid w:val="000C1880"/>
    <w:rsid w:val="000C197E"/>
    <w:rsid w:val="000C19BB"/>
    <w:rsid w:val="000C1D7D"/>
    <w:rsid w:val="000C24BB"/>
    <w:rsid w:val="000C3B3A"/>
    <w:rsid w:val="000C45B7"/>
    <w:rsid w:val="000C4759"/>
    <w:rsid w:val="000C54CC"/>
    <w:rsid w:val="000C647F"/>
    <w:rsid w:val="000C64AC"/>
    <w:rsid w:val="000C6643"/>
    <w:rsid w:val="000C7407"/>
    <w:rsid w:val="000C7A70"/>
    <w:rsid w:val="000D0130"/>
    <w:rsid w:val="000D0207"/>
    <w:rsid w:val="000D033E"/>
    <w:rsid w:val="000D12CB"/>
    <w:rsid w:val="000D1E07"/>
    <w:rsid w:val="000D218F"/>
    <w:rsid w:val="000D2818"/>
    <w:rsid w:val="000D3016"/>
    <w:rsid w:val="000D3134"/>
    <w:rsid w:val="000D3B49"/>
    <w:rsid w:val="000D4612"/>
    <w:rsid w:val="000D4D24"/>
    <w:rsid w:val="000D571B"/>
    <w:rsid w:val="000D617E"/>
    <w:rsid w:val="000D61A6"/>
    <w:rsid w:val="000D61B1"/>
    <w:rsid w:val="000D6BB0"/>
    <w:rsid w:val="000D731D"/>
    <w:rsid w:val="000D76AB"/>
    <w:rsid w:val="000E04BD"/>
    <w:rsid w:val="000E0AEB"/>
    <w:rsid w:val="000E11B3"/>
    <w:rsid w:val="000E1C9F"/>
    <w:rsid w:val="000E345C"/>
    <w:rsid w:val="000E407C"/>
    <w:rsid w:val="000E459E"/>
    <w:rsid w:val="000E4770"/>
    <w:rsid w:val="000E4ADF"/>
    <w:rsid w:val="000E4CA4"/>
    <w:rsid w:val="000E4F41"/>
    <w:rsid w:val="000E6385"/>
    <w:rsid w:val="000E65B6"/>
    <w:rsid w:val="000E67B5"/>
    <w:rsid w:val="000E67DB"/>
    <w:rsid w:val="000E6AA9"/>
    <w:rsid w:val="000E6E54"/>
    <w:rsid w:val="000E76B3"/>
    <w:rsid w:val="000F05B8"/>
    <w:rsid w:val="000F0E92"/>
    <w:rsid w:val="000F104A"/>
    <w:rsid w:val="000F11A2"/>
    <w:rsid w:val="000F16B2"/>
    <w:rsid w:val="000F1792"/>
    <w:rsid w:val="000F185F"/>
    <w:rsid w:val="000F213B"/>
    <w:rsid w:val="000F2195"/>
    <w:rsid w:val="000F267F"/>
    <w:rsid w:val="000F2AA8"/>
    <w:rsid w:val="000F2CB8"/>
    <w:rsid w:val="000F447D"/>
    <w:rsid w:val="000F492E"/>
    <w:rsid w:val="000F58C5"/>
    <w:rsid w:val="000F6272"/>
    <w:rsid w:val="000F62E5"/>
    <w:rsid w:val="000F65F2"/>
    <w:rsid w:val="000F66E7"/>
    <w:rsid w:val="000F6B8A"/>
    <w:rsid w:val="000F6CE3"/>
    <w:rsid w:val="000F6D31"/>
    <w:rsid w:val="000F73D3"/>
    <w:rsid w:val="000F7B0E"/>
    <w:rsid w:val="000F7C65"/>
    <w:rsid w:val="000F7FEC"/>
    <w:rsid w:val="00100D48"/>
    <w:rsid w:val="00101128"/>
    <w:rsid w:val="001020D6"/>
    <w:rsid w:val="001026C3"/>
    <w:rsid w:val="001032B5"/>
    <w:rsid w:val="00103C04"/>
    <w:rsid w:val="00103E10"/>
    <w:rsid w:val="00104BA9"/>
    <w:rsid w:val="00104CB4"/>
    <w:rsid w:val="00104D14"/>
    <w:rsid w:val="00104EA1"/>
    <w:rsid w:val="0010514C"/>
    <w:rsid w:val="00105581"/>
    <w:rsid w:val="001055D6"/>
    <w:rsid w:val="001056CD"/>
    <w:rsid w:val="00105ADE"/>
    <w:rsid w:val="0010613D"/>
    <w:rsid w:val="001067CD"/>
    <w:rsid w:val="0010780F"/>
    <w:rsid w:val="0011020E"/>
    <w:rsid w:val="00110A43"/>
    <w:rsid w:val="0011129F"/>
    <w:rsid w:val="001114D6"/>
    <w:rsid w:val="001116E2"/>
    <w:rsid w:val="0011172D"/>
    <w:rsid w:val="00111733"/>
    <w:rsid w:val="00111BEF"/>
    <w:rsid w:val="00111D5B"/>
    <w:rsid w:val="00111D68"/>
    <w:rsid w:val="00111FC5"/>
    <w:rsid w:val="001121DD"/>
    <w:rsid w:val="00112225"/>
    <w:rsid w:val="00112BC7"/>
    <w:rsid w:val="00112EC7"/>
    <w:rsid w:val="001135FA"/>
    <w:rsid w:val="001137B4"/>
    <w:rsid w:val="00114476"/>
    <w:rsid w:val="001151A2"/>
    <w:rsid w:val="0011537F"/>
    <w:rsid w:val="0011605A"/>
    <w:rsid w:val="0011621C"/>
    <w:rsid w:val="001164C7"/>
    <w:rsid w:val="00116AD3"/>
    <w:rsid w:val="00116FEA"/>
    <w:rsid w:val="00117180"/>
    <w:rsid w:val="00117222"/>
    <w:rsid w:val="00117F46"/>
    <w:rsid w:val="001200F5"/>
    <w:rsid w:val="001210EC"/>
    <w:rsid w:val="001218C2"/>
    <w:rsid w:val="00122565"/>
    <w:rsid w:val="00122D6B"/>
    <w:rsid w:val="0012329D"/>
    <w:rsid w:val="00123625"/>
    <w:rsid w:val="0012463D"/>
    <w:rsid w:val="001252E6"/>
    <w:rsid w:val="0012539E"/>
    <w:rsid w:val="00125581"/>
    <w:rsid w:val="0012618A"/>
    <w:rsid w:val="001266AF"/>
    <w:rsid w:val="00126711"/>
    <w:rsid w:val="00126EB2"/>
    <w:rsid w:val="00126F29"/>
    <w:rsid w:val="00126FF2"/>
    <w:rsid w:val="00127A4D"/>
    <w:rsid w:val="001308CF"/>
    <w:rsid w:val="00130D4D"/>
    <w:rsid w:val="00131158"/>
    <w:rsid w:val="001318E3"/>
    <w:rsid w:val="00131D4A"/>
    <w:rsid w:val="001320A9"/>
    <w:rsid w:val="00132340"/>
    <w:rsid w:val="001327FE"/>
    <w:rsid w:val="001333A7"/>
    <w:rsid w:val="00133D77"/>
    <w:rsid w:val="00133FE7"/>
    <w:rsid w:val="00134A74"/>
    <w:rsid w:val="00134CB3"/>
    <w:rsid w:val="00135566"/>
    <w:rsid w:val="001355C2"/>
    <w:rsid w:val="001358FC"/>
    <w:rsid w:val="00135A55"/>
    <w:rsid w:val="00135B76"/>
    <w:rsid w:val="00135F42"/>
    <w:rsid w:val="00136683"/>
    <w:rsid w:val="00136E94"/>
    <w:rsid w:val="00137259"/>
    <w:rsid w:val="001405D1"/>
    <w:rsid w:val="0014198C"/>
    <w:rsid w:val="001419FB"/>
    <w:rsid w:val="00141DF3"/>
    <w:rsid w:val="00141E90"/>
    <w:rsid w:val="001420A9"/>
    <w:rsid w:val="001425D5"/>
    <w:rsid w:val="001431AE"/>
    <w:rsid w:val="00143A19"/>
    <w:rsid w:val="00143F59"/>
    <w:rsid w:val="0014484A"/>
    <w:rsid w:val="001448CA"/>
    <w:rsid w:val="0014496A"/>
    <w:rsid w:val="00144D8E"/>
    <w:rsid w:val="00145F6D"/>
    <w:rsid w:val="00146927"/>
    <w:rsid w:val="00147093"/>
    <w:rsid w:val="00150CBE"/>
    <w:rsid w:val="0015113F"/>
    <w:rsid w:val="0015119F"/>
    <w:rsid w:val="001513E6"/>
    <w:rsid w:val="001516E1"/>
    <w:rsid w:val="00151958"/>
    <w:rsid w:val="00151BB7"/>
    <w:rsid w:val="00151E92"/>
    <w:rsid w:val="00152615"/>
    <w:rsid w:val="00153904"/>
    <w:rsid w:val="001540AF"/>
    <w:rsid w:val="00154135"/>
    <w:rsid w:val="001549EE"/>
    <w:rsid w:val="001550E2"/>
    <w:rsid w:val="001551CD"/>
    <w:rsid w:val="0015562D"/>
    <w:rsid w:val="001558BC"/>
    <w:rsid w:val="00155984"/>
    <w:rsid w:val="00155DC2"/>
    <w:rsid w:val="00156255"/>
    <w:rsid w:val="001565D0"/>
    <w:rsid w:val="0015783F"/>
    <w:rsid w:val="001579D9"/>
    <w:rsid w:val="0016006B"/>
    <w:rsid w:val="00160779"/>
    <w:rsid w:val="00161835"/>
    <w:rsid w:val="00161879"/>
    <w:rsid w:val="001627FD"/>
    <w:rsid w:val="00163235"/>
    <w:rsid w:val="00163671"/>
    <w:rsid w:val="00163979"/>
    <w:rsid w:val="00163BE9"/>
    <w:rsid w:val="00163E16"/>
    <w:rsid w:val="00164402"/>
    <w:rsid w:val="001646CE"/>
    <w:rsid w:val="0016507D"/>
    <w:rsid w:val="0016539F"/>
    <w:rsid w:val="00165674"/>
    <w:rsid w:val="00165731"/>
    <w:rsid w:val="0016692F"/>
    <w:rsid w:val="0016694A"/>
    <w:rsid w:val="00166ACA"/>
    <w:rsid w:val="00167261"/>
    <w:rsid w:val="001672EE"/>
    <w:rsid w:val="00167FE1"/>
    <w:rsid w:val="00170210"/>
    <w:rsid w:val="00170959"/>
    <w:rsid w:val="00171DED"/>
    <w:rsid w:val="00172CC7"/>
    <w:rsid w:val="00172DEB"/>
    <w:rsid w:val="0017423C"/>
    <w:rsid w:val="0017488A"/>
    <w:rsid w:val="00175358"/>
    <w:rsid w:val="00175DA8"/>
    <w:rsid w:val="00175FA6"/>
    <w:rsid w:val="0017622A"/>
    <w:rsid w:val="00176CE8"/>
    <w:rsid w:val="001772CA"/>
    <w:rsid w:val="0017772F"/>
    <w:rsid w:val="001778B0"/>
    <w:rsid w:val="00177D38"/>
    <w:rsid w:val="0018083B"/>
    <w:rsid w:val="00180AA7"/>
    <w:rsid w:val="00180B6C"/>
    <w:rsid w:val="00180CF8"/>
    <w:rsid w:val="00180CFF"/>
    <w:rsid w:val="00181A6A"/>
    <w:rsid w:val="00181FF4"/>
    <w:rsid w:val="001824A4"/>
    <w:rsid w:val="00182A08"/>
    <w:rsid w:val="00182D02"/>
    <w:rsid w:val="001839FD"/>
    <w:rsid w:val="00183F2F"/>
    <w:rsid w:val="00186450"/>
    <w:rsid w:val="00186A67"/>
    <w:rsid w:val="00186D0B"/>
    <w:rsid w:val="00186E14"/>
    <w:rsid w:val="001902A6"/>
    <w:rsid w:val="0019131B"/>
    <w:rsid w:val="00191E16"/>
    <w:rsid w:val="00192DB7"/>
    <w:rsid w:val="0019390D"/>
    <w:rsid w:val="00193B8F"/>
    <w:rsid w:val="00193BC2"/>
    <w:rsid w:val="00193EDD"/>
    <w:rsid w:val="001945E0"/>
    <w:rsid w:val="0019559D"/>
    <w:rsid w:val="00195710"/>
    <w:rsid w:val="0019615A"/>
    <w:rsid w:val="00196D5C"/>
    <w:rsid w:val="00197044"/>
    <w:rsid w:val="00197551"/>
    <w:rsid w:val="00197CB8"/>
    <w:rsid w:val="001A03BF"/>
    <w:rsid w:val="001A119E"/>
    <w:rsid w:val="001A1B39"/>
    <w:rsid w:val="001A2063"/>
    <w:rsid w:val="001A213B"/>
    <w:rsid w:val="001A242D"/>
    <w:rsid w:val="001A27B7"/>
    <w:rsid w:val="001A2C5B"/>
    <w:rsid w:val="001A2EDA"/>
    <w:rsid w:val="001A3364"/>
    <w:rsid w:val="001A36EB"/>
    <w:rsid w:val="001A3B65"/>
    <w:rsid w:val="001A3C54"/>
    <w:rsid w:val="001A3F1F"/>
    <w:rsid w:val="001A40F4"/>
    <w:rsid w:val="001A4FB5"/>
    <w:rsid w:val="001A598C"/>
    <w:rsid w:val="001A5ABD"/>
    <w:rsid w:val="001A5B83"/>
    <w:rsid w:val="001A5F65"/>
    <w:rsid w:val="001A6297"/>
    <w:rsid w:val="001A7074"/>
    <w:rsid w:val="001B018B"/>
    <w:rsid w:val="001B0322"/>
    <w:rsid w:val="001B0627"/>
    <w:rsid w:val="001B1954"/>
    <w:rsid w:val="001B1FE3"/>
    <w:rsid w:val="001B23C9"/>
    <w:rsid w:val="001B256E"/>
    <w:rsid w:val="001B2830"/>
    <w:rsid w:val="001B410A"/>
    <w:rsid w:val="001B495E"/>
    <w:rsid w:val="001B5114"/>
    <w:rsid w:val="001B6546"/>
    <w:rsid w:val="001B7006"/>
    <w:rsid w:val="001B7314"/>
    <w:rsid w:val="001B7B97"/>
    <w:rsid w:val="001C0219"/>
    <w:rsid w:val="001C185D"/>
    <w:rsid w:val="001C2D63"/>
    <w:rsid w:val="001C3251"/>
    <w:rsid w:val="001C3711"/>
    <w:rsid w:val="001C3ADD"/>
    <w:rsid w:val="001C5027"/>
    <w:rsid w:val="001C5767"/>
    <w:rsid w:val="001C6289"/>
    <w:rsid w:val="001C66FD"/>
    <w:rsid w:val="001C6B5A"/>
    <w:rsid w:val="001C7750"/>
    <w:rsid w:val="001C7877"/>
    <w:rsid w:val="001D0223"/>
    <w:rsid w:val="001D02C7"/>
    <w:rsid w:val="001D034B"/>
    <w:rsid w:val="001D0AF0"/>
    <w:rsid w:val="001D0B0E"/>
    <w:rsid w:val="001D0C78"/>
    <w:rsid w:val="001D169B"/>
    <w:rsid w:val="001D1AF6"/>
    <w:rsid w:val="001D1CC5"/>
    <w:rsid w:val="001D2087"/>
    <w:rsid w:val="001D2445"/>
    <w:rsid w:val="001D268B"/>
    <w:rsid w:val="001D2DFB"/>
    <w:rsid w:val="001D3149"/>
    <w:rsid w:val="001D31E9"/>
    <w:rsid w:val="001D3606"/>
    <w:rsid w:val="001D4539"/>
    <w:rsid w:val="001D480A"/>
    <w:rsid w:val="001D4EE8"/>
    <w:rsid w:val="001D54F8"/>
    <w:rsid w:val="001D55D6"/>
    <w:rsid w:val="001D59D5"/>
    <w:rsid w:val="001D5B8D"/>
    <w:rsid w:val="001D5DD5"/>
    <w:rsid w:val="001D6D83"/>
    <w:rsid w:val="001D6EAB"/>
    <w:rsid w:val="001E0505"/>
    <w:rsid w:val="001E051A"/>
    <w:rsid w:val="001E165A"/>
    <w:rsid w:val="001E23C1"/>
    <w:rsid w:val="001E2C8F"/>
    <w:rsid w:val="001E3DDB"/>
    <w:rsid w:val="001E4A23"/>
    <w:rsid w:val="001E4A9B"/>
    <w:rsid w:val="001E4F43"/>
    <w:rsid w:val="001E6C76"/>
    <w:rsid w:val="001E6FF4"/>
    <w:rsid w:val="001E7995"/>
    <w:rsid w:val="001E7B0C"/>
    <w:rsid w:val="001E7E3C"/>
    <w:rsid w:val="001F0476"/>
    <w:rsid w:val="001F14C2"/>
    <w:rsid w:val="001F1A8D"/>
    <w:rsid w:val="001F23B2"/>
    <w:rsid w:val="001F2492"/>
    <w:rsid w:val="001F26FF"/>
    <w:rsid w:val="001F3D6D"/>
    <w:rsid w:val="001F425F"/>
    <w:rsid w:val="001F56F6"/>
    <w:rsid w:val="001F608B"/>
    <w:rsid w:val="001F6AB4"/>
    <w:rsid w:val="001F6C9E"/>
    <w:rsid w:val="001F6D36"/>
    <w:rsid w:val="001F6F98"/>
    <w:rsid w:val="001F7216"/>
    <w:rsid w:val="001F7532"/>
    <w:rsid w:val="0020015C"/>
    <w:rsid w:val="00200C2F"/>
    <w:rsid w:val="00201873"/>
    <w:rsid w:val="002029ED"/>
    <w:rsid w:val="00203B01"/>
    <w:rsid w:val="00204130"/>
    <w:rsid w:val="00205447"/>
    <w:rsid w:val="002058F7"/>
    <w:rsid w:val="00205AB7"/>
    <w:rsid w:val="00205C40"/>
    <w:rsid w:val="00206CB4"/>
    <w:rsid w:val="002076C9"/>
    <w:rsid w:val="00210077"/>
    <w:rsid w:val="0021034F"/>
    <w:rsid w:val="0021045E"/>
    <w:rsid w:val="0021178F"/>
    <w:rsid w:val="00211A90"/>
    <w:rsid w:val="00211E86"/>
    <w:rsid w:val="002122DC"/>
    <w:rsid w:val="00212902"/>
    <w:rsid w:val="00212B48"/>
    <w:rsid w:val="0021317B"/>
    <w:rsid w:val="00213403"/>
    <w:rsid w:val="00213437"/>
    <w:rsid w:val="0021385A"/>
    <w:rsid w:val="0021492A"/>
    <w:rsid w:val="00214D2F"/>
    <w:rsid w:val="00214D99"/>
    <w:rsid w:val="00215A95"/>
    <w:rsid w:val="002162A1"/>
    <w:rsid w:val="002173A9"/>
    <w:rsid w:val="0021763C"/>
    <w:rsid w:val="00217A7C"/>
    <w:rsid w:val="00217B39"/>
    <w:rsid w:val="00217B3A"/>
    <w:rsid w:val="00220447"/>
    <w:rsid w:val="00220945"/>
    <w:rsid w:val="0022139B"/>
    <w:rsid w:val="00221DA7"/>
    <w:rsid w:val="00221E02"/>
    <w:rsid w:val="002220D5"/>
    <w:rsid w:val="00222327"/>
    <w:rsid w:val="002231D6"/>
    <w:rsid w:val="002238EC"/>
    <w:rsid w:val="0022408B"/>
    <w:rsid w:val="00224213"/>
    <w:rsid w:val="0022437E"/>
    <w:rsid w:val="002247BB"/>
    <w:rsid w:val="00224F71"/>
    <w:rsid w:val="00226496"/>
    <w:rsid w:val="002279D0"/>
    <w:rsid w:val="00227DE1"/>
    <w:rsid w:val="00227E87"/>
    <w:rsid w:val="00230D1E"/>
    <w:rsid w:val="00231627"/>
    <w:rsid w:val="00231B72"/>
    <w:rsid w:val="00231F07"/>
    <w:rsid w:val="00232434"/>
    <w:rsid w:val="0023279B"/>
    <w:rsid w:val="00233048"/>
    <w:rsid w:val="00233313"/>
    <w:rsid w:val="00233B02"/>
    <w:rsid w:val="002342DF"/>
    <w:rsid w:val="0023437C"/>
    <w:rsid w:val="00235177"/>
    <w:rsid w:val="00235A1D"/>
    <w:rsid w:val="00235A44"/>
    <w:rsid w:val="00235F81"/>
    <w:rsid w:val="002366C7"/>
    <w:rsid w:val="002366F6"/>
    <w:rsid w:val="002370A2"/>
    <w:rsid w:val="00237606"/>
    <w:rsid w:val="002377E5"/>
    <w:rsid w:val="0024025D"/>
    <w:rsid w:val="00240288"/>
    <w:rsid w:val="00240D40"/>
    <w:rsid w:val="002418B8"/>
    <w:rsid w:val="00241C53"/>
    <w:rsid w:val="002425B6"/>
    <w:rsid w:val="002426DF"/>
    <w:rsid w:val="00242927"/>
    <w:rsid w:val="00242B2F"/>
    <w:rsid w:val="00242FC0"/>
    <w:rsid w:val="002432B4"/>
    <w:rsid w:val="0024334C"/>
    <w:rsid w:val="0024367B"/>
    <w:rsid w:val="002437F7"/>
    <w:rsid w:val="00243A6D"/>
    <w:rsid w:val="00243CC2"/>
    <w:rsid w:val="00244191"/>
    <w:rsid w:val="00244E73"/>
    <w:rsid w:val="00244EBC"/>
    <w:rsid w:val="002457DA"/>
    <w:rsid w:val="00245CD2"/>
    <w:rsid w:val="00245CF0"/>
    <w:rsid w:val="002465A2"/>
    <w:rsid w:val="00246775"/>
    <w:rsid w:val="0024722A"/>
    <w:rsid w:val="0024766B"/>
    <w:rsid w:val="002477BB"/>
    <w:rsid w:val="002500FD"/>
    <w:rsid w:val="0025037C"/>
    <w:rsid w:val="00250E0A"/>
    <w:rsid w:val="00251155"/>
    <w:rsid w:val="00251663"/>
    <w:rsid w:val="002521CE"/>
    <w:rsid w:val="00252420"/>
    <w:rsid w:val="00252503"/>
    <w:rsid w:val="0025393E"/>
    <w:rsid w:val="002543F7"/>
    <w:rsid w:val="00254EC8"/>
    <w:rsid w:val="0025515E"/>
    <w:rsid w:val="002554B5"/>
    <w:rsid w:val="00255697"/>
    <w:rsid w:val="00255A15"/>
    <w:rsid w:val="00255B11"/>
    <w:rsid w:val="00256892"/>
    <w:rsid w:val="00257266"/>
    <w:rsid w:val="002577BE"/>
    <w:rsid w:val="00257C3C"/>
    <w:rsid w:val="002604DA"/>
    <w:rsid w:val="00260760"/>
    <w:rsid w:val="0026080E"/>
    <w:rsid w:val="00260D20"/>
    <w:rsid w:val="00260ED4"/>
    <w:rsid w:val="002616DB"/>
    <w:rsid w:val="00262020"/>
    <w:rsid w:val="0026280C"/>
    <w:rsid w:val="00263072"/>
    <w:rsid w:val="00263229"/>
    <w:rsid w:val="00263C20"/>
    <w:rsid w:val="002645C7"/>
    <w:rsid w:val="00264CEE"/>
    <w:rsid w:val="0026530F"/>
    <w:rsid w:val="00265D2A"/>
    <w:rsid w:val="00266210"/>
    <w:rsid w:val="00266419"/>
    <w:rsid w:val="00266747"/>
    <w:rsid w:val="002667D3"/>
    <w:rsid w:val="0026708F"/>
    <w:rsid w:val="0026730B"/>
    <w:rsid w:val="00267496"/>
    <w:rsid w:val="00267590"/>
    <w:rsid w:val="00270A95"/>
    <w:rsid w:val="0027104D"/>
    <w:rsid w:val="00272544"/>
    <w:rsid w:val="00272666"/>
    <w:rsid w:val="0027270B"/>
    <w:rsid w:val="002727CD"/>
    <w:rsid w:val="00272DED"/>
    <w:rsid w:val="00272EFB"/>
    <w:rsid w:val="00273B56"/>
    <w:rsid w:val="00273F69"/>
    <w:rsid w:val="002741D5"/>
    <w:rsid w:val="00274527"/>
    <w:rsid w:val="0027523A"/>
    <w:rsid w:val="00275971"/>
    <w:rsid w:val="00275D1F"/>
    <w:rsid w:val="002766EC"/>
    <w:rsid w:val="00276B80"/>
    <w:rsid w:val="00276E51"/>
    <w:rsid w:val="00276FB2"/>
    <w:rsid w:val="00277B28"/>
    <w:rsid w:val="00277B74"/>
    <w:rsid w:val="00280948"/>
    <w:rsid w:val="00280D01"/>
    <w:rsid w:val="00280D8B"/>
    <w:rsid w:val="00281152"/>
    <w:rsid w:val="00281906"/>
    <w:rsid w:val="00281DCA"/>
    <w:rsid w:val="00282330"/>
    <w:rsid w:val="002825D3"/>
    <w:rsid w:val="002827C6"/>
    <w:rsid w:val="00282EDD"/>
    <w:rsid w:val="00283059"/>
    <w:rsid w:val="00283EAB"/>
    <w:rsid w:val="002842F2"/>
    <w:rsid w:val="0028564B"/>
    <w:rsid w:val="00285690"/>
    <w:rsid w:val="00285A88"/>
    <w:rsid w:val="00285CA6"/>
    <w:rsid w:val="00285D79"/>
    <w:rsid w:val="00286922"/>
    <w:rsid w:val="00287605"/>
    <w:rsid w:val="002876BD"/>
    <w:rsid w:val="00287ED8"/>
    <w:rsid w:val="0029034F"/>
    <w:rsid w:val="00290787"/>
    <w:rsid w:val="00291934"/>
    <w:rsid w:val="00291D30"/>
    <w:rsid w:val="00291ED7"/>
    <w:rsid w:val="0029212C"/>
    <w:rsid w:val="002921AE"/>
    <w:rsid w:val="002945F3"/>
    <w:rsid w:val="0029503F"/>
    <w:rsid w:val="002958C6"/>
    <w:rsid w:val="00295939"/>
    <w:rsid w:val="00295CA3"/>
    <w:rsid w:val="0029709E"/>
    <w:rsid w:val="002973AC"/>
    <w:rsid w:val="002A02B1"/>
    <w:rsid w:val="002A1B7F"/>
    <w:rsid w:val="002A1E01"/>
    <w:rsid w:val="002A2276"/>
    <w:rsid w:val="002A2501"/>
    <w:rsid w:val="002A3EDC"/>
    <w:rsid w:val="002A3FB7"/>
    <w:rsid w:val="002A4086"/>
    <w:rsid w:val="002A41AA"/>
    <w:rsid w:val="002A495A"/>
    <w:rsid w:val="002A5AC4"/>
    <w:rsid w:val="002A60DC"/>
    <w:rsid w:val="002A7DF6"/>
    <w:rsid w:val="002A7F2E"/>
    <w:rsid w:val="002B0018"/>
    <w:rsid w:val="002B02DE"/>
    <w:rsid w:val="002B0C71"/>
    <w:rsid w:val="002B0E3E"/>
    <w:rsid w:val="002B0F39"/>
    <w:rsid w:val="002B1017"/>
    <w:rsid w:val="002B1267"/>
    <w:rsid w:val="002B1774"/>
    <w:rsid w:val="002B18FE"/>
    <w:rsid w:val="002B239B"/>
    <w:rsid w:val="002B276F"/>
    <w:rsid w:val="002B406E"/>
    <w:rsid w:val="002B4401"/>
    <w:rsid w:val="002B47B6"/>
    <w:rsid w:val="002B4BFA"/>
    <w:rsid w:val="002B539C"/>
    <w:rsid w:val="002B6582"/>
    <w:rsid w:val="002B6F2A"/>
    <w:rsid w:val="002B6F5C"/>
    <w:rsid w:val="002C00B4"/>
    <w:rsid w:val="002C06D1"/>
    <w:rsid w:val="002C0F30"/>
    <w:rsid w:val="002C1810"/>
    <w:rsid w:val="002C23FB"/>
    <w:rsid w:val="002C2623"/>
    <w:rsid w:val="002C2697"/>
    <w:rsid w:val="002C29DE"/>
    <w:rsid w:val="002C2A5D"/>
    <w:rsid w:val="002C2A7F"/>
    <w:rsid w:val="002C39CA"/>
    <w:rsid w:val="002C405D"/>
    <w:rsid w:val="002C4236"/>
    <w:rsid w:val="002C5562"/>
    <w:rsid w:val="002C583A"/>
    <w:rsid w:val="002C5FD9"/>
    <w:rsid w:val="002C6038"/>
    <w:rsid w:val="002C6541"/>
    <w:rsid w:val="002C6ED3"/>
    <w:rsid w:val="002C7926"/>
    <w:rsid w:val="002C7A31"/>
    <w:rsid w:val="002C7D56"/>
    <w:rsid w:val="002D001F"/>
    <w:rsid w:val="002D0656"/>
    <w:rsid w:val="002D0701"/>
    <w:rsid w:val="002D0FC4"/>
    <w:rsid w:val="002D10BF"/>
    <w:rsid w:val="002D1397"/>
    <w:rsid w:val="002D1426"/>
    <w:rsid w:val="002D1458"/>
    <w:rsid w:val="002D1DA4"/>
    <w:rsid w:val="002D27C0"/>
    <w:rsid w:val="002D35EE"/>
    <w:rsid w:val="002D36C5"/>
    <w:rsid w:val="002D37EB"/>
    <w:rsid w:val="002D51A5"/>
    <w:rsid w:val="002D547B"/>
    <w:rsid w:val="002D58B1"/>
    <w:rsid w:val="002D58FF"/>
    <w:rsid w:val="002D5949"/>
    <w:rsid w:val="002D5F6E"/>
    <w:rsid w:val="002D63D7"/>
    <w:rsid w:val="002D6D6B"/>
    <w:rsid w:val="002D6F3D"/>
    <w:rsid w:val="002D6F4C"/>
    <w:rsid w:val="002D6FB8"/>
    <w:rsid w:val="002D7043"/>
    <w:rsid w:val="002D7121"/>
    <w:rsid w:val="002D713C"/>
    <w:rsid w:val="002E0245"/>
    <w:rsid w:val="002E0ACD"/>
    <w:rsid w:val="002E12B5"/>
    <w:rsid w:val="002E1D18"/>
    <w:rsid w:val="002E22FA"/>
    <w:rsid w:val="002E2831"/>
    <w:rsid w:val="002E2C50"/>
    <w:rsid w:val="002E2D2E"/>
    <w:rsid w:val="002E326A"/>
    <w:rsid w:val="002E368A"/>
    <w:rsid w:val="002E37EB"/>
    <w:rsid w:val="002E3E03"/>
    <w:rsid w:val="002E449F"/>
    <w:rsid w:val="002E44B4"/>
    <w:rsid w:val="002E4C44"/>
    <w:rsid w:val="002E517C"/>
    <w:rsid w:val="002E5439"/>
    <w:rsid w:val="002E5640"/>
    <w:rsid w:val="002E6CF7"/>
    <w:rsid w:val="002E6D26"/>
    <w:rsid w:val="002F01A1"/>
    <w:rsid w:val="002F0938"/>
    <w:rsid w:val="002F0997"/>
    <w:rsid w:val="002F1075"/>
    <w:rsid w:val="002F1686"/>
    <w:rsid w:val="002F176E"/>
    <w:rsid w:val="002F1AFA"/>
    <w:rsid w:val="002F232C"/>
    <w:rsid w:val="002F23F1"/>
    <w:rsid w:val="002F281C"/>
    <w:rsid w:val="002F2D7F"/>
    <w:rsid w:val="002F37C8"/>
    <w:rsid w:val="002F415D"/>
    <w:rsid w:val="002F4851"/>
    <w:rsid w:val="002F4D38"/>
    <w:rsid w:val="002F4F60"/>
    <w:rsid w:val="002F59CA"/>
    <w:rsid w:val="002F5B78"/>
    <w:rsid w:val="002F5B80"/>
    <w:rsid w:val="002F5EFF"/>
    <w:rsid w:val="002F61C3"/>
    <w:rsid w:val="002F643C"/>
    <w:rsid w:val="002F6B88"/>
    <w:rsid w:val="002F7CB4"/>
    <w:rsid w:val="002F7F48"/>
    <w:rsid w:val="003001D8"/>
    <w:rsid w:val="0030074A"/>
    <w:rsid w:val="00300C97"/>
    <w:rsid w:val="003011FE"/>
    <w:rsid w:val="00301AA8"/>
    <w:rsid w:val="00301F0A"/>
    <w:rsid w:val="00301FCC"/>
    <w:rsid w:val="00302467"/>
    <w:rsid w:val="00302A2B"/>
    <w:rsid w:val="003048DA"/>
    <w:rsid w:val="003049A7"/>
    <w:rsid w:val="00304E32"/>
    <w:rsid w:val="00305777"/>
    <w:rsid w:val="00305A5E"/>
    <w:rsid w:val="00306A31"/>
    <w:rsid w:val="003071E6"/>
    <w:rsid w:val="00307B55"/>
    <w:rsid w:val="00310121"/>
    <w:rsid w:val="00310948"/>
    <w:rsid w:val="003114A1"/>
    <w:rsid w:val="003116A7"/>
    <w:rsid w:val="00311986"/>
    <w:rsid w:val="00311CBB"/>
    <w:rsid w:val="00312574"/>
    <w:rsid w:val="0031264E"/>
    <w:rsid w:val="00312940"/>
    <w:rsid w:val="00312D32"/>
    <w:rsid w:val="003138B9"/>
    <w:rsid w:val="00313D67"/>
    <w:rsid w:val="00314BB3"/>
    <w:rsid w:val="00314D23"/>
    <w:rsid w:val="00314FB2"/>
    <w:rsid w:val="00314FF7"/>
    <w:rsid w:val="00315B54"/>
    <w:rsid w:val="00316359"/>
    <w:rsid w:val="00316D4D"/>
    <w:rsid w:val="003172BC"/>
    <w:rsid w:val="003173D4"/>
    <w:rsid w:val="00317619"/>
    <w:rsid w:val="00317CF6"/>
    <w:rsid w:val="003204C4"/>
    <w:rsid w:val="00320B73"/>
    <w:rsid w:val="0032104F"/>
    <w:rsid w:val="003215E5"/>
    <w:rsid w:val="00321B6A"/>
    <w:rsid w:val="00322216"/>
    <w:rsid w:val="003224C6"/>
    <w:rsid w:val="00322E56"/>
    <w:rsid w:val="003233C3"/>
    <w:rsid w:val="003233F5"/>
    <w:rsid w:val="003238BC"/>
    <w:rsid w:val="00323C43"/>
    <w:rsid w:val="00324679"/>
    <w:rsid w:val="00324EF8"/>
    <w:rsid w:val="00324F42"/>
    <w:rsid w:val="0032509C"/>
    <w:rsid w:val="00325635"/>
    <w:rsid w:val="0032571A"/>
    <w:rsid w:val="00326148"/>
    <w:rsid w:val="00326C3B"/>
    <w:rsid w:val="003274AA"/>
    <w:rsid w:val="00330217"/>
    <w:rsid w:val="0033062B"/>
    <w:rsid w:val="00330BBC"/>
    <w:rsid w:val="00331D31"/>
    <w:rsid w:val="00331D5B"/>
    <w:rsid w:val="00331E69"/>
    <w:rsid w:val="00332375"/>
    <w:rsid w:val="003326CB"/>
    <w:rsid w:val="00332E55"/>
    <w:rsid w:val="00333084"/>
    <w:rsid w:val="0033318B"/>
    <w:rsid w:val="003332A8"/>
    <w:rsid w:val="00333A82"/>
    <w:rsid w:val="00334A87"/>
    <w:rsid w:val="003355A4"/>
    <w:rsid w:val="003355C9"/>
    <w:rsid w:val="0033567B"/>
    <w:rsid w:val="00335A9E"/>
    <w:rsid w:val="00335CA8"/>
    <w:rsid w:val="00335D6C"/>
    <w:rsid w:val="00336991"/>
    <w:rsid w:val="00337350"/>
    <w:rsid w:val="0033749F"/>
    <w:rsid w:val="00340EE4"/>
    <w:rsid w:val="0034148E"/>
    <w:rsid w:val="00341C5B"/>
    <w:rsid w:val="00341CC2"/>
    <w:rsid w:val="00341F3A"/>
    <w:rsid w:val="003421AF"/>
    <w:rsid w:val="003424C0"/>
    <w:rsid w:val="0034253E"/>
    <w:rsid w:val="003427BC"/>
    <w:rsid w:val="00343A11"/>
    <w:rsid w:val="00343B78"/>
    <w:rsid w:val="00344853"/>
    <w:rsid w:val="003455EB"/>
    <w:rsid w:val="00345B4D"/>
    <w:rsid w:val="0034638D"/>
    <w:rsid w:val="003466E7"/>
    <w:rsid w:val="003468E4"/>
    <w:rsid w:val="003469FA"/>
    <w:rsid w:val="00350721"/>
    <w:rsid w:val="00350CEE"/>
    <w:rsid w:val="00350D8F"/>
    <w:rsid w:val="00351860"/>
    <w:rsid w:val="00351E8E"/>
    <w:rsid w:val="00351F67"/>
    <w:rsid w:val="003522E2"/>
    <w:rsid w:val="0035264C"/>
    <w:rsid w:val="00352964"/>
    <w:rsid w:val="00352F8B"/>
    <w:rsid w:val="0035312B"/>
    <w:rsid w:val="00354096"/>
    <w:rsid w:val="003548F5"/>
    <w:rsid w:val="00354CD4"/>
    <w:rsid w:val="00355439"/>
    <w:rsid w:val="0035639A"/>
    <w:rsid w:val="00356B3B"/>
    <w:rsid w:val="00357060"/>
    <w:rsid w:val="003573FF"/>
    <w:rsid w:val="00357C67"/>
    <w:rsid w:val="00360591"/>
    <w:rsid w:val="0036098E"/>
    <w:rsid w:val="00361074"/>
    <w:rsid w:val="00361611"/>
    <w:rsid w:val="0036164F"/>
    <w:rsid w:val="003616BB"/>
    <w:rsid w:val="00362463"/>
    <w:rsid w:val="00362472"/>
    <w:rsid w:val="0036308A"/>
    <w:rsid w:val="003631FD"/>
    <w:rsid w:val="00363AC4"/>
    <w:rsid w:val="00363B83"/>
    <w:rsid w:val="00363E87"/>
    <w:rsid w:val="00364371"/>
    <w:rsid w:val="0036490D"/>
    <w:rsid w:val="0036555D"/>
    <w:rsid w:val="00365DD9"/>
    <w:rsid w:val="00365FC5"/>
    <w:rsid w:val="00366400"/>
    <w:rsid w:val="00366CAE"/>
    <w:rsid w:val="00367A8F"/>
    <w:rsid w:val="00367DC7"/>
    <w:rsid w:val="00370464"/>
    <w:rsid w:val="003705AC"/>
    <w:rsid w:val="00371128"/>
    <w:rsid w:val="0037165D"/>
    <w:rsid w:val="00371C0D"/>
    <w:rsid w:val="00372488"/>
    <w:rsid w:val="00372B4A"/>
    <w:rsid w:val="0037350D"/>
    <w:rsid w:val="00373A1F"/>
    <w:rsid w:val="00373A4C"/>
    <w:rsid w:val="003743DD"/>
    <w:rsid w:val="00374578"/>
    <w:rsid w:val="00374CE2"/>
    <w:rsid w:val="00374ED2"/>
    <w:rsid w:val="00374EFC"/>
    <w:rsid w:val="003750EA"/>
    <w:rsid w:val="00375153"/>
    <w:rsid w:val="0037564A"/>
    <w:rsid w:val="003758E8"/>
    <w:rsid w:val="00375D1F"/>
    <w:rsid w:val="00376782"/>
    <w:rsid w:val="00376D35"/>
    <w:rsid w:val="003770EF"/>
    <w:rsid w:val="00377989"/>
    <w:rsid w:val="00377D8B"/>
    <w:rsid w:val="00377EE3"/>
    <w:rsid w:val="0038006A"/>
    <w:rsid w:val="00380610"/>
    <w:rsid w:val="003807AD"/>
    <w:rsid w:val="00380E1A"/>
    <w:rsid w:val="00381158"/>
    <w:rsid w:val="003818F9"/>
    <w:rsid w:val="003827FD"/>
    <w:rsid w:val="00382C85"/>
    <w:rsid w:val="00383075"/>
    <w:rsid w:val="00383A01"/>
    <w:rsid w:val="00383B5E"/>
    <w:rsid w:val="0038414F"/>
    <w:rsid w:val="00384208"/>
    <w:rsid w:val="0038420C"/>
    <w:rsid w:val="00385E16"/>
    <w:rsid w:val="003866DE"/>
    <w:rsid w:val="00386CA7"/>
    <w:rsid w:val="003871BA"/>
    <w:rsid w:val="0038733F"/>
    <w:rsid w:val="00387340"/>
    <w:rsid w:val="00390555"/>
    <w:rsid w:val="00390668"/>
    <w:rsid w:val="003907C8"/>
    <w:rsid w:val="00390A50"/>
    <w:rsid w:val="00390BEC"/>
    <w:rsid w:val="00390DAE"/>
    <w:rsid w:val="003915FD"/>
    <w:rsid w:val="003920D2"/>
    <w:rsid w:val="00392296"/>
    <w:rsid w:val="00392BBA"/>
    <w:rsid w:val="00392C37"/>
    <w:rsid w:val="003931B7"/>
    <w:rsid w:val="00393200"/>
    <w:rsid w:val="0039342A"/>
    <w:rsid w:val="003935FE"/>
    <w:rsid w:val="0039363C"/>
    <w:rsid w:val="00393FBC"/>
    <w:rsid w:val="00394223"/>
    <w:rsid w:val="00394584"/>
    <w:rsid w:val="00394D46"/>
    <w:rsid w:val="00395092"/>
    <w:rsid w:val="003950ED"/>
    <w:rsid w:val="003969B0"/>
    <w:rsid w:val="00397288"/>
    <w:rsid w:val="0039753B"/>
    <w:rsid w:val="003A0F3A"/>
    <w:rsid w:val="003A14E6"/>
    <w:rsid w:val="003A186A"/>
    <w:rsid w:val="003A1B76"/>
    <w:rsid w:val="003A26A6"/>
    <w:rsid w:val="003A333E"/>
    <w:rsid w:val="003A3520"/>
    <w:rsid w:val="003A37F0"/>
    <w:rsid w:val="003A3813"/>
    <w:rsid w:val="003A41E8"/>
    <w:rsid w:val="003A426A"/>
    <w:rsid w:val="003A4560"/>
    <w:rsid w:val="003A45AD"/>
    <w:rsid w:val="003A4821"/>
    <w:rsid w:val="003A500D"/>
    <w:rsid w:val="003A54B3"/>
    <w:rsid w:val="003A5979"/>
    <w:rsid w:val="003A5C27"/>
    <w:rsid w:val="003A68EF"/>
    <w:rsid w:val="003A6EB6"/>
    <w:rsid w:val="003A71DC"/>
    <w:rsid w:val="003A7499"/>
    <w:rsid w:val="003A7B34"/>
    <w:rsid w:val="003A7CD4"/>
    <w:rsid w:val="003B0070"/>
    <w:rsid w:val="003B1178"/>
    <w:rsid w:val="003B27A1"/>
    <w:rsid w:val="003B2989"/>
    <w:rsid w:val="003B3BD8"/>
    <w:rsid w:val="003B3C28"/>
    <w:rsid w:val="003B3CF4"/>
    <w:rsid w:val="003B5220"/>
    <w:rsid w:val="003B58E1"/>
    <w:rsid w:val="003B58E5"/>
    <w:rsid w:val="003B59A7"/>
    <w:rsid w:val="003B608F"/>
    <w:rsid w:val="003B60AE"/>
    <w:rsid w:val="003B6561"/>
    <w:rsid w:val="003B6D94"/>
    <w:rsid w:val="003B723F"/>
    <w:rsid w:val="003B724C"/>
    <w:rsid w:val="003B7319"/>
    <w:rsid w:val="003B76EF"/>
    <w:rsid w:val="003B780D"/>
    <w:rsid w:val="003B7935"/>
    <w:rsid w:val="003C05C1"/>
    <w:rsid w:val="003C0716"/>
    <w:rsid w:val="003C0813"/>
    <w:rsid w:val="003C0CDB"/>
    <w:rsid w:val="003C1065"/>
    <w:rsid w:val="003C17DD"/>
    <w:rsid w:val="003C1B15"/>
    <w:rsid w:val="003C2B2A"/>
    <w:rsid w:val="003C33A6"/>
    <w:rsid w:val="003C35BB"/>
    <w:rsid w:val="003C380B"/>
    <w:rsid w:val="003C405E"/>
    <w:rsid w:val="003C4998"/>
    <w:rsid w:val="003C56D5"/>
    <w:rsid w:val="003C5861"/>
    <w:rsid w:val="003C5F26"/>
    <w:rsid w:val="003C6893"/>
    <w:rsid w:val="003C6B0A"/>
    <w:rsid w:val="003C6C9B"/>
    <w:rsid w:val="003C700B"/>
    <w:rsid w:val="003C783F"/>
    <w:rsid w:val="003D06A4"/>
    <w:rsid w:val="003D0834"/>
    <w:rsid w:val="003D1A3C"/>
    <w:rsid w:val="003D1B28"/>
    <w:rsid w:val="003D2BA9"/>
    <w:rsid w:val="003D2C05"/>
    <w:rsid w:val="003D2F92"/>
    <w:rsid w:val="003D3B2F"/>
    <w:rsid w:val="003D3BBE"/>
    <w:rsid w:val="003D403F"/>
    <w:rsid w:val="003D51CC"/>
    <w:rsid w:val="003D534F"/>
    <w:rsid w:val="003D56BB"/>
    <w:rsid w:val="003D6852"/>
    <w:rsid w:val="003D7417"/>
    <w:rsid w:val="003D7876"/>
    <w:rsid w:val="003D7B85"/>
    <w:rsid w:val="003E0290"/>
    <w:rsid w:val="003E0CF9"/>
    <w:rsid w:val="003E0FFD"/>
    <w:rsid w:val="003E18DB"/>
    <w:rsid w:val="003E20AD"/>
    <w:rsid w:val="003E231C"/>
    <w:rsid w:val="003E2B20"/>
    <w:rsid w:val="003E3084"/>
    <w:rsid w:val="003E33EC"/>
    <w:rsid w:val="003E3807"/>
    <w:rsid w:val="003E39BC"/>
    <w:rsid w:val="003E4441"/>
    <w:rsid w:val="003E4AC2"/>
    <w:rsid w:val="003E4C61"/>
    <w:rsid w:val="003E4CF5"/>
    <w:rsid w:val="003E4D19"/>
    <w:rsid w:val="003E4D1C"/>
    <w:rsid w:val="003E4E69"/>
    <w:rsid w:val="003E5102"/>
    <w:rsid w:val="003E673D"/>
    <w:rsid w:val="003E6A63"/>
    <w:rsid w:val="003E7113"/>
    <w:rsid w:val="003E742B"/>
    <w:rsid w:val="003F0523"/>
    <w:rsid w:val="003F0B90"/>
    <w:rsid w:val="003F1DC7"/>
    <w:rsid w:val="003F2300"/>
    <w:rsid w:val="003F232A"/>
    <w:rsid w:val="003F24FC"/>
    <w:rsid w:val="003F2AD4"/>
    <w:rsid w:val="003F3023"/>
    <w:rsid w:val="003F3331"/>
    <w:rsid w:val="003F3F38"/>
    <w:rsid w:val="003F4623"/>
    <w:rsid w:val="003F4781"/>
    <w:rsid w:val="003F5023"/>
    <w:rsid w:val="003F511E"/>
    <w:rsid w:val="003F5758"/>
    <w:rsid w:val="003F605A"/>
    <w:rsid w:val="003F62F8"/>
    <w:rsid w:val="003F6893"/>
    <w:rsid w:val="003F69F1"/>
    <w:rsid w:val="003F6CE0"/>
    <w:rsid w:val="003F7105"/>
    <w:rsid w:val="003F7F1B"/>
    <w:rsid w:val="00400B58"/>
    <w:rsid w:val="00400C84"/>
    <w:rsid w:val="004013E1"/>
    <w:rsid w:val="00401758"/>
    <w:rsid w:val="00401866"/>
    <w:rsid w:val="00402079"/>
    <w:rsid w:val="004020D8"/>
    <w:rsid w:val="00402189"/>
    <w:rsid w:val="0040326C"/>
    <w:rsid w:val="0040334C"/>
    <w:rsid w:val="00403674"/>
    <w:rsid w:val="004037FE"/>
    <w:rsid w:val="0040382D"/>
    <w:rsid w:val="00403B16"/>
    <w:rsid w:val="00403FF9"/>
    <w:rsid w:val="00404102"/>
    <w:rsid w:val="00404257"/>
    <w:rsid w:val="00404424"/>
    <w:rsid w:val="004045E8"/>
    <w:rsid w:val="004051F8"/>
    <w:rsid w:val="004063B0"/>
    <w:rsid w:val="0040690E"/>
    <w:rsid w:val="00406927"/>
    <w:rsid w:val="00406FBE"/>
    <w:rsid w:val="004075CC"/>
    <w:rsid w:val="00407C54"/>
    <w:rsid w:val="004102BB"/>
    <w:rsid w:val="00410E6B"/>
    <w:rsid w:val="00411AC6"/>
    <w:rsid w:val="00411B90"/>
    <w:rsid w:val="00411DC7"/>
    <w:rsid w:val="00412818"/>
    <w:rsid w:val="0041305D"/>
    <w:rsid w:val="004137B6"/>
    <w:rsid w:val="00413CCE"/>
    <w:rsid w:val="0041494C"/>
    <w:rsid w:val="00414B8B"/>
    <w:rsid w:val="00414F2B"/>
    <w:rsid w:val="004153B3"/>
    <w:rsid w:val="00416167"/>
    <w:rsid w:val="00416CEB"/>
    <w:rsid w:val="00416E8E"/>
    <w:rsid w:val="00417F84"/>
    <w:rsid w:val="004201AE"/>
    <w:rsid w:val="0042026E"/>
    <w:rsid w:val="00420D9C"/>
    <w:rsid w:val="00421074"/>
    <w:rsid w:val="0042196A"/>
    <w:rsid w:val="00421A95"/>
    <w:rsid w:val="00421E3B"/>
    <w:rsid w:val="00421E49"/>
    <w:rsid w:val="00423934"/>
    <w:rsid w:val="00423B49"/>
    <w:rsid w:val="00423D95"/>
    <w:rsid w:val="00423EF9"/>
    <w:rsid w:val="00424125"/>
    <w:rsid w:val="004244B9"/>
    <w:rsid w:val="0042456D"/>
    <w:rsid w:val="0042511E"/>
    <w:rsid w:val="00425684"/>
    <w:rsid w:val="00425CA5"/>
    <w:rsid w:val="00425ECD"/>
    <w:rsid w:val="00425F15"/>
    <w:rsid w:val="0042650E"/>
    <w:rsid w:val="0042749B"/>
    <w:rsid w:val="00427655"/>
    <w:rsid w:val="00427991"/>
    <w:rsid w:val="00427C86"/>
    <w:rsid w:val="004307F0"/>
    <w:rsid w:val="00431783"/>
    <w:rsid w:val="00432075"/>
    <w:rsid w:val="0043252D"/>
    <w:rsid w:val="00432ABE"/>
    <w:rsid w:val="0043302A"/>
    <w:rsid w:val="004331AF"/>
    <w:rsid w:val="004335C6"/>
    <w:rsid w:val="004344EE"/>
    <w:rsid w:val="00434F0A"/>
    <w:rsid w:val="0043565A"/>
    <w:rsid w:val="00435AC9"/>
    <w:rsid w:val="0043623A"/>
    <w:rsid w:val="00436326"/>
    <w:rsid w:val="00436BE6"/>
    <w:rsid w:val="00436FFB"/>
    <w:rsid w:val="004371B5"/>
    <w:rsid w:val="004376F1"/>
    <w:rsid w:val="0044057F"/>
    <w:rsid w:val="00440786"/>
    <w:rsid w:val="00441222"/>
    <w:rsid w:val="004412E1"/>
    <w:rsid w:val="0044164A"/>
    <w:rsid w:val="00441F8A"/>
    <w:rsid w:val="004425B6"/>
    <w:rsid w:val="004427F6"/>
    <w:rsid w:val="004436C8"/>
    <w:rsid w:val="0044414E"/>
    <w:rsid w:val="00444837"/>
    <w:rsid w:val="00444A26"/>
    <w:rsid w:val="00444E5A"/>
    <w:rsid w:val="00445176"/>
    <w:rsid w:val="0044590B"/>
    <w:rsid w:val="0044628D"/>
    <w:rsid w:val="004468F0"/>
    <w:rsid w:val="00447057"/>
    <w:rsid w:val="00447393"/>
    <w:rsid w:val="00447431"/>
    <w:rsid w:val="004477C3"/>
    <w:rsid w:val="00450320"/>
    <w:rsid w:val="00450DF2"/>
    <w:rsid w:val="00450FB2"/>
    <w:rsid w:val="004515F2"/>
    <w:rsid w:val="00451BDC"/>
    <w:rsid w:val="00451E59"/>
    <w:rsid w:val="004521D7"/>
    <w:rsid w:val="004524F4"/>
    <w:rsid w:val="0045250F"/>
    <w:rsid w:val="00452718"/>
    <w:rsid w:val="00452E7E"/>
    <w:rsid w:val="00453867"/>
    <w:rsid w:val="004544B4"/>
    <w:rsid w:val="00454B24"/>
    <w:rsid w:val="00454EB0"/>
    <w:rsid w:val="00456102"/>
    <w:rsid w:val="0045658F"/>
    <w:rsid w:val="0045693F"/>
    <w:rsid w:val="00456DD0"/>
    <w:rsid w:val="0045745D"/>
    <w:rsid w:val="00457A01"/>
    <w:rsid w:val="0046034D"/>
    <w:rsid w:val="004607BD"/>
    <w:rsid w:val="00460894"/>
    <w:rsid w:val="00461359"/>
    <w:rsid w:val="004619F1"/>
    <w:rsid w:val="0046206E"/>
    <w:rsid w:val="00463768"/>
    <w:rsid w:val="0046428A"/>
    <w:rsid w:val="0046472F"/>
    <w:rsid w:val="004649C6"/>
    <w:rsid w:val="0046515E"/>
    <w:rsid w:val="004661DA"/>
    <w:rsid w:val="00466789"/>
    <w:rsid w:val="004677BB"/>
    <w:rsid w:val="00467B7E"/>
    <w:rsid w:val="00467CFC"/>
    <w:rsid w:val="00467FBF"/>
    <w:rsid w:val="004702BB"/>
    <w:rsid w:val="004708DF"/>
    <w:rsid w:val="004714DC"/>
    <w:rsid w:val="004716B9"/>
    <w:rsid w:val="00471B5A"/>
    <w:rsid w:val="004722AE"/>
    <w:rsid w:val="004726EA"/>
    <w:rsid w:val="00472BDF"/>
    <w:rsid w:val="00472FC2"/>
    <w:rsid w:val="004732A7"/>
    <w:rsid w:val="004734A5"/>
    <w:rsid w:val="00473540"/>
    <w:rsid w:val="00473DB3"/>
    <w:rsid w:val="004743A7"/>
    <w:rsid w:val="004743D7"/>
    <w:rsid w:val="00474494"/>
    <w:rsid w:val="004745EC"/>
    <w:rsid w:val="0047497A"/>
    <w:rsid w:val="00474C03"/>
    <w:rsid w:val="00474CB9"/>
    <w:rsid w:val="00475283"/>
    <w:rsid w:val="00475A00"/>
    <w:rsid w:val="0047649B"/>
    <w:rsid w:val="004767F1"/>
    <w:rsid w:val="00476996"/>
    <w:rsid w:val="004773E1"/>
    <w:rsid w:val="0047791E"/>
    <w:rsid w:val="00477E2B"/>
    <w:rsid w:val="00480464"/>
    <w:rsid w:val="004812F5"/>
    <w:rsid w:val="00482B46"/>
    <w:rsid w:val="00482FF9"/>
    <w:rsid w:val="00483963"/>
    <w:rsid w:val="00483A97"/>
    <w:rsid w:val="00483B39"/>
    <w:rsid w:val="00483CA1"/>
    <w:rsid w:val="0048452A"/>
    <w:rsid w:val="004852BA"/>
    <w:rsid w:val="004855A7"/>
    <w:rsid w:val="004872E8"/>
    <w:rsid w:val="00487E7F"/>
    <w:rsid w:val="00490463"/>
    <w:rsid w:val="004912C0"/>
    <w:rsid w:val="004915F2"/>
    <w:rsid w:val="00491DBF"/>
    <w:rsid w:val="004923D4"/>
    <w:rsid w:val="004924FE"/>
    <w:rsid w:val="004926F6"/>
    <w:rsid w:val="00492CE7"/>
    <w:rsid w:val="00493018"/>
    <w:rsid w:val="004934C4"/>
    <w:rsid w:val="004938C2"/>
    <w:rsid w:val="00493C86"/>
    <w:rsid w:val="0049509C"/>
    <w:rsid w:val="004954AD"/>
    <w:rsid w:val="00495A67"/>
    <w:rsid w:val="00495EBF"/>
    <w:rsid w:val="0049600A"/>
    <w:rsid w:val="00496136"/>
    <w:rsid w:val="004961F4"/>
    <w:rsid w:val="00496447"/>
    <w:rsid w:val="00496DE1"/>
    <w:rsid w:val="004970D5"/>
    <w:rsid w:val="004A0FE7"/>
    <w:rsid w:val="004A14D9"/>
    <w:rsid w:val="004A1B9A"/>
    <w:rsid w:val="004A214F"/>
    <w:rsid w:val="004A24E3"/>
    <w:rsid w:val="004A27B1"/>
    <w:rsid w:val="004A29C3"/>
    <w:rsid w:val="004A2E53"/>
    <w:rsid w:val="004A35B5"/>
    <w:rsid w:val="004A38B9"/>
    <w:rsid w:val="004A45E9"/>
    <w:rsid w:val="004A49A7"/>
    <w:rsid w:val="004A4DCE"/>
    <w:rsid w:val="004A519D"/>
    <w:rsid w:val="004A54A5"/>
    <w:rsid w:val="004A5D4E"/>
    <w:rsid w:val="004A64A0"/>
    <w:rsid w:val="004A64CC"/>
    <w:rsid w:val="004A706E"/>
    <w:rsid w:val="004B0191"/>
    <w:rsid w:val="004B045B"/>
    <w:rsid w:val="004B0903"/>
    <w:rsid w:val="004B1070"/>
    <w:rsid w:val="004B12CC"/>
    <w:rsid w:val="004B181B"/>
    <w:rsid w:val="004B1EAE"/>
    <w:rsid w:val="004B24A8"/>
    <w:rsid w:val="004B2BE0"/>
    <w:rsid w:val="004B2E70"/>
    <w:rsid w:val="004B3177"/>
    <w:rsid w:val="004B31B5"/>
    <w:rsid w:val="004B7178"/>
    <w:rsid w:val="004B7371"/>
    <w:rsid w:val="004C0193"/>
    <w:rsid w:val="004C0D0D"/>
    <w:rsid w:val="004C119B"/>
    <w:rsid w:val="004C125D"/>
    <w:rsid w:val="004C1B0B"/>
    <w:rsid w:val="004C1D37"/>
    <w:rsid w:val="004C2271"/>
    <w:rsid w:val="004C2F7E"/>
    <w:rsid w:val="004C4419"/>
    <w:rsid w:val="004C4C62"/>
    <w:rsid w:val="004C4C78"/>
    <w:rsid w:val="004C538F"/>
    <w:rsid w:val="004C5F79"/>
    <w:rsid w:val="004C787A"/>
    <w:rsid w:val="004C7CDC"/>
    <w:rsid w:val="004C7F1F"/>
    <w:rsid w:val="004D05AD"/>
    <w:rsid w:val="004D0C91"/>
    <w:rsid w:val="004D248A"/>
    <w:rsid w:val="004D27DE"/>
    <w:rsid w:val="004D29D8"/>
    <w:rsid w:val="004D2CF7"/>
    <w:rsid w:val="004D2E20"/>
    <w:rsid w:val="004D319C"/>
    <w:rsid w:val="004D3345"/>
    <w:rsid w:val="004D3797"/>
    <w:rsid w:val="004D37BB"/>
    <w:rsid w:val="004D3E66"/>
    <w:rsid w:val="004D4131"/>
    <w:rsid w:val="004D48D7"/>
    <w:rsid w:val="004D4ADA"/>
    <w:rsid w:val="004D51A7"/>
    <w:rsid w:val="004D560B"/>
    <w:rsid w:val="004D5796"/>
    <w:rsid w:val="004D5848"/>
    <w:rsid w:val="004D5898"/>
    <w:rsid w:val="004D58ED"/>
    <w:rsid w:val="004D613E"/>
    <w:rsid w:val="004D6A04"/>
    <w:rsid w:val="004D7044"/>
    <w:rsid w:val="004D7FF5"/>
    <w:rsid w:val="004E024A"/>
    <w:rsid w:val="004E0777"/>
    <w:rsid w:val="004E07C1"/>
    <w:rsid w:val="004E0F2F"/>
    <w:rsid w:val="004E1D04"/>
    <w:rsid w:val="004E1FE6"/>
    <w:rsid w:val="004E2444"/>
    <w:rsid w:val="004E2D1E"/>
    <w:rsid w:val="004E2E9E"/>
    <w:rsid w:val="004E3AF0"/>
    <w:rsid w:val="004E3DAC"/>
    <w:rsid w:val="004E5513"/>
    <w:rsid w:val="004E5566"/>
    <w:rsid w:val="004E64DF"/>
    <w:rsid w:val="004E6962"/>
    <w:rsid w:val="004E6DAF"/>
    <w:rsid w:val="004E6F86"/>
    <w:rsid w:val="004F02DB"/>
    <w:rsid w:val="004F0319"/>
    <w:rsid w:val="004F037D"/>
    <w:rsid w:val="004F0A5B"/>
    <w:rsid w:val="004F0BAD"/>
    <w:rsid w:val="004F135C"/>
    <w:rsid w:val="004F1E32"/>
    <w:rsid w:val="004F1E4E"/>
    <w:rsid w:val="004F1FD1"/>
    <w:rsid w:val="004F33A2"/>
    <w:rsid w:val="004F35A0"/>
    <w:rsid w:val="004F3B6F"/>
    <w:rsid w:val="004F4049"/>
    <w:rsid w:val="004F44A6"/>
    <w:rsid w:val="004F4B3B"/>
    <w:rsid w:val="004F5EF4"/>
    <w:rsid w:val="004F6022"/>
    <w:rsid w:val="004F73FA"/>
    <w:rsid w:val="004F7462"/>
    <w:rsid w:val="004F7B63"/>
    <w:rsid w:val="0050074E"/>
    <w:rsid w:val="0050082A"/>
    <w:rsid w:val="00500B39"/>
    <w:rsid w:val="00500B5E"/>
    <w:rsid w:val="0050153A"/>
    <w:rsid w:val="005017B1"/>
    <w:rsid w:val="00501B1D"/>
    <w:rsid w:val="00501DED"/>
    <w:rsid w:val="005027DF"/>
    <w:rsid w:val="0050291D"/>
    <w:rsid w:val="00502C0B"/>
    <w:rsid w:val="005044B6"/>
    <w:rsid w:val="00505E7F"/>
    <w:rsid w:val="005063AE"/>
    <w:rsid w:val="005065AD"/>
    <w:rsid w:val="005065DB"/>
    <w:rsid w:val="005076A4"/>
    <w:rsid w:val="00507B2A"/>
    <w:rsid w:val="00507F69"/>
    <w:rsid w:val="0051000E"/>
    <w:rsid w:val="005100DF"/>
    <w:rsid w:val="00510B77"/>
    <w:rsid w:val="00510C62"/>
    <w:rsid w:val="0051138A"/>
    <w:rsid w:val="005113A9"/>
    <w:rsid w:val="0051197A"/>
    <w:rsid w:val="00511F6F"/>
    <w:rsid w:val="005128B0"/>
    <w:rsid w:val="00512C20"/>
    <w:rsid w:val="00512F5E"/>
    <w:rsid w:val="00513054"/>
    <w:rsid w:val="00513064"/>
    <w:rsid w:val="005132DE"/>
    <w:rsid w:val="0051357F"/>
    <w:rsid w:val="00513A73"/>
    <w:rsid w:val="00513D3D"/>
    <w:rsid w:val="005141F2"/>
    <w:rsid w:val="00514413"/>
    <w:rsid w:val="005144D5"/>
    <w:rsid w:val="00514C48"/>
    <w:rsid w:val="00514FC4"/>
    <w:rsid w:val="005156A5"/>
    <w:rsid w:val="00515855"/>
    <w:rsid w:val="005159A6"/>
    <w:rsid w:val="00515E8C"/>
    <w:rsid w:val="005165CE"/>
    <w:rsid w:val="005175EB"/>
    <w:rsid w:val="005202D8"/>
    <w:rsid w:val="005207F4"/>
    <w:rsid w:val="00520B5D"/>
    <w:rsid w:val="00520DCD"/>
    <w:rsid w:val="00521512"/>
    <w:rsid w:val="0052263C"/>
    <w:rsid w:val="00522C32"/>
    <w:rsid w:val="005241F8"/>
    <w:rsid w:val="005243D2"/>
    <w:rsid w:val="00524AF2"/>
    <w:rsid w:val="00524C20"/>
    <w:rsid w:val="00524D4D"/>
    <w:rsid w:val="00524EBB"/>
    <w:rsid w:val="00525329"/>
    <w:rsid w:val="00526023"/>
    <w:rsid w:val="0052665D"/>
    <w:rsid w:val="0052668D"/>
    <w:rsid w:val="00526836"/>
    <w:rsid w:val="005270B7"/>
    <w:rsid w:val="00527307"/>
    <w:rsid w:val="00527723"/>
    <w:rsid w:val="00527D47"/>
    <w:rsid w:val="00530ABA"/>
    <w:rsid w:val="00530F36"/>
    <w:rsid w:val="005310D9"/>
    <w:rsid w:val="00531415"/>
    <w:rsid w:val="00531AE6"/>
    <w:rsid w:val="00531E5B"/>
    <w:rsid w:val="0053210B"/>
    <w:rsid w:val="0053266B"/>
    <w:rsid w:val="005331C9"/>
    <w:rsid w:val="005338C2"/>
    <w:rsid w:val="00533E15"/>
    <w:rsid w:val="00533F2E"/>
    <w:rsid w:val="005345C9"/>
    <w:rsid w:val="00534735"/>
    <w:rsid w:val="005354A5"/>
    <w:rsid w:val="005354AE"/>
    <w:rsid w:val="00535B1E"/>
    <w:rsid w:val="00536446"/>
    <w:rsid w:val="0053679F"/>
    <w:rsid w:val="00536CAD"/>
    <w:rsid w:val="00536DDA"/>
    <w:rsid w:val="00537842"/>
    <w:rsid w:val="00537974"/>
    <w:rsid w:val="00537BCD"/>
    <w:rsid w:val="00540279"/>
    <w:rsid w:val="00540573"/>
    <w:rsid w:val="0054063D"/>
    <w:rsid w:val="005409F5"/>
    <w:rsid w:val="00540AE6"/>
    <w:rsid w:val="005410B7"/>
    <w:rsid w:val="00541493"/>
    <w:rsid w:val="005416BE"/>
    <w:rsid w:val="00541C3E"/>
    <w:rsid w:val="00541EBE"/>
    <w:rsid w:val="00541F52"/>
    <w:rsid w:val="005429E3"/>
    <w:rsid w:val="00542D32"/>
    <w:rsid w:val="00542F1F"/>
    <w:rsid w:val="00542F8F"/>
    <w:rsid w:val="005435D7"/>
    <w:rsid w:val="005437DC"/>
    <w:rsid w:val="00544C46"/>
    <w:rsid w:val="00544E66"/>
    <w:rsid w:val="005461A9"/>
    <w:rsid w:val="005464EC"/>
    <w:rsid w:val="005469DD"/>
    <w:rsid w:val="005470B1"/>
    <w:rsid w:val="00547419"/>
    <w:rsid w:val="0054764F"/>
    <w:rsid w:val="00547CCD"/>
    <w:rsid w:val="005519AE"/>
    <w:rsid w:val="00551D33"/>
    <w:rsid w:val="00551FCA"/>
    <w:rsid w:val="005520B0"/>
    <w:rsid w:val="00552840"/>
    <w:rsid w:val="00553554"/>
    <w:rsid w:val="00553980"/>
    <w:rsid w:val="0055490E"/>
    <w:rsid w:val="00554E1C"/>
    <w:rsid w:val="005560CB"/>
    <w:rsid w:val="0055639D"/>
    <w:rsid w:val="005566AD"/>
    <w:rsid w:val="005575B5"/>
    <w:rsid w:val="00560533"/>
    <w:rsid w:val="0056066C"/>
    <w:rsid w:val="00561899"/>
    <w:rsid w:val="00561A2E"/>
    <w:rsid w:val="00561AF4"/>
    <w:rsid w:val="00562380"/>
    <w:rsid w:val="00562484"/>
    <w:rsid w:val="00562B7E"/>
    <w:rsid w:val="00562DBA"/>
    <w:rsid w:val="00563014"/>
    <w:rsid w:val="005637B2"/>
    <w:rsid w:val="00564357"/>
    <w:rsid w:val="00564FAD"/>
    <w:rsid w:val="0056569F"/>
    <w:rsid w:val="0056570A"/>
    <w:rsid w:val="00565BC6"/>
    <w:rsid w:val="00566284"/>
    <w:rsid w:val="0056637E"/>
    <w:rsid w:val="00566CC6"/>
    <w:rsid w:val="005674D6"/>
    <w:rsid w:val="0056769C"/>
    <w:rsid w:val="00570797"/>
    <w:rsid w:val="00570D17"/>
    <w:rsid w:val="00570F95"/>
    <w:rsid w:val="00571666"/>
    <w:rsid w:val="00572333"/>
    <w:rsid w:val="005724B3"/>
    <w:rsid w:val="00572906"/>
    <w:rsid w:val="00572BA7"/>
    <w:rsid w:val="00572E8A"/>
    <w:rsid w:val="00573430"/>
    <w:rsid w:val="00574C2D"/>
    <w:rsid w:val="00574EC3"/>
    <w:rsid w:val="005755F9"/>
    <w:rsid w:val="00577625"/>
    <w:rsid w:val="00577D34"/>
    <w:rsid w:val="00580445"/>
    <w:rsid w:val="00580B09"/>
    <w:rsid w:val="00581797"/>
    <w:rsid w:val="00581D44"/>
    <w:rsid w:val="00581FA3"/>
    <w:rsid w:val="00581FBF"/>
    <w:rsid w:val="00582534"/>
    <w:rsid w:val="005826CD"/>
    <w:rsid w:val="005826D9"/>
    <w:rsid w:val="005827CE"/>
    <w:rsid w:val="00584417"/>
    <w:rsid w:val="00584477"/>
    <w:rsid w:val="00584A34"/>
    <w:rsid w:val="00584E33"/>
    <w:rsid w:val="00586BB8"/>
    <w:rsid w:val="00586C68"/>
    <w:rsid w:val="005876DE"/>
    <w:rsid w:val="00587AD7"/>
    <w:rsid w:val="00587F43"/>
    <w:rsid w:val="0059049A"/>
    <w:rsid w:val="0059081D"/>
    <w:rsid w:val="005908FA"/>
    <w:rsid w:val="00590ED0"/>
    <w:rsid w:val="00591497"/>
    <w:rsid w:val="00591778"/>
    <w:rsid w:val="00591E0A"/>
    <w:rsid w:val="00591F9F"/>
    <w:rsid w:val="0059205D"/>
    <w:rsid w:val="00592265"/>
    <w:rsid w:val="0059285D"/>
    <w:rsid w:val="005929C9"/>
    <w:rsid w:val="00592C32"/>
    <w:rsid w:val="00592EBE"/>
    <w:rsid w:val="00593071"/>
    <w:rsid w:val="0059383D"/>
    <w:rsid w:val="005939B4"/>
    <w:rsid w:val="00593B59"/>
    <w:rsid w:val="00594218"/>
    <w:rsid w:val="00594464"/>
    <w:rsid w:val="00594510"/>
    <w:rsid w:val="005949BD"/>
    <w:rsid w:val="00595472"/>
    <w:rsid w:val="005958A7"/>
    <w:rsid w:val="00595C6F"/>
    <w:rsid w:val="00596BCC"/>
    <w:rsid w:val="00596E31"/>
    <w:rsid w:val="00597B1A"/>
    <w:rsid w:val="005A013F"/>
    <w:rsid w:val="005A0260"/>
    <w:rsid w:val="005A091C"/>
    <w:rsid w:val="005A10F7"/>
    <w:rsid w:val="005A1872"/>
    <w:rsid w:val="005A1AC1"/>
    <w:rsid w:val="005A2080"/>
    <w:rsid w:val="005A2225"/>
    <w:rsid w:val="005A2451"/>
    <w:rsid w:val="005A26FE"/>
    <w:rsid w:val="005A27FA"/>
    <w:rsid w:val="005A3EAD"/>
    <w:rsid w:val="005A4536"/>
    <w:rsid w:val="005A46C2"/>
    <w:rsid w:val="005A5325"/>
    <w:rsid w:val="005A54AE"/>
    <w:rsid w:val="005A5502"/>
    <w:rsid w:val="005A65B6"/>
    <w:rsid w:val="005A7104"/>
    <w:rsid w:val="005A7351"/>
    <w:rsid w:val="005A7B87"/>
    <w:rsid w:val="005A7E06"/>
    <w:rsid w:val="005B06CA"/>
    <w:rsid w:val="005B0AC0"/>
    <w:rsid w:val="005B0F8A"/>
    <w:rsid w:val="005B118C"/>
    <w:rsid w:val="005B13C4"/>
    <w:rsid w:val="005B150B"/>
    <w:rsid w:val="005B16B2"/>
    <w:rsid w:val="005B2133"/>
    <w:rsid w:val="005B3D1D"/>
    <w:rsid w:val="005B3F32"/>
    <w:rsid w:val="005B4541"/>
    <w:rsid w:val="005B4ED9"/>
    <w:rsid w:val="005B50FC"/>
    <w:rsid w:val="005B54FF"/>
    <w:rsid w:val="005B5B01"/>
    <w:rsid w:val="005B60A0"/>
    <w:rsid w:val="005B7EEF"/>
    <w:rsid w:val="005C0437"/>
    <w:rsid w:val="005C04C0"/>
    <w:rsid w:val="005C0B70"/>
    <w:rsid w:val="005C0DC3"/>
    <w:rsid w:val="005C20CC"/>
    <w:rsid w:val="005C2E9E"/>
    <w:rsid w:val="005C307E"/>
    <w:rsid w:val="005C36D3"/>
    <w:rsid w:val="005C3BE0"/>
    <w:rsid w:val="005C3C32"/>
    <w:rsid w:val="005C3F6D"/>
    <w:rsid w:val="005C411C"/>
    <w:rsid w:val="005C44D1"/>
    <w:rsid w:val="005C467B"/>
    <w:rsid w:val="005C4AA8"/>
    <w:rsid w:val="005C5303"/>
    <w:rsid w:val="005C5669"/>
    <w:rsid w:val="005C5A9C"/>
    <w:rsid w:val="005C63C0"/>
    <w:rsid w:val="005C67E5"/>
    <w:rsid w:val="005C754D"/>
    <w:rsid w:val="005C78A9"/>
    <w:rsid w:val="005C798D"/>
    <w:rsid w:val="005C7ABC"/>
    <w:rsid w:val="005D01A5"/>
    <w:rsid w:val="005D0340"/>
    <w:rsid w:val="005D0364"/>
    <w:rsid w:val="005D0802"/>
    <w:rsid w:val="005D0B0B"/>
    <w:rsid w:val="005D1148"/>
    <w:rsid w:val="005D16C0"/>
    <w:rsid w:val="005D1B9A"/>
    <w:rsid w:val="005D22C1"/>
    <w:rsid w:val="005D2A4B"/>
    <w:rsid w:val="005D2C07"/>
    <w:rsid w:val="005D2EE6"/>
    <w:rsid w:val="005D301A"/>
    <w:rsid w:val="005D3394"/>
    <w:rsid w:val="005D3A94"/>
    <w:rsid w:val="005D50C4"/>
    <w:rsid w:val="005D51C1"/>
    <w:rsid w:val="005D562C"/>
    <w:rsid w:val="005D6305"/>
    <w:rsid w:val="005D6658"/>
    <w:rsid w:val="005D69AC"/>
    <w:rsid w:val="005D71C6"/>
    <w:rsid w:val="005D777A"/>
    <w:rsid w:val="005D7A25"/>
    <w:rsid w:val="005E10AC"/>
    <w:rsid w:val="005E1296"/>
    <w:rsid w:val="005E2045"/>
    <w:rsid w:val="005E21B3"/>
    <w:rsid w:val="005E2DF1"/>
    <w:rsid w:val="005E3161"/>
    <w:rsid w:val="005E3407"/>
    <w:rsid w:val="005E388C"/>
    <w:rsid w:val="005E4703"/>
    <w:rsid w:val="005E47AC"/>
    <w:rsid w:val="005E4BB5"/>
    <w:rsid w:val="005E5638"/>
    <w:rsid w:val="005E6356"/>
    <w:rsid w:val="005E7068"/>
    <w:rsid w:val="005E7544"/>
    <w:rsid w:val="005E76AB"/>
    <w:rsid w:val="005F02DD"/>
    <w:rsid w:val="005F047C"/>
    <w:rsid w:val="005F1D41"/>
    <w:rsid w:val="005F25D1"/>
    <w:rsid w:val="005F27AA"/>
    <w:rsid w:val="005F2931"/>
    <w:rsid w:val="005F36E7"/>
    <w:rsid w:val="005F37E5"/>
    <w:rsid w:val="005F3F35"/>
    <w:rsid w:val="005F4A79"/>
    <w:rsid w:val="005F7F24"/>
    <w:rsid w:val="005F7F78"/>
    <w:rsid w:val="00600EAD"/>
    <w:rsid w:val="00601656"/>
    <w:rsid w:val="00601FFD"/>
    <w:rsid w:val="00602708"/>
    <w:rsid w:val="00602D80"/>
    <w:rsid w:val="00602F7C"/>
    <w:rsid w:val="006030DF"/>
    <w:rsid w:val="00604205"/>
    <w:rsid w:val="006050C5"/>
    <w:rsid w:val="006062D8"/>
    <w:rsid w:val="00606457"/>
    <w:rsid w:val="00607124"/>
    <w:rsid w:val="006076CD"/>
    <w:rsid w:val="00607D53"/>
    <w:rsid w:val="00607F92"/>
    <w:rsid w:val="006102B4"/>
    <w:rsid w:val="00610688"/>
    <w:rsid w:val="006106C6"/>
    <w:rsid w:val="006108C3"/>
    <w:rsid w:val="00611991"/>
    <w:rsid w:val="00611AB4"/>
    <w:rsid w:val="00611BA1"/>
    <w:rsid w:val="0061238B"/>
    <w:rsid w:val="00612702"/>
    <w:rsid w:val="0061276D"/>
    <w:rsid w:val="00612CDC"/>
    <w:rsid w:val="00612EA7"/>
    <w:rsid w:val="006137FA"/>
    <w:rsid w:val="00613CD6"/>
    <w:rsid w:val="006141C7"/>
    <w:rsid w:val="00615B55"/>
    <w:rsid w:val="006161C8"/>
    <w:rsid w:val="0061649B"/>
    <w:rsid w:val="00616A55"/>
    <w:rsid w:val="00617891"/>
    <w:rsid w:val="006179F9"/>
    <w:rsid w:val="00617BCF"/>
    <w:rsid w:val="00620BC7"/>
    <w:rsid w:val="00620E94"/>
    <w:rsid w:val="00621A79"/>
    <w:rsid w:val="0062203E"/>
    <w:rsid w:val="00622786"/>
    <w:rsid w:val="00622D50"/>
    <w:rsid w:val="006238F4"/>
    <w:rsid w:val="0062391D"/>
    <w:rsid w:val="00623BE2"/>
    <w:rsid w:val="00624117"/>
    <w:rsid w:val="0062506E"/>
    <w:rsid w:val="0062586A"/>
    <w:rsid w:val="00625FB1"/>
    <w:rsid w:val="00625FD3"/>
    <w:rsid w:val="006269B8"/>
    <w:rsid w:val="00626F11"/>
    <w:rsid w:val="006271EA"/>
    <w:rsid w:val="006274C8"/>
    <w:rsid w:val="0063050A"/>
    <w:rsid w:val="006309E1"/>
    <w:rsid w:val="00630A7D"/>
    <w:rsid w:val="00630E2B"/>
    <w:rsid w:val="00630E85"/>
    <w:rsid w:val="00630F4B"/>
    <w:rsid w:val="0063186E"/>
    <w:rsid w:val="00632B20"/>
    <w:rsid w:val="006332A3"/>
    <w:rsid w:val="00633558"/>
    <w:rsid w:val="006339A0"/>
    <w:rsid w:val="00633AA3"/>
    <w:rsid w:val="00633D99"/>
    <w:rsid w:val="006348FD"/>
    <w:rsid w:val="006349F7"/>
    <w:rsid w:val="00635BCA"/>
    <w:rsid w:val="00635CC9"/>
    <w:rsid w:val="0063606F"/>
    <w:rsid w:val="006361CA"/>
    <w:rsid w:val="006365C0"/>
    <w:rsid w:val="00637160"/>
    <w:rsid w:val="0063778B"/>
    <w:rsid w:val="00640026"/>
    <w:rsid w:val="00640149"/>
    <w:rsid w:val="00640317"/>
    <w:rsid w:val="006405A2"/>
    <w:rsid w:val="00640BE1"/>
    <w:rsid w:val="00640C17"/>
    <w:rsid w:val="00640F09"/>
    <w:rsid w:val="00641320"/>
    <w:rsid w:val="006415F8"/>
    <w:rsid w:val="00641C9B"/>
    <w:rsid w:val="006428E3"/>
    <w:rsid w:val="00642F05"/>
    <w:rsid w:val="00643BC6"/>
    <w:rsid w:val="00644259"/>
    <w:rsid w:val="00644466"/>
    <w:rsid w:val="00644708"/>
    <w:rsid w:val="006447E8"/>
    <w:rsid w:val="00644AF6"/>
    <w:rsid w:val="006457F3"/>
    <w:rsid w:val="00645A73"/>
    <w:rsid w:val="0064615E"/>
    <w:rsid w:val="006464AF"/>
    <w:rsid w:val="0064666A"/>
    <w:rsid w:val="006466A3"/>
    <w:rsid w:val="00646BA0"/>
    <w:rsid w:val="00646E88"/>
    <w:rsid w:val="00646FD4"/>
    <w:rsid w:val="00646FF9"/>
    <w:rsid w:val="00647084"/>
    <w:rsid w:val="006474B6"/>
    <w:rsid w:val="00650471"/>
    <w:rsid w:val="006509D7"/>
    <w:rsid w:val="00650F08"/>
    <w:rsid w:val="00651408"/>
    <w:rsid w:val="006528E5"/>
    <w:rsid w:val="00652A28"/>
    <w:rsid w:val="00652BA4"/>
    <w:rsid w:val="00652C80"/>
    <w:rsid w:val="0065348A"/>
    <w:rsid w:val="006539F8"/>
    <w:rsid w:val="00654738"/>
    <w:rsid w:val="006551C9"/>
    <w:rsid w:val="006559E5"/>
    <w:rsid w:val="006562C3"/>
    <w:rsid w:val="00656B59"/>
    <w:rsid w:val="006572DA"/>
    <w:rsid w:val="00657410"/>
    <w:rsid w:val="00657751"/>
    <w:rsid w:val="0066079D"/>
    <w:rsid w:val="006608B6"/>
    <w:rsid w:val="006618AA"/>
    <w:rsid w:val="00662615"/>
    <w:rsid w:val="0066292B"/>
    <w:rsid w:val="00662D08"/>
    <w:rsid w:val="00663E58"/>
    <w:rsid w:val="00663F68"/>
    <w:rsid w:val="006641A2"/>
    <w:rsid w:val="006643DA"/>
    <w:rsid w:val="006645BD"/>
    <w:rsid w:val="00664FC2"/>
    <w:rsid w:val="006652BA"/>
    <w:rsid w:val="00665B28"/>
    <w:rsid w:val="00665E2F"/>
    <w:rsid w:val="006666AC"/>
    <w:rsid w:val="006671B5"/>
    <w:rsid w:val="0066724A"/>
    <w:rsid w:val="00667574"/>
    <w:rsid w:val="006676C4"/>
    <w:rsid w:val="0067072A"/>
    <w:rsid w:val="00670AA7"/>
    <w:rsid w:val="00670DB1"/>
    <w:rsid w:val="00670FAE"/>
    <w:rsid w:val="006711CD"/>
    <w:rsid w:val="006717DD"/>
    <w:rsid w:val="006718EC"/>
    <w:rsid w:val="00673463"/>
    <w:rsid w:val="00673654"/>
    <w:rsid w:val="00673A0E"/>
    <w:rsid w:val="00673B4E"/>
    <w:rsid w:val="00673C44"/>
    <w:rsid w:val="006747B1"/>
    <w:rsid w:val="00674D3B"/>
    <w:rsid w:val="00675E9A"/>
    <w:rsid w:val="00676B56"/>
    <w:rsid w:val="00676FA4"/>
    <w:rsid w:val="006771D0"/>
    <w:rsid w:val="00677595"/>
    <w:rsid w:val="0067783D"/>
    <w:rsid w:val="00677CD8"/>
    <w:rsid w:val="00677FAE"/>
    <w:rsid w:val="00680222"/>
    <w:rsid w:val="00680382"/>
    <w:rsid w:val="00680822"/>
    <w:rsid w:val="00681249"/>
    <w:rsid w:val="00681885"/>
    <w:rsid w:val="006819C2"/>
    <w:rsid w:val="00681ABF"/>
    <w:rsid w:val="00681CD6"/>
    <w:rsid w:val="00681D7C"/>
    <w:rsid w:val="00681EAC"/>
    <w:rsid w:val="00682652"/>
    <w:rsid w:val="006828EB"/>
    <w:rsid w:val="00683109"/>
    <w:rsid w:val="00683AC1"/>
    <w:rsid w:val="00683B84"/>
    <w:rsid w:val="006846C7"/>
    <w:rsid w:val="006847B2"/>
    <w:rsid w:val="00684EF7"/>
    <w:rsid w:val="006851A7"/>
    <w:rsid w:val="0068592C"/>
    <w:rsid w:val="00685E51"/>
    <w:rsid w:val="0068624A"/>
    <w:rsid w:val="0068628E"/>
    <w:rsid w:val="006867B3"/>
    <w:rsid w:val="0068681A"/>
    <w:rsid w:val="00686B23"/>
    <w:rsid w:val="006874DD"/>
    <w:rsid w:val="00690079"/>
    <w:rsid w:val="006902CB"/>
    <w:rsid w:val="00690463"/>
    <w:rsid w:val="00690D10"/>
    <w:rsid w:val="0069126D"/>
    <w:rsid w:val="00691AE8"/>
    <w:rsid w:val="00691BC2"/>
    <w:rsid w:val="00691C41"/>
    <w:rsid w:val="00691D68"/>
    <w:rsid w:val="00692329"/>
    <w:rsid w:val="00692630"/>
    <w:rsid w:val="00692952"/>
    <w:rsid w:val="00692D21"/>
    <w:rsid w:val="00693C0D"/>
    <w:rsid w:val="0069406B"/>
    <w:rsid w:val="00694AED"/>
    <w:rsid w:val="006950A7"/>
    <w:rsid w:val="0069545E"/>
    <w:rsid w:val="00695C47"/>
    <w:rsid w:val="00695DB0"/>
    <w:rsid w:val="006960DE"/>
    <w:rsid w:val="006962AF"/>
    <w:rsid w:val="006966F0"/>
    <w:rsid w:val="006976A8"/>
    <w:rsid w:val="00697794"/>
    <w:rsid w:val="0069794C"/>
    <w:rsid w:val="00697B56"/>
    <w:rsid w:val="006A01D6"/>
    <w:rsid w:val="006A17FA"/>
    <w:rsid w:val="006A1C06"/>
    <w:rsid w:val="006A1F18"/>
    <w:rsid w:val="006A296B"/>
    <w:rsid w:val="006A29F0"/>
    <w:rsid w:val="006A31CD"/>
    <w:rsid w:val="006A4B7C"/>
    <w:rsid w:val="006A4C19"/>
    <w:rsid w:val="006A4C20"/>
    <w:rsid w:val="006A4DE9"/>
    <w:rsid w:val="006A5476"/>
    <w:rsid w:val="006A58A8"/>
    <w:rsid w:val="006A6F2B"/>
    <w:rsid w:val="006A71EF"/>
    <w:rsid w:val="006A73A7"/>
    <w:rsid w:val="006B028B"/>
    <w:rsid w:val="006B0DB2"/>
    <w:rsid w:val="006B0DF0"/>
    <w:rsid w:val="006B1C26"/>
    <w:rsid w:val="006B1EF2"/>
    <w:rsid w:val="006B2022"/>
    <w:rsid w:val="006B24C6"/>
    <w:rsid w:val="006B25AD"/>
    <w:rsid w:val="006B2BE5"/>
    <w:rsid w:val="006B2CBE"/>
    <w:rsid w:val="006B3189"/>
    <w:rsid w:val="006B3262"/>
    <w:rsid w:val="006B3810"/>
    <w:rsid w:val="006B3BEF"/>
    <w:rsid w:val="006B4FE9"/>
    <w:rsid w:val="006B5303"/>
    <w:rsid w:val="006B59FF"/>
    <w:rsid w:val="006B5E19"/>
    <w:rsid w:val="006B5F60"/>
    <w:rsid w:val="006B7E07"/>
    <w:rsid w:val="006C08EB"/>
    <w:rsid w:val="006C09D6"/>
    <w:rsid w:val="006C0A08"/>
    <w:rsid w:val="006C0ACB"/>
    <w:rsid w:val="006C2234"/>
    <w:rsid w:val="006C2715"/>
    <w:rsid w:val="006C3AFD"/>
    <w:rsid w:val="006C3E21"/>
    <w:rsid w:val="006C4276"/>
    <w:rsid w:val="006C4C20"/>
    <w:rsid w:val="006C5999"/>
    <w:rsid w:val="006C5CA9"/>
    <w:rsid w:val="006C62AA"/>
    <w:rsid w:val="006C65E6"/>
    <w:rsid w:val="006C674B"/>
    <w:rsid w:val="006C6973"/>
    <w:rsid w:val="006C6D03"/>
    <w:rsid w:val="006C70D7"/>
    <w:rsid w:val="006C7647"/>
    <w:rsid w:val="006D0001"/>
    <w:rsid w:val="006D0229"/>
    <w:rsid w:val="006D0292"/>
    <w:rsid w:val="006D09CE"/>
    <w:rsid w:val="006D1496"/>
    <w:rsid w:val="006D18A5"/>
    <w:rsid w:val="006D1FA0"/>
    <w:rsid w:val="006D2EE2"/>
    <w:rsid w:val="006D3107"/>
    <w:rsid w:val="006D3495"/>
    <w:rsid w:val="006D3ACB"/>
    <w:rsid w:val="006D3C0C"/>
    <w:rsid w:val="006D3E71"/>
    <w:rsid w:val="006D3F7A"/>
    <w:rsid w:val="006D4CE2"/>
    <w:rsid w:val="006D5274"/>
    <w:rsid w:val="006D5C64"/>
    <w:rsid w:val="006D692B"/>
    <w:rsid w:val="006D6BC0"/>
    <w:rsid w:val="006D6BF3"/>
    <w:rsid w:val="006D6FE4"/>
    <w:rsid w:val="006D71DA"/>
    <w:rsid w:val="006D74D6"/>
    <w:rsid w:val="006D7513"/>
    <w:rsid w:val="006E051F"/>
    <w:rsid w:val="006E0C47"/>
    <w:rsid w:val="006E0ED3"/>
    <w:rsid w:val="006E11A7"/>
    <w:rsid w:val="006E1211"/>
    <w:rsid w:val="006E14EF"/>
    <w:rsid w:val="006E1807"/>
    <w:rsid w:val="006E1CEB"/>
    <w:rsid w:val="006E2A7B"/>
    <w:rsid w:val="006E2F02"/>
    <w:rsid w:val="006E4FEC"/>
    <w:rsid w:val="006E508C"/>
    <w:rsid w:val="006E55E5"/>
    <w:rsid w:val="006E57A7"/>
    <w:rsid w:val="006E599C"/>
    <w:rsid w:val="006E5A0B"/>
    <w:rsid w:val="006E5E25"/>
    <w:rsid w:val="006E6087"/>
    <w:rsid w:val="006E71D3"/>
    <w:rsid w:val="006E76D9"/>
    <w:rsid w:val="006E7A6D"/>
    <w:rsid w:val="006E7B86"/>
    <w:rsid w:val="006E7C20"/>
    <w:rsid w:val="006E7DDC"/>
    <w:rsid w:val="006E7F32"/>
    <w:rsid w:val="006E7FFE"/>
    <w:rsid w:val="006F150E"/>
    <w:rsid w:val="006F1F95"/>
    <w:rsid w:val="006F22AD"/>
    <w:rsid w:val="006F237B"/>
    <w:rsid w:val="006F2510"/>
    <w:rsid w:val="006F315C"/>
    <w:rsid w:val="006F336C"/>
    <w:rsid w:val="006F46E0"/>
    <w:rsid w:val="006F4B06"/>
    <w:rsid w:val="006F4B0F"/>
    <w:rsid w:val="006F5525"/>
    <w:rsid w:val="006F59EA"/>
    <w:rsid w:val="006F5D9E"/>
    <w:rsid w:val="006F60DB"/>
    <w:rsid w:val="006F62C0"/>
    <w:rsid w:val="006F6391"/>
    <w:rsid w:val="006F639C"/>
    <w:rsid w:val="006F681F"/>
    <w:rsid w:val="006F6DE6"/>
    <w:rsid w:val="006F7002"/>
    <w:rsid w:val="006F72B5"/>
    <w:rsid w:val="006F7B27"/>
    <w:rsid w:val="006F7D09"/>
    <w:rsid w:val="00700088"/>
    <w:rsid w:val="00701C28"/>
    <w:rsid w:val="0070293E"/>
    <w:rsid w:val="00702968"/>
    <w:rsid w:val="00703B46"/>
    <w:rsid w:val="00703B75"/>
    <w:rsid w:val="00703EB0"/>
    <w:rsid w:val="00704261"/>
    <w:rsid w:val="00704F57"/>
    <w:rsid w:val="0070618D"/>
    <w:rsid w:val="00706249"/>
    <w:rsid w:val="007066CB"/>
    <w:rsid w:val="00707A21"/>
    <w:rsid w:val="00707A98"/>
    <w:rsid w:val="00707FA6"/>
    <w:rsid w:val="0071172D"/>
    <w:rsid w:val="00711A89"/>
    <w:rsid w:val="00711EFA"/>
    <w:rsid w:val="007126F9"/>
    <w:rsid w:val="007135F2"/>
    <w:rsid w:val="00713B3F"/>
    <w:rsid w:val="00713BDF"/>
    <w:rsid w:val="00714E45"/>
    <w:rsid w:val="0071555A"/>
    <w:rsid w:val="007156E1"/>
    <w:rsid w:val="0071624A"/>
    <w:rsid w:val="007171CA"/>
    <w:rsid w:val="00717561"/>
    <w:rsid w:val="00720E77"/>
    <w:rsid w:val="0072238F"/>
    <w:rsid w:val="0072304A"/>
    <w:rsid w:val="007232DF"/>
    <w:rsid w:val="007234E0"/>
    <w:rsid w:val="00723E31"/>
    <w:rsid w:val="0072453A"/>
    <w:rsid w:val="00725327"/>
    <w:rsid w:val="0072539E"/>
    <w:rsid w:val="00725525"/>
    <w:rsid w:val="007259BA"/>
    <w:rsid w:val="00726F91"/>
    <w:rsid w:val="007270F5"/>
    <w:rsid w:val="007274F8"/>
    <w:rsid w:val="00727B4A"/>
    <w:rsid w:val="0073053B"/>
    <w:rsid w:val="007317C0"/>
    <w:rsid w:val="007317CF"/>
    <w:rsid w:val="00731BA2"/>
    <w:rsid w:val="007325AC"/>
    <w:rsid w:val="0073365E"/>
    <w:rsid w:val="00733983"/>
    <w:rsid w:val="007339E1"/>
    <w:rsid w:val="007345CC"/>
    <w:rsid w:val="00734672"/>
    <w:rsid w:val="0073493A"/>
    <w:rsid w:val="00735BFD"/>
    <w:rsid w:val="007364AF"/>
    <w:rsid w:val="0073685D"/>
    <w:rsid w:val="007377BD"/>
    <w:rsid w:val="00737A3D"/>
    <w:rsid w:val="00737CAB"/>
    <w:rsid w:val="007405CC"/>
    <w:rsid w:val="00740685"/>
    <w:rsid w:val="00740962"/>
    <w:rsid w:val="007412B0"/>
    <w:rsid w:val="00741A20"/>
    <w:rsid w:val="00741A88"/>
    <w:rsid w:val="00741AEC"/>
    <w:rsid w:val="00741D39"/>
    <w:rsid w:val="00744AB6"/>
    <w:rsid w:val="00745141"/>
    <w:rsid w:val="007463A6"/>
    <w:rsid w:val="0074644A"/>
    <w:rsid w:val="0074770E"/>
    <w:rsid w:val="00750919"/>
    <w:rsid w:val="0075171A"/>
    <w:rsid w:val="007523D3"/>
    <w:rsid w:val="007528B1"/>
    <w:rsid w:val="0075310C"/>
    <w:rsid w:val="007534E8"/>
    <w:rsid w:val="0075357A"/>
    <w:rsid w:val="00753C89"/>
    <w:rsid w:val="00753ECF"/>
    <w:rsid w:val="00754015"/>
    <w:rsid w:val="007540D3"/>
    <w:rsid w:val="0075449E"/>
    <w:rsid w:val="00754A9C"/>
    <w:rsid w:val="00754B41"/>
    <w:rsid w:val="00754B53"/>
    <w:rsid w:val="00754B64"/>
    <w:rsid w:val="00754D74"/>
    <w:rsid w:val="0075504E"/>
    <w:rsid w:val="007555EF"/>
    <w:rsid w:val="0075591D"/>
    <w:rsid w:val="00756025"/>
    <w:rsid w:val="00756078"/>
    <w:rsid w:val="00756131"/>
    <w:rsid w:val="007561C2"/>
    <w:rsid w:val="00756635"/>
    <w:rsid w:val="00756DC9"/>
    <w:rsid w:val="00756E8A"/>
    <w:rsid w:val="0076010C"/>
    <w:rsid w:val="0076033B"/>
    <w:rsid w:val="007605C0"/>
    <w:rsid w:val="00760D0C"/>
    <w:rsid w:val="00760E2C"/>
    <w:rsid w:val="007610F0"/>
    <w:rsid w:val="007614C2"/>
    <w:rsid w:val="00761D0B"/>
    <w:rsid w:val="0076228F"/>
    <w:rsid w:val="00762405"/>
    <w:rsid w:val="00763393"/>
    <w:rsid w:val="007639AD"/>
    <w:rsid w:val="00763B05"/>
    <w:rsid w:val="00764C30"/>
    <w:rsid w:val="007652DD"/>
    <w:rsid w:val="00765624"/>
    <w:rsid w:val="00766216"/>
    <w:rsid w:val="00766870"/>
    <w:rsid w:val="007669E6"/>
    <w:rsid w:val="00767410"/>
    <w:rsid w:val="00767A46"/>
    <w:rsid w:val="00767CCD"/>
    <w:rsid w:val="007700CC"/>
    <w:rsid w:val="007706A3"/>
    <w:rsid w:val="007706E0"/>
    <w:rsid w:val="00771655"/>
    <w:rsid w:val="00771C0B"/>
    <w:rsid w:val="00771F21"/>
    <w:rsid w:val="00773DE3"/>
    <w:rsid w:val="0077414C"/>
    <w:rsid w:val="00774714"/>
    <w:rsid w:val="00774E08"/>
    <w:rsid w:val="007759C6"/>
    <w:rsid w:val="007764E6"/>
    <w:rsid w:val="00776F0E"/>
    <w:rsid w:val="00776F6C"/>
    <w:rsid w:val="00777CD2"/>
    <w:rsid w:val="0078030B"/>
    <w:rsid w:val="00780474"/>
    <w:rsid w:val="007809EB"/>
    <w:rsid w:val="00780C77"/>
    <w:rsid w:val="00781321"/>
    <w:rsid w:val="00781497"/>
    <w:rsid w:val="00782778"/>
    <w:rsid w:val="0078335C"/>
    <w:rsid w:val="00783CB2"/>
    <w:rsid w:val="00783E9F"/>
    <w:rsid w:val="00784681"/>
    <w:rsid w:val="007849B6"/>
    <w:rsid w:val="00784D13"/>
    <w:rsid w:val="007856C6"/>
    <w:rsid w:val="00785C31"/>
    <w:rsid w:val="0078654A"/>
    <w:rsid w:val="00786BAB"/>
    <w:rsid w:val="00786FD2"/>
    <w:rsid w:val="007870DA"/>
    <w:rsid w:val="007877C5"/>
    <w:rsid w:val="00787862"/>
    <w:rsid w:val="00790DCB"/>
    <w:rsid w:val="00791002"/>
    <w:rsid w:val="007914B7"/>
    <w:rsid w:val="007919AB"/>
    <w:rsid w:val="00791A4A"/>
    <w:rsid w:val="007921A3"/>
    <w:rsid w:val="0079275E"/>
    <w:rsid w:val="00792C9A"/>
    <w:rsid w:val="00792F48"/>
    <w:rsid w:val="00793312"/>
    <w:rsid w:val="007944B0"/>
    <w:rsid w:val="00794590"/>
    <w:rsid w:val="007945D3"/>
    <w:rsid w:val="00794A19"/>
    <w:rsid w:val="00795E84"/>
    <w:rsid w:val="00796241"/>
    <w:rsid w:val="0079638C"/>
    <w:rsid w:val="00796622"/>
    <w:rsid w:val="00796948"/>
    <w:rsid w:val="007973C1"/>
    <w:rsid w:val="00797505"/>
    <w:rsid w:val="0079760F"/>
    <w:rsid w:val="00797EE9"/>
    <w:rsid w:val="007A0450"/>
    <w:rsid w:val="007A0BCC"/>
    <w:rsid w:val="007A0D02"/>
    <w:rsid w:val="007A1A8E"/>
    <w:rsid w:val="007A3437"/>
    <w:rsid w:val="007A4924"/>
    <w:rsid w:val="007A4F7B"/>
    <w:rsid w:val="007A5536"/>
    <w:rsid w:val="007A5879"/>
    <w:rsid w:val="007A5AAC"/>
    <w:rsid w:val="007A5B0D"/>
    <w:rsid w:val="007A604F"/>
    <w:rsid w:val="007A6FFA"/>
    <w:rsid w:val="007A72A2"/>
    <w:rsid w:val="007A7662"/>
    <w:rsid w:val="007A7E81"/>
    <w:rsid w:val="007B118D"/>
    <w:rsid w:val="007B12AC"/>
    <w:rsid w:val="007B192E"/>
    <w:rsid w:val="007B1B87"/>
    <w:rsid w:val="007B1CA3"/>
    <w:rsid w:val="007B20CE"/>
    <w:rsid w:val="007B2279"/>
    <w:rsid w:val="007B2781"/>
    <w:rsid w:val="007B3993"/>
    <w:rsid w:val="007B3A16"/>
    <w:rsid w:val="007B3B59"/>
    <w:rsid w:val="007B40C1"/>
    <w:rsid w:val="007B43B3"/>
    <w:rsid w:val="007B4C95"/>
    <w:rsid w:val="007B500F"/>
    <w:rsid w:val="007B51CB"/>
    <w:rsid w:val="007B530E"/>
    <w:rsid w:val="007B5AF2"/>
    <w:rsid w:val="007B5F46"/>
    <w:rsid w:val="007B6198"/>
    <w:rsid w:val="007B74D7"/>
    <w:rsid w:val="007C028A"/>
    <w:rsid w:val="007C0483"/>
    <w:rsid w:val="007C2B8D"/>
    <w:rsid w:val="007C3468"/>
    <w:rsid w:val="007C371F"/>
    <w:rsid w:val="007C4BC9"/>
    <w:rsid w:val="007C574D"/>
    <w:rsid w:val="007C598C"/>
    <w:rsid w:val="007C5ED1"/>
    <w:rsid w:val="007C5EEA"/>
    <w:rsid w:val="007C60DC"/>
    <w:rsid w:val="007C6867"/>
    <w:rsid w:val="007C6EDB"/>
    <w:rsid w:val="007C707E"/>
    <w:rsid w:val="007C768A"/>
    <w:rsid w:val="007C7C5E"/>
    <w:rsid w:val="007C7DAE"/>
    <w:rsid w:val="007D102C"/>
    <w:rsid w:val="007D19D1"/>
    <w:rsid w:val="007D1D14"/>
    <w:rsid w:val="007D2178"/>
    <w:rsid w:val="007D2263"/>
    <w:rsid w:val="007D27A8"/>
    <w:rsid w:val="007D29E1"/>
    <w:rsid w:val="007D2BF8"/>
    <w:rsid w:val="007D4749"/>
    <w:rsid w:val="007D4E8F"/>
    <w:rsid w:val="007D53A1"/>
    <w:rsid w:val="007D53DB"/>
    <w:rsid w:val="007D548F"/>
    <w:rsid w:val="007D54E7"/>
    <w:rsid w:val="007D5FF9"/>
    <w:rsid w:val="007D616F"/>
    <w:rsid w:val="007D6420"/>
    <w:rsid w:val="007D771F"/>
    <w:rsid w:val="007D7DBA"/>
    <w:rsid w:val="007E0C25"/>
    <w:rsid w:val="007E0D83"/>
    <w:rsid w:val="007E10EA"/>
    <w:rsid w:val="007E1348"/>
    <w:rsid w:val="007E1400"/>
    <w:rsid w:val="007E2157"/>
    <w:rsid w:val="007E293B"/>
    <w:rsid w:val="007E40B8"/>
    <w:rsid w:val="007E4126"/>
    <w:rsid w:val="007E4803"/>
    <w:rsid w:val="007E4D2F"/>
    <w:rsid w:val="007E5135"/>
    <w:rsid w:val="007E5299"/>
    <w:rsid w:val="007E564C"/>
    <w:rsid w:val="007E57F8"/>
    <w:rsid w:val="007E747B"/>
    <w:rsid w:val="007E79E5"/>
    <w:rsid w:val="007F0A7A"/>
    <w:rsid w:val="007F0AA2"/>
    <w:rsid w:val="007F0B2D"/>
    <w:rsid w:val="007F1107"/>
    <w:rsid w:val="007F1145"/>
    <w:rsid w:val="007F1818"/>
    <w:rsid w:val="007F1D13"/>
    <w:rsid w:val="007F28C8"/>
    <w:rsid w:val="007F2D66"/>
    <w:rsid w:val="007F3830"/>
    <w:rsid w:val="007F390E"/>
    <w:rsid w:val="007F3DE8"/>
    <w:rsid w:val="007F4197"/>
    <w:rsid w:val="007F41DB"/>
    <w:rsid w:val="007F467E"/>
    <w:rsid w:val="007F4AEB"/>
    <w:rsid w:val="007F55BA"/>
    <w:rsid w:val="007F57C2"/>
    <w:rsid w:val="007F5BAB"/>
    <w:rsid w:val="007F5CF0"/>
    <w:rsid w:val="007F622C"/>
    <w:rsid w:val="007F6276"/>
    <w:rsid w:val="007F6A36"/>
    <w:rsid w:val="007F6ECE"/>
    <w:rsid w:val="007F6F0E"/>
    <w:rsid w:val="007F7255"/>
    <w:rsid w:val="007F73D9"/>
    <w:rsid w:val="008004F3"/>
    <w:rsid w:val="0080072A"/>
    <w:rsid w:val="00800917"/>
    <w:rsid w:val="00801237"/>
    <w:rsid w:val="008014CD"/>
    <w:rsid w:val="008014E1"/>
    <w:rsid w:val="00801FD5"/>
    <w:rsid w:val="00802A13"/>
    <w:rsid w:val="00802CED"/>
    <w:rsid w:val="008033CC"/>
    <w:rsid w:val="0080408B"/>
    <w:rsid w:val="008040E1"/>
    <w:rsid w:val="00804319"/>
    <w:rsid w:val="00805BE7"/>
    <w:rsid w:val="00806240"/>
    <w:rsid w:val="00806268"/>
    <w:rsid w:val="008064AF"/>
    <w:rsid w:val="00806641"/>
    <w:rsid w:val="00806F62"/>
    <w:rsid w:val="008079F5"/>
    <w:rsid w:val="008102E8"/>
    <w:rsid w:val="00810908"/>
    <w:rsid w:val="008113F5"/>
    <w:rsid w:val="00811725"/>
    <w:rsid w:val="00811FD2"/>
    <w:rsid w:val="00812210"/>
    <w:rsid w:val="00812D87"/>
    <w:rsid w:val="00812FED"/>
    <w:rsid w:val="00813213"/>
    <w:rsid w:val="00813484"/>
    <w:rsid w:val="008134EC"/>
    <w:rsid w:val="0081371C"/>
    <w:rsid w:val="00814103"/>
    <w:rsid w:val="00814168"/>
    <w:rsid w:val="008149A5"/>
    <w:rsid w:val="00814DC8"/>
    <w:rsid w:val="008159EE"/>
    <w:rsid w:val="00815B96"/>
    <w:rsid w:val="008168EC"/>
    <w:rsid w:val="00816A8B"/>
    <w:rsid w:val="00816B80"/>
    <w:rsid w:val="008176FA"/>
    <w:rsid w:val="00817928"/>
    <w:rsid w:val="00817D71"/>
    <w:rsid w:val="00820510"/>
    <w:rsid w:val="00820809"/>
    <w:rsid w:val="00820BA7"/>
    <w:rsid w:val="0082101A"/>
    <w:rsid w:val="008213FD"/>
    <w:rsid w:val="00821431"/>
    <w:rsid w:val="00821437"/>
    <w:rsid w:val="00821D63"/>
    <w:rsid w:val="008229FD"/>
    <w:rsid w:val="00822B30"/>
    <w:rsid w:val="00822EE7"/>
    <w:rsid w:val="0082304C"/>
    <w:rsid w:val="0082329F"/>
    <w:rsid w:val="00824361"/>
    <w:rsid w:val="00824868"/>
    <w:rsid w:val="00824BB3"/>
    <w:rsid w:val="00824C67"/>
    <w:rsid w:val="00825964"/>
    <w:rsid w:val="00825D58"/>
    <w:rsid w:val="00825D6E"/>
    <w:rsid w:val="00827082"/>
    <w:rsid w:val="008273E1"/>
    <w:rsid w:val="008300E6"/>
    <w:rsid w:val="00830296"/>
    <w:rsid w:val="00830E10"/>
    <w:rsid w:val="00831027"/>
    <w:rsid w:val="00831436"/>
    <w:rsid w:val="0083198E"/>
    <w:rsid w:val="00831ECD"/>
    <w:rsid w:val="00831F51"/>
    <w:rsid w:val="00831F52"/>
    <w:rsid w:val="00832591"/>
    <w:rsid w:val="00832730"/>
    <w:rsid w:val="00832CDF"/>
    <w:rsid w:val="008338BC"/>
    <w:rsid w:val="00833CC4"/>
    <w:rsid w:val="00834525"/>
    <w:rsid w:val="00834F61"/>
    <w:rsid w:val="008354CF"/>
    <w:rsid w:val="008359C3"/>
    <w:rsid w:val="00835CFB"/>
    <w:rsid w:val="00836098"/>
    <w:rsid w:val="00836756"/>
    <w:rsid w:val="008369C0"/>
    <w:rsid w:val="00837576"/>
    <w:rsid w:val="0083770C"/>
    <w:rsid w:val="00837D94"/>
    <w:rsid w:val="00837E92"/>
    <w:rsid w:val="00840B88"/>
    <w:rsid w:val="008410DA"/>
    <w:rsid w:val="008411E4"/>
    <w:rsid w:val="00841272"/>
    <w:rsid w:val="00841AA9"/>
    <w:rsid w:val="00841F67"/>
    <w:rsid w:val="0084279D"/>
    <w:rsid w:val="00842921"/>
    <w:rsid w:val="00843BA7"/>
    <w:rsid w:val="00844439"/>
    <w:rsid w:val="0084455A"/>
    <w:rsid w:val="00844CE0"/>
    <w:rsid w:val="0084585B"/>
    <w:rsid w:val="008461F6"/>
    <w:rsid w:val="00846319"/>
    <w:rsid w:val="0084640D"/>
    <w:rsid w:val="008465B0"/>
    <w:rsid w:val="0084664A"/>
    <w:rsid w:val="00846ED5"/>
    <w:rsid w:val="00850BA8"/>
    <w:rsid w:val="00850C9C"/>
    <w:rsid w:val="00851283"/>
    <w:rsid w:val="00851F43"/>
    <w:rsid w:val="008525D7"/>
    <w:rsid w:val="00852F19"/>
    <w:rsid w:val="008530CB"/>
    <w:rsid w:val="00853C4B"/>
    <w:rsid w:val="00853D3C"/>
    <w:rsid w:val="00853FCA"/>
    <w:rsid w:val="00854382"/>
    <w:rsid w:val="00854A28"/>
    <w:rsid w:val="00854B84"/>
    <w:rsid w:val="00854F04"/>
    <w:rsid w:val="00855800"/>
    <w:rsid w:val="00855E92"/>
    <w:rsid w:val="0085726C"/>
    <w:rsid w:val="00857323"/>
    <w:rsid w:val="0085761A"/>
    <w:rsid w:val="008577C0"/>
    <w:rsid w:val="008610FD"/>
    <w:rsid w:val="00861597"/>
    <w:rsid w:val="0086163F"/>
    <w:rsid w:val="00861B96"/>
    <w:rsid w:val="00861EC5"/>
    <w:rsid w:val="00861F02"/>
    <w:rsid w:val="00862B15"/>
    <w:rsid w:val="00863B53"/>
    <w:rsid w:val="008644F2"/>
    <w:rsid w:val="0086489E"/>
    <w:rsid w:val="0086760B"/>
    <w:rsid w:val="008677AA"/>
    <w:rsid w:val="00867857"/>
    <w:rsid w:val="00867B38"/>
    <w:rsid w:val="00867D19"/>
    <w:rsid w:val="00867D55"/>
    <w:rsid w:val="00870409"/>
    <w:rsid w:val="00870532"/>
    <w:rsid w:val="00870958"/>
    <w:rsid w:val="00870E7B"/>
    <w:rsid w:val="00871D00"/>
    <w:rsid w:val="00871ED2"/>
    <w:rsid w:val="00873A31"/>
    <w:rsid w:val="008740AC"/>
    <w:rsid w:val="00874C8B"/>
    <w:rsid w:val="00875443"/>
    <w:rsid w:val="00876BC2"/>
    <w:rsid w:val="00877738"/>
    <w:rsid w:val="00877A31"/>
    <w:rsid w:val="00877AAE"/>
    <w:rsid w:val="00877E6D"/>
    <w:rsid w:val="008804FA"/>
    <w:rsid w:val="008805BF"/>
    <w:rsid w:val="00880AC0"/>
    <w:rsid w:val="00881200"/>
    <w:rsid w:val="008812E7"/>
    <w:rsid w:val="00881612"/>
    <w:rsid w:val="0088164E"/>
    <w:rsid w:val="00881753"/>
    <w:rsid w:val="008817D6"/>
    <w:rsid w:val="00881BC7"/>
    <w:rsid w:val="00881CE7"/>
    <w:rsid w:val="0088202A"/>
    <w:rsid w:val="008821AD"/>
    <w:rsid w:val="008836B7"/>
    <w:rsid w:val="00884108"/>
    <w:rsid w:val="00884164"/>
    <w:rsid w:val="0088487A"/>
    <w:rsid w:val="0088609C"/>
    <w:rsid w:val="00886DC4"/>
    <w:rsid w:val="00887131"/>
    <w:rsid w:val="008872B0"/>
    <w:rsid w:val="00887FBC"/>
    <w:rsid w:val="00890E71"/>
    <w:rsid w:val="008913B7"/>
    <w:rsid w:val="008917C1"/>
    <w:rsid w:val="008919FE"/>
    <w:rsid w:val="00891B65"/>
    <w:rsid w:val="008922ED"/>
    <w:rsid w:val="008922FE"/>
    <w:rsid w:val="00892515"/>
    <w:rsid w:val="00893232"/>
    <w:rsid w:val="00893CCD"/>
    <w:rsid w:val="00893F64"/>
    <w:rsid w:val="008944E9"/>
    <w:rsid w:val="00894EDE"/>
    <w:rsid w:val="0089584E"/>
    <w:rsid w:val="0089595D"/>
    <w:rsid w:val="00895C51"/>
    <w:rsid w:val="00895E8A"/>
    <w:rsid w:val="008960D2"/>
    <w:rsid w:val="0089634D"/>
    <w:rsid w:val="0089657C"/>
    <w:rsid w:val="00897388"/>
    <w:rsid w:val="0089772D"/>
    <w:rsid w:val="00897A24"/>
    <w:rsid w:val="008A1E1C"/>
    <w:rsid w:val="008A231D"/>
    <w:rsid w:val="008A2778"/>
    <w:rsid w:val="008A288E"/>
    <w:rsid w:val="008A28F1"/>
    <w:rsid w:val="008A29CF"/>
    <w:rsid w:val="008A3CF0"/>
    <w:rsid w:val="008A4092"/>
    <w:rsid w:val="008A47BB"/>
    <w:rsid w:val="008A4D01"/>
    <w:rsid w:val="008A5575"/>
    <w:rsid w:val="008A57BE"/>
    <w:rsid w:val="008A6261"/>
    <w:rsid w:val="008A647A"/>
    <w:rsid w:val="008A6D1A"/>
    <w:rsid w:val="008A7F47"/>
    <w:rsid w:val="008B0A8A"/>
    <w:rsid w:val="008B0F0B"/>
    <w:rsid w:val="008B0F67"/>
    <w:rsid w:val="008B1561"/>
    <w:rsid w:val="008B17AB"/>
    <w:rsid w:val="008B1CA1"/>
    <w:rsid w:val="008B2158"/>
    <w:rsid w:val="008B2381"/>
    <w:rsid w:val="008B2732"/>
    <w:rsid w:val="008B2E6F"/>
    <w:rsid w:val="008B4801"/>
    <w:rsid w:val="008B4CE3"/>
    <w:rsid w:val="008B5069"/>
    <w:rsid w:val="008B51B3"/>
    <w:rsid w:val="008B5411"/>
    <w:rsid w:val="008B595B"/>
    <w:rsid w:val="008B5ADC"/>
    <w:rsid w:val="008B5CAF"/>
    <w:rsid w:val="008B5CCC"/>
    <w:rsid w:val="008B5D58"/>
    <w:rsid w:val="008B622C"/>
    <w:rsid w:val="008B63EB"/>
    <w:rsid w:val="008B674F"/>
    <w:rsid w:val="008B6881"/>
    <w:rsid w:val="008B6F54"/>
    <w:rsid w:val="008B7C8E"/>
    <w:rsid w:val="008C0064"/>
    <w:rsid w:val="008C096F"/>
    <w:rsid w:val="008C0E8E"/>
    <w:rsid w:val="008C12C3"/>
    <w:rsid w:val="008C15F0"/>
    <w:rsid w:val="008C1FF1"/>
    <w:rsid w:val="008C270D"/>
    <w:rsid w:val="008C28E4"/>
    <w:rsid w:val="008C2B0D"/>
    <w:rsid w:val="008C2F4A"/>
    <w:rsid w:val="008C3C35"/>
    <w:rsid w:val="008C3D66"/>
    <w:rsid w:val="008C46CB"/>
    <w:rsid w:val="008C48E8"/>
    <w:rsid w:val="008C4A8E"/>
    <w:rsid w:val="008C5A0D"/>
    <w:rsid w:val="008C6FB5"/>
    <w:rsid w:val="008C70F2"/>
    <w:rsid w:val="008C74DB"/>
    <w:rsid w:val="008C7521"/>
    <w:rsid w:val="008D0399"/>
    <w:rsid w:val="008D0979"/>
    <w:rsid w:val="008D09E6"/>
    <w:rsid w:val="008D1253"/>
    <w:rsid w:val="008D1BAB"/>
    <w:rsid w:val="008D3D8F"/>
    <w:rsid w:val="008D431E"/>
    <w:rsid w:val="008D44B5"/>
    <w:rsid w:val="008D4B32"/>
    <w:rsid w:val="008D4C0C"/>
    <w:rsid w:val="008D4CEF"/>
    <w:rsid w:val="008D5D97"/>
    <w:rsid w:val="008D6379"/>
    <w:rsid w:val="008D63FE"/>
    <w:rsid w:val="008D685A"/>
    <w:rsid w:val="008D7F6C"/>
    <w:rsid w:val="008E017F"/>
    <w:rsid w:val="008E093B"/>
    <w:rsid w:val="008E0E2B"/>
    <w:rsid w:val="008E100F"/>
    <w:rsid w:val="008E190C"/>
    <w:rsid w:val="008E2006"/>
    <w:rsid w:val="008E2850"/>
    <w:rsid w:val="008E2E50"/>
    <w:rsid w:val="008E31E8"/>
    <w:rsid w:val="008E3A77"/>
    <w:rsid w:val="008E463A"/>
    <w:rsid w:val="008E4971"/>
    <w:rsid w:val="008E4F93"/>
    <w:rsid w:val="008E51E6"/>
    <w:rsid w:val="008E5D17"/>
    <w:rsid w:val="008E6AA0"/>
    <w:rsid w:val="008E6CBF"/>
    <w:rsid w:val="008E7079"/>
    <w:rsid w:val="008E78AC"/>
    <w:rsid w:val="008E79C1"/>
    <w:rsid w:val="008E7BE2"/>
    <w:rsid w:val="008E7E35"/>
    <w:rsid w:val="008E7F19"/>
    <w:rsid w:val="008F0EB0"/>
    <w:rsid w:val="008F16E1"/>
    <w:rsid w:val="008F2117"/>
    <w:rsid w:val="008F25A3"/>
    <w:rsid w:val="008F2D8F"/>
    <w:rsid w:val="008F3167"/>
    <w:rsid w:val="008F31A4"/>
    <w:rsid w:val="008F34CC"/>
    <w:rsid w:val="008F378F"/>
    <w:rsid w:val="008F3E9B"/>
    <w:rsid w:val="008F4415"/>
    <w:rsid w:val="008F48C6"/>
    <w:rsid w:val="008F55D9"/>
    <w:rsid w:val="008F63D2"/>
    <w:rsid w:val="008F691D"/>
    <w:rsid w:val="008F71DD"/>
    <w:rsid w:val="008F7388"/>
    <w:rsid w:val="008F796C"/>
    <w:rsid w:val="0090016E"/>
    <w:rsid w:val="00900513"/>
    <w:rsid w:val="0090089E"/>
    <w:rsid w:val="00900AD8"/>
    <w:rsid w:val="00901032"/>
    <w:rsid w:val="009019B2"/>
    <w:rsid w:val="00902607"/>
    <w:rsid w:val="00902662"/>
    <w:rsid w:val="009027C5"/>
    <w:rsid w:val="00903924"/>
    <w:rsid w:val="0090397D"/>
    <w:rsid w:val="00903A4C"/>
    <w:rsid w:val="00904C68"/>
    <w:rsid w:val="009059E6"/>
    <w:rsid w:val="009063B6"/>
    <w:rsid w:val="00906996"/>
    <w:rsid w:val="009069C8"/>
    <w:rsid w:val="00907479"/>
    <w:rsid w:val="00907BBE"/>
    <w:rsid w:val="00907FA4"/>
    <w:rsid w:val="0091075A"/>
    <w:rsid w:val="009111C9"/>
    <w:rsid w:val="0091164E"/>
    <w:rsid w:val="00912828"/>
    <w:rsid w:val="00912BD8"/>
    <w:rsid w:val="00912C12"/>
    <w:rsid w:val="00912EBF"/>
    <w:rsid w:val="00912FBB"/>
    <w:rsid w:val="00913042"/>
    <w:rsid w:val="009134F8"/>
    <w:rsid w:val="009141E9"/>
    <w:rsid w:val="00914963"/>
    <w:rsid w:val="00914DCB"/>
    <w:rsid w:val="0091504F"/>
    <w:rsid w:val="00915182"/>
    <w:rsid w:val="009156CB"/>
    <w:rsid w:val="009157AB"/>
    <w:rsid w:val="00915CC8"/>
    <w:rsid w:val="0091675E"/>
    <w:rsid w:val="00916B32"/>
    <w:rsid w:val="00917105"/>
    <w:rsid w:val="0091742A"/>
    <w:rsid w:val="00917871"/>
    <w:rsid w:val="00917B9A"/>
    <w:rsid w:val="00917CEF"/>
    <w:rsid w:val="00917F80"/>
    <w:rsid w:val="0092014E"/>
    <w:rsid w:val="00920F63"/>
    <w:rsid w:val="009210D8"/>
    <w:rsid w:val="00921613"/>
    <w:rsid w:val="009219C0"/>
    <w:rsid w:val="00921A43"/>
    <w:rsid w:val="00922041"/>
    <w:rsid w:val="00922A21"/>
    <w:rsid w:val="00922AA0"/>
    <w:rsid w:val="00922D76"/>
    <w:rsid w:val="00922D7D"/>
    <w:rsid w:val="009233EB"/>
    <w:rsid w:val="00923940"/>
    <w:rsid w:val="009243AC"/>
    <w:rsid w:val="009251BD"/>
    <w:rsid w:val="00925298"/>
    <w:rsid w:val="00925326"/>
    <w:rsid w:val="00925627"/>
    <w:rsid w:val="00925651"/>
    <w:rsid w:val="00925D3E"/>
    <w:rsid w:val="00925EA6"/>
    <w:rsid w:val="00926886"/>
    <w:rsid w:val="009269A9"/>
    <w:rsid w:val="009273D7"/>
    <w:rsid w:val="00927A46"/>
    <w:rsid w:val="00927B52"/>
    <w:rsid w:val="00927FCF"/>
    <w:rsid w:val="00930A09"/>
    <w:rsid w:val="00930A45"/>
    <w:rsid w:val="00930B31"/>
    <w:rsid w:val="00930C1B"/>
    <w:rsid w:val="00930FF0"/>
    <w:rsid w:val="0093101B"/>
    <w:rsid w:val="00932020"/>
    <w:rsid w:val="0093268A"/>
    <w:rsid w:val="00932AE3"/>
    <w:rsid w:val="0093448A"/>
    <w:rsid w:val="00934526"/>
    <w:rsid w:val="00934606"/>
    <w:rsid w:val="00935CE1"/>
    <w:rsid w:val="00935E8C"/>
    <w:rsid w:val="00935F59"/>
    <w:rsid w:val="00936828"/>
    <w:rsid w:val="00936A41"/>
    <w:rsid w:val="009372F7"/>
    <w:rsid w:val="00937734"/>
    <w:rsid w:val="009401A1"/>
    <w:rsid w:val="00940F85"/>
    <w:rsid w:val="009410A6"/>
    <w:rsid w:val="009416F4"/>
    <w:rsid w:val="00941783"/>
    <w:rsid w:val="0094243E"/>
    <w:rsid w:val="00942533"/>
    <w:rsid w:val="00942B19"/>
    <w:rsid w:val="00942BF5"/>
    <w:rsid w:val="009430B1"/>
    <w:rsid w:val="00943FFA"/>
    <w:rsid w:val="0094406A"/>
    <w:rsid w:val="009448E5"/>
    <w:rsid w:val="009467C3"/>
    <w:rsid w:val="00946BD0"/>
    <w:rsid w:val="00947277"/>
    <w:rsid w:val="009479D0"/>
    <w:rsid w:val="009500BC"/>
    <w:rsid w:val="0095146A"/>
    <w:rsid w:val="009518F5"/>
    <w:rsid w:val="00951A5F"/>
    <w:rsid w:val="00951D15"/>
    <w:rsid w:val="00951E4C"/>
    <w:rsid w:val="00953CF2"/>
    <w:rsid w:val="009545C7"/>
    <w:rsid w:val="00954CD9"/>
    <w:rsid w:val="00956BB2"/>
    <w:rsid w:val="00957001"/>
    <w:rsid w:val="00957667"/>
    <w:rsid w:val="00957939"/>
    <w:rsid w:val="009600E7"/>
    <w:rsid w:val="0096071F"/>
    <w:rsid w:val="00961333"/>
    <w:rsid w:val="009633E7"/>
    <w:rsid w:val="0096354F"/>
    <w:rsid w:val="00963C12"/>
    <w:rsid w:val="0096409A"/>
    <w:rsid w:val="0096450D"/>
    <w:rsid w:val="00964DB2"/>
    <w:rsid w:val="009652A5"/>
    <w:rsid w:val="009658F0"/>
    <w:rsid w:val="00965937"/>
    <w:rsid w:val="0096622D"/>
    <w:rsid w:val="00966F8E"/>
    <w:rsid w:val="00970096"/>
    <w:rsid w:val="00970514"/>
    <w:rsid w:val="009715EF"/>
    <w:rsid w:val="009722DC"/>
    <w:rsid w:val="00972458"/>
    <w:rsid w:val="0097253E"/>
    <w:rsid w:val="009725BB"/>
    <w:rsid w:val="00972AA9"/>
    <w:rsid w:val="00972F9A"/>
    <w:rsid w:val="00973F9F"/>
    <w:rsid w:val="00974180"/>
    <w:rsid w:val="00974360"/>
    <w:rsid w:val="0097440C"/>
    <w:rsid w:val="009744F0"/>
    <w:rsid w:val="00974611"/>
    <w:rsid w:val="00974921"/>
    <w:rsid w:val="00974F05"/>
    <w:rsid w:val="00975B5B"/>
    <w:rsid w:val="00975BA4"/>
    <w:rsid w:val="00975CB7"/>
    <w:rsid w:val="0097603D"/>
    <w:rsid w:val="009773E2"/>
    <w:rsid w:val="0097775D"/>
    <w:rsid w:val="00977CA2"/>
    <w:rsid w:val="009812FC"/>
    <w:rsid w:val="00981866"/>
    <w:rsid w:val="0098220D"/>
    <w:rsid w:val="009824A8"/>
    <w:rsid w:val="00982F7B"/>
    <w:rsid w:val="00983614"/>
    <w:rsid w:val="009836D9"/>
    <w:rsid w:val="00983D98"/>
    <w:rsid w:val="00984128"/>
    <w:rsid w:val="0098462D"/>
    <w:rsid w:val="00985BCA"/>
    <w:rsid w:val="00986CB7"/>
    <w:rsid w:val="00987D08"/>
    <w:rsid w:val="0099010F"/>
    <w:rsid w:val="0099039A"/>
    <w:rsid w:val="0099102C"/>
    <w:rsid w:val="00991406"/>
    <w:rsid w:val="00991FDF"/>
    <w:rsid w:val="009926E6"/>
    <w:rsid w:val="00992D16"/>
    <w:rsid w:val="00993855"/>
    <w:rsid w:val="0099415C"/>
    <w:rsid w:val="00994EE9"/>
    <w:rsid w:val="009952DC"/>
    <w:rsid w:val="00996252"/>
    <w:rsid w:val="0099686B"/>
    <w:rsid w:val="00996EE6"/>
    <w:rsid w:val="00997074"/>
    <w:rsid w:val="0099743C"/>
    <w:rsid w:val="009A04CB"/>
    <w:rsid w:val="009A09EB"/>
    <w:rsid w:val="009A0D59"/>
    <w:rsid w:val="009A11F3"/>
    <w:rsid w:val="009A18E3"/>
    <w:rsid w:val="009A1C03"/>
    <w:rsid w:val="009A214F"/>
    <w:rsid w:val="009A329F"/>
    <w:rsid w:val="009A3D8A"/>
    <w:rsid w:val="009A549E"/>
    <w:rsid w:val="009A5C40"/>
    <w:rsid w:val="009A5E5D"/>
    <w:rsid w:val="009A6020"/>
    <w:rsid w:val="009A64FE"/>
    <w:rsid w:val="009A6791"/>
    <w:rsid w:val="009A69DE"/>
    <w:rsid w:val="009A722A"/>
    <w:rsid w:val="009A7610"/>
    <w:rsid w:val="009A7CF1"/>
    <w:rsid w:val="009B0BDB"/>
    <w:rsid w:val="009B0F0A"/>
    <w:rsid w:val="009B116C"/>
    <w:rsid w:val="009B120D"/>
    <w:rsid w:val="009B169B"/>
    <w:rsid w:val="009B1A3E"/>
    <w:rsid w:val="009B1A81"/>
    <w:rsid w:val="009B2ABB"/>
    <w:rsid w:val="009B34E5"/>
    <w:rsid w:val="009B3670"/>
    <w:rsid w:val="009B3BB2"/>
    <w:rsid w:val="009B4181"/>
    <w:rsid w:val="009B4A48"/>
    <w:rsid w:val="009B50FF"/>
    <w:rsid w:val="009B54FD"/>
    <w:rsid w:val="009B57C9"/>
    <w:rsid w:val="009B59B1"/>
    <w:rsid w:val="009B5C78"/>
    <w:rsid w:val="009B5E91"/>
    <w:rsid w:val="009B60F6"/>
    <w:rsid w:val="009B750C"/>
    <w:rsid w:val="009B7D92"/>
    <w:rsid w:val="009B7F57"/>
    <w:rsid w:val="009C0813"/>
    <w:rsid w:val="009C0822"/>
    <w:rsid w:val="009C0979"/>
    <w:rsid w:val="009C0DCC"/>
    <w:rsid w:val="009C0FD5"/>
    <w:rsid w:val="009C2096"/>
    <w:rsid w:val="009C297A"/>
    <w:rsid w:val="009C2FE5"/>
    <w:rsid w:val="009C30CB"/>
    <w:rsid w:val="009C3274"/>
    <w:rsid w:val="009C32CD"/>
    <w:rsid w:val="009C38BE"/>
    <w:rsid w:val="009C39C4"/>
    <w:rsid w:val="009C48D7"/>
    <w:rsid w:val="009C5170"/>
    <w:rsid w:val="009C51EF"/>
    <w:rsid w:val="009C5201"/>
    <w:rsid w:val="009C54D1"/>
    <w:rsid w:val="009C5DF6"/>
    <w:rsid w:val="009C5E46"/>
    <w:rsid w:val="009C6291"/>
    <w:rsid w:val="009C6C07"/>
    <w:rsid w:val="009C6E5E"/>
    <w:rsid w:val="009C7041"/>
    <w:rsid w:val="009C78BF"/>
    <w:rsid w:val="009C7E3F"/>
    <w:rsid w:val="009D0130"/>
    <w:rsid w:val="009D0183"/>
    <w:rsid w:val="009D0319"/>
    <w:rsid w:val="009D05CF"/>
    <w:rsid w:val="009D09B5"/>
    <w:rsid w:val="009D0A28"/>
    <w:rsid w:val="009D0A97"/>
    <w:rsid w:val="009D0CD5"/>
    <w:rsid w:val="009D17B4"/>
    <w:rsid w:val="009D2179"/>
    <w:rsid w:val="009D246D"/>
    <w:rsid w:val="009D24A3"/>
    <w:rsid w:val="009D260E"/>
    <w:rsid w:val="009D27F5"/>
    <w:rsid w:val="009D295A"/>
    <w:rsid w:val="009D2D10"/>
    <w:rsid w:val="009D44B6"/>
    <w:rsid w:val="009D4860"/>
    <w:rsid w:val="009D4BC4"/>
    <w:rsid w:val="009D53BB"/>
    <w:rsid w:val="009D563F"/>
    <w:rsid w:val="009D6793"/>
    <w:rsid w:val="009D6C13"/>
    <w:rsid w:val="009D71B3"/>
    <w:rsid w:val="009D72CE"/>
    <w:rsid w:val="009D73AB"/>
    <w:rsid w:val="009D74DA"/>
    <w:rsid w:val="009D7837"/>
    <w:rsid w:val="009E02F3"/>
    <w:rsid w:val="009E07A4"/>
    <w:rsid w:val="009E07AD"/>
    <w:rsid w:val="009E093C"/>
    <w:rsid w:val="009E0ABF"/>
    <w:rsid w:val="009E15EB"/>
    <w:rsid w:val="009E19A9"/>
    <w:rsid w:val="009E1B8D"/>
    <w:rsid w:val="009E1CD5"/>
    <w:rsid w:val="009E1EEE"/>
    <w:rsid w:val="009E24C4"/>
    <w:rsid w:val="009E2A3B"/>
    <w:rsid w:val="009E2BCA"/>
    <w:rsid w:val="009E2CED"/>
    <w:rsid w:val="009E2CEF"/>
    <w:rsid w:val="009E2DDF"/>
    <w:rsid w:val="009E426B"/>
    <w:rsid w:val="009E4DEF"/>
    <w:rsid w:val="009E5147"/>
    <w:rsid w:val="009E53B0"/>
    <w:rsid w:val="009E57C5"/>
    <w:rsid w:val="009E5826"/>
    <w:rsid w:val="009E6201"/>
    <w:rsid w:val="009E6936"/>
    <w:rsid w:val="009E745C"/>
    <w:rsid w:val="009E7673"/>
    <w:rsid w:val="009E7701"/>
    <w:rsid w:val="009F1469"/>
    <w:rsid w:val="009F23D0"/>
    <w:rsid w:val="009F296F"/>
    <w:rsid w:val="009F2C01"/>
    <w:rsid w:val="009F30E6"/>
    <w:rsid w:val="009F3536"/>
    <w:rsid w:val="009F358F"/>
    <w:rsid w:val="009F36F9"/>
    <w:rsid w:val="009F4649"/>
    <w:rsid w:val="009F50CA"/>
    <w:rsid w:val="009F58B6"/>
    <w:rsid w:val="009F5A7C"/>
    <w:rsid w:val="009F650F"/>
    <w:rsid w:val="009F6DD0"/>
    <w:rsid w:val="009F6F1E"/>
    <w:rsid w:val="009F70BB"/>
    <w:rsid w:val="009F7511"/>
    <w:rsid w:val="009F7A18"/>
    <w:rsid w:val="009F7D62"/>
    <w:rsid w:val="009F7DC2"/>
    <w:rsid w:val="00A0062E"/>
    <w:rsid w:val="00A00B1B"/>
    <w:rsid w:val="00A0189D"/>
    <w:rsid w:val="00A01C9A"/>
    <w:rsid w:val="00A036BE"/>
    <w:rsid w:val="00A03818"/>
    <w:rsid w:val="00A041D2"/>
    <w:rsid w:val="00A04743"/>
    <w:rsid w:val="00A05136"/>
    <w:rsid w:val="00A05492"/>
    <w:rsid w:val="00A05A58"/>
    <w:rsid w:val="00A060EA"/>
    <w:rsid w:val="00A066E7"/>
    <w:rsid w:val="00A07849"/>
    <w:rsid w:val="00A07BE9"/>
    <w:rsid w:val="00A103CB"/>
    <w:rsid w:val="00A118FA"/>
    <w:rsid w:val="00A11D14"/>
    <w:rsid w:val="00A11D7A"/>
    <w:rsid w:val="00A12051"/>
    <w:rsid w:val="00A1269F"/>
    <w:rsid w:val="00A128AB"/>
    <w:rsid w:val="00A132A7"/>
    <w:rsid w:val="00A133CB"/>
    <w:rsid w:val="00A13ADC"/>
    <w:rsid w:val="00A13B7B"/>
    <w:rsid w:val="00A141DA"/>
    <w:rsid w:val="00A14D62"/>
    <w:rsid w:val="00A14EC4"/>
    <w:rsid w:val="00A14F91"/>
    <w:rsid w:val="00A150C9"/>
    <w:rsid w:val="00A1600C"/>
    <w:rsid w:val="00A16BE2"/>
    <w:rsid w:val="00A16CA6"/>
    <w:rsid w:val="00A16E5D"/>
    <w:rsid w:val="00A17066"/>
    <w:rsid w:val="00A1706F"/>
    <w:rsid w:val="00A176B4"/>
    <w:rsid w:val="00A178B4"/>
    <w:rsid w:val="00A17929"/>
    <w:rsid w:val="00A20C60"/>
    <w:rsid w:val="00A2116E"/>
    <w:rsid w:val="00A2196F"/>
    <w:rsid w:val="00A21D98"/>
    <w:rsid w:val="00A2221B"/>
    <w:rsid w:val="00A22287"/>
    <w:rsid w:val="00A22DEC"/>
    <w:rsid w:val="00A22F50"/>
    <w:rsid w:val="00A2347C"/>
    <w:rsid w:val="00A2363F"/>
    <w:rsid w:val="00A238DD"/>
    <w:rsid w:val="00A238FE"/>
    <w:rsid w:val="00A24F95"/>
    <w:rsid w:val="00A25833"/>
    <w:rsid w:val="00A25B7C"/>
    <w:rsid w:val="00A25B99"/>
    <w:rsid w:val="00A25E57"/>
    <w:rsid w:val="00A26DF1"/>
    <w:rsid w:val="00A27060"/>
    <w:rsid w:val="00A27817"/>
    <w:rsid w:val="00A27881"/>
    <w:rsid w:val="00A27928"/>
    <w:rsid w:val="00A27C0C"/>
    <w:rsid w:val="00A30802"/>
    <w:rsid w:val="00A3130B"/>
    <w:rsid w:val="00A314D8"/>
    <w:rsid w:val="00A3181C"/>
    <w:rsid w:val="00A32101"/>
    <w:rsid w:val="00A32B95"/>
    <w:rsid w:val="00A32CC0"/>
    <w:rsid w:val="00A337CC"/>
    <w:rsid w:val="00A33D0A"/>
    <w:rsid w:val="00A3405C"/>
    <w:rsid w:val="00A34368"/>
    <w:rsid w:val="00A343D3"/>
    <w:rsid w:val="00A344DD"/>
    <w:rsid w:val="00A3489A"/>
    <w:rsid w:val="00A34B1F"/>
    <w:rsid w:val="00A34D0A"/>
    <w:rsid w:val="00A350CE"/>
    <w:rsid w:val="00A35224"/>
    <w:rsid w:val="00A3569E"/>
    <w:rsid w:val="00A35882"/>
    <w:rsid w:val="00A35B8F"/>
    <w:rsid w:val="00A35E62"/>
    <w:rsid w:val="00A36139"/>
    <w:rsid w:val="00A36594"/>
    <w:rsid w:val="00A36B49"/>
    <w:rsid w:val="00A36F67"/>
    <w:rsid w:val="00A37165"/>
    <w:rsid w:val="00A37CAD"/>
    <w:rsid w:val="00A40114"/>
    <w:rsid w:val="00A40264"/>
    <w:rsid w:val="00A40E40"/>
    <w:rsid w:val="00A4113C"/>
    <w:rsid w:val="00A41DFC"/>
    <w:rsid w:val="00A421DE"/>
    <w:rsid w:val="00A42545"/>
    <w:rsid w:val="00A43315"/>
    <w:rsid w:val="00A437C3"/>
    <w:rsid w:val="00A43BA1"/>
    <w:rsid w:val="00A44D3A"/>
    <w:rsid w:val="00A44EC1"/>
    <w:rsid w:val="00A44ED2"/>
    <w:rsid w:val="00A452A1"/>
    <w:rsid w:val="00A4596D"/>
    <w:rsid w:val="00A45C8D"/>
    <w:rsid w:val="00A45CB4"/>
    <w:rsid w:val="00A46434"/>
    <w:rsid w:val="00A4676D"/>
    <w:rsid w:val="00A46811"/>
    <w:rsid w:val="00A4694E"/>
    <w:rsid w:val="00A47920"/>
    <w:rsid w:val="00A47ED4"/>
    <w:rsid w:val="00A506F5"/>
    <w:rsid w:val="00A50F8C"/>
    <w:rsid w:val="00A515C9"/>
    <w:rsid w:val="00A518E6"/>
    <w:rsid w:val="00A525A5"/>
    <w:rsid w:val="00A52728"/>
    <w:rsid w:val="00A529A0"/>
    <w:rsid w:val="00A53C3D"/>
    <w:rsid w:val="00A54070"/>
    <w:rsid w:val="00A54B30"/>
    <w:rsid w:val="00A54EEF"/>
    <w:rsid w:val="00A550FF"/>
    <w:rsid w:val="00A55CAB"/>
    <w:rsid w:val="00A55E7B"/>
    <w:rsid w:val="00A564D7"/>
    <w:rsid w:val="00A565F6"/>
    <w:rsid w:val="00A56669"/>
    <w:rsid w:val="00A56EDB"/>
    <w:rsid w:val="00A5701E"/>
    <w:rsid w:val="00A5747E"/>
    <w:rsid w:val="00A57F94"/>
    <w:rsid w:val="00A606D8"/>
    <w:rsid w:val="00A60D4C"/>
    <w:rsid w:val="00A61170"/>
    <w:rsid w:val="00A618E2"/>
    <w:rsid w:val="00A61BC9"/>
    <w:rsid w:val="00A62304"/>
    <w:rsid w:val="00A6286C"/>
    <w:rsid w:val="00A63378"/>
    <w:rsid w:val="00A64648"/>
    <w:rsid w:val="00A64C3B"/>
    <w:rsid w:val="00A64DBE"/>
    <w:rsid w:val="00A65054"/>
    <w:rsid w:val="00A6507E"/>
    <w:rsid w:val="00A650BB"/>
    <w:rsid w:val="00A651E3"/>
    <w:rsid w:val="00A6646A"/>
    <w:rsid w:val="00A66514"/>
    <w:rsid w:val="00A66AA2"/>
    <w:rsid w:val="00A66ACD"/>
    <w:rsid w:val="00A67573"/>
    <w:rsid w:val="00A70EE5"/>
    <w:rsid w:val="00A70F0D"/>
    <w:rsid w:val="00A7152C"/>
    <w:rsid w:val="00A718FA"/>
    <w:rsid w:val="00A71DEB"/>
    <w:rsid w:val="00A72CE7"/>
    <w:rsid w:val="00A72E89"/>
    <w:rsid w:val="00A7334B"/>
    <w:rsid w:val="00A7394A"/>
    <w:rsid w:val="00A73E2D"/>
    <w:rsid w:val="00A74704"/>
    <w:rsid w:val="00A74815"/>
    <w:rsid w:val="00A748ED"/>
    <w:rsid w:val="00A7497D"/>
    <w:rsid w:val="00A74F36"/>
    <w:rsid w:val="00A75743"/>
    <w:rsid w:val="00A75E76"/>
    <w:rsid w:val="00A76E95"/>
    <w:rsid w:val="00A7721C"/>
    <w:rsid w:val="00A777EE"/>
    <w:rsid w:val="00A77AB4"/>
    <w:rsid w:val="00A808A4"/>
    <w:rsid w:val="00A81516"/>
    <w:rsid w:val="00A82426"/>
    <w:rsid w:val="00A8305B"/>
    <w:rsid w:val="00A837D0"/>
    <w:rsid w:val="00A83A93"/>
    <w:rsid w:val="00A83E88"/>
    <w:rsid w:val="00A84030"/>
    <w:rsid w:val="00A8492B"/>
    <w:rsid w:val="00A852DC"/>
    <w:rsid w:val="00A85458"/>
    <w:rsid w:val="00A856A3"/>
    <w:rsid w:val="00A856D9"/>
    <w:rsid w:val="00A857B9"/>
    <w:rsid w:val="00A85937"/>
    <w:rsid w:val="00A85EBC"/>
    <w:rsid w:val="00A8648F"/>
    <w:rsid w:val="00A86970"/>
    <w:rsid w:val="00A86AB2"/>
    <w:rsid w:val="00A86D66"/>
    <w:rsid w:val="00A86EF0"/>
    <w:rsid w:val="00A872E0"/>
    <w:rsid w:val="00A87327"/>
    <w:rsid w:val="00A9042E"/>
    <w:rsid w:val="00A905C6"/>
    <w:rsid w:val="00A9082E"/>
    <w:rsid w:val="00A9094B"/>
    <w:rsid w:val="00A90E3A"/>
    <w:rsid w:val="00A9119A"/>
    <w:rsid w:val="00A9162E"/>
    <w:rsid w:val="00A92787"/>
    <w:rsid w:val="00A92D77"/>
    <w:rsid w:val="00A94421"/>
    <w:rsid w:val="00A95523"/>
    <w:rsid w:val="00A9569B"/>
    <w:rsid w:val="00A957C1"/>
    <w:rsid w:val="00A96325"/>
    <w:rsid w:val="00A9656B"/>
    <w:rsid w:val="00A96816"/>
    <w:rsid w:val="00A9764D"/>
    <w:rsid w:val="00A97787"/>
    <w:rsid w:val="00A978C3"/>
    <w:rsid w:val="00A97A8A"/>
    <w:rsid w:val="00AA02DB"/>
    <w:rsid w:val="00AA0800"/>
    <w:rsid w:val="00AA0CE8"/>
    <w:rsid w:val="00AA0DE4"/>
    <w:rsid w:val="00AA0F3F"/>
    <w:rsid w:val="00AA15A7"/>
    <w:rsid w:val="00AA1A86"/>
    <w:rsid w:val="00AA1B40"/>
    <w:rsid w:val="00AA203A"/>
    <w:rsid w:val="00AA31B5"/>
    <w:rsid w:val="00AA3A71"/>
    <w:rsid w:val="00AA48D2"/>
    <w:rsid w:val="00AA574A"/>
    <w:rsid w:val="00AA60BC"/>
    <w:rsid w:val="00AA60E3"/>
    <w:rsid w:val="00AA61DB"/>
    <w:rsid w:val="00AA6484"/>
    <w:rsid w:val="00AA6B43"/>
    <w:rsid w:val="00AA753A"/>
    <w:rsid w:val="00AA783A"/>
    <w:rsid w:val="00AB093D"/>
    <w:rsid w:val="00AB0BC4"/>
    <w:rsid w:val="00AB0E34"/>
    <w:rsid w:val="00AB174D"/>
    <w:rsid w:val="00AB1AE0"/>
    <w:rsid w:val="00AB1EFE"/>
    <w:rsid w:val="00AB2088"/>
    <w:rsid w:val="00AB2682"/>
    <w:rsid w:val="00AB2794"/>
    <w:rsid w:val="00AB30D9"/>
    <w:rsid w:val="00AB325D"/>
    <w:rsid w:val="00AB3BC1"/>
    <w:rsid w:val="00AB53CD"/>
    <w:rsid w:val="00AB55F5"/>
    <w:rsid w:val="00AB58E0"/>
    <w:rsid w:val="00AB5BA2"/>
    <w:rsid w:val="00AB69A2"/>
    <w:rsid w:val="00AB70DB"/>
    <w:rsid w:val="00AB7AE1"/>
    <w:rsid w:val="00AC0248"/>
    <w:rsid w:val="00AC035E"/>
    <w:rsid w:val="00AC0E9C"/>
    <w:rsid w:val="00AC145D"/>
    <w:rsid w:val="00AC159D"/>
    <w:rsid w:val="00AC1800"/>
    <w:rsid w:val="00AC19EE"/>
    <w:rsid w:val="00AC1BEE"/>
    <w:rsid w:val="00AC2353"/>
    <w:rsid w:val="00AC25E1"/>
    <w:rsid w:val="00AC2F44"/>
    <w:rsid w:val="00AC30B0"/>
    <w:rsid w:val="00AC3F1F"/>
    <w:rsid w:val="00AC4A1E"/>
    <w:rsid w:val="00AC4AC0"/>
    <w:rsid w:val="00AC51EC"/>
    <w:rsid w:val="00AC5215"/>
    <w:rsid w:val="00AC59FE"/>
    <w:rsid w:val="00AC5CED"/>
    <w:rsid w:val="00AC6239"/>
    <w:rsid w:val="00AC677C"/>
    <w:rsid w:val="00AC6877"/>
    <w:rsid w:val="00AC6ECD"/>
    <w:rsid w:val="00AC6EF8"/>
    <w:rsid w:val="00AC6F0F"/>
    <w:rsid w:val="00AC78FC"/>
    <w:rsid w:val="00AD012C"/>
    <w:rsid w:val="00AD0C98"/>
    <w:rsid w:val="00AD0E53"/>
    <w:rsid w:val="00AD1B7F"/>
    <w:rsid w:val="00AD1E20"/>
    <w:rsid w:val="00AD2592"/>
    <w:rsid w:val="00AD38FE"/>
    <w:rsid w:val="00AD3DF0"/>
    <w:rsid w:val="00AD4572"/>
    <w:rsid w:val="00AD4C19"/>
    <w:rsid w:val="00AD4FF9"/>
    <w:rsid w:val="00AD5574"/>
    <w:rsid w:val="00AD5CE6"/>
    <w:rsid w:val="00AD5D1C"/>
    <w:rsid w:val="00AD65EE"/>
    <w:rsid w:val="00AD6B91"/>
    <w:rsid w:val="00AD6BD4"/>
    <w:rsid w:val="00AD6C33"/>
    <w:rsid w:val="00AD703D"/>
    <w:rsid w:val="00AD72A4"/>
    <w:rsid w:val="00AD7974"/>
    <w:rsid w:val="00AE0B6F"/>
    <w:rsid w:val="00AE0E71"/>
    <w:rsid w:val="00AE130E"/>
    <w:rsid w:val="00AE1504"/>
    <w:rsid w:val="00AE2251"/>
    <w:rsid w:val="00AE2855"/>
    <w:rsid w:val="00AE2F13"/>
    <w:rsid w:val="00AE2F62"/>
    <w:rsid w:val="00AE34B8"/>
    <w:rsid w:val="00AE3C62"/>
    <w:rsid w:val="00AE3F0C"/>
    <w:rsid w:val="00AE3F9F"/>
    <w:rsid w:val="00AE406C"/>
    <w:rsid w:val="00AE52A4"/>
    <w:rsid w:val="00AE5905"/>
    <w:rsid w:val="00AE5DCE"/>
    <w:rsid w:val="00AE6023"/>
    <w:rsid w:val="00AE6301"/>
    <w:rsid w:val="00AE636C"/>
    <w:rsid w:val="00AE7765"/>
    <w:rsid w:val="00AE7D2C"/>
    <w:rsid w:val="00AF04D6"/>
    <w:rsid w:val="00AF1D47"/>
    <w:rsid w:val="00AF2022"/>
    <w:rsid w:val="00AF203A"/>
    <w:rsid w:val="00AF2053"/>
    <w:rsid w:val="00AF20EF"/>
    <w:rsid w:val="00AF2C1B"/>
    <w:rsid w:val="00AF2F35"/>
    <w:rsid w:val="00AF31CB"/>
    <w:rsid w:val="00AF355A"/>
    <w:rsid w:val="00AF3AA9"/>
    <w:rsid w:val="00AF3F1D"/>
    <w:rsid w:val="00AF3F30"/>
    <w:rsid w:val="00AF4380"/>
    <w:rsid w:val="00AF46EB"/>
    <w:rsid w:val="00AF472D"/>
    <w:rsid w:val="00AF4B87"/>
    <w:rsid w:val="00AF4BB7"/>
    <w:rsid w:val="00AF50AD"/>
    <w:rsid w:val="00AF54D4"/>
    <w:rsid w:val="00AF576D"/>
    <w:rsid w:val="00AF5E82"/>
    <w:rsid w:val="00AF6ECD"/>
    <w:rsid w:val="00AF79C2"/>
    <w:rsid w:val="00AF7D91"/>
    <w:rsid w:val="00B004AD"/>
    <w:rsid w:val="00B004BD"/>
    <w:rsid w:val="00B00D37"/>
    <w:rsid w:val="00B00D73"/>
    <w:rsid w:val="00B00E33"/>
    <w:rsid w:val="00B015B5"/>
    <w:rsid w:val="00B01742"/>
    <w:rsid w:val="00B01DF9"/>
    <w:rsid w:val="00B02DF5"/>
    <w:rsid w:val="00B034C0"/>
    <w:rsid w:val="00B03D5D"/>
    <w:rsid w:val="00B03FD2"/>
    <w:rsid w:val="00B0454B"/>
    <w:rsid w:val="00B048F3"/>
    <w:rsid w:val="00B049A6"/>
    <w:rsid w:val="00B04B7A"/>
    <w:rsid w:val="00B04D3C"/>
    <w:rsid w:val="00B054B6"/>
    <w:rsid w:val="00B0576C"/>
    <w:rsid w:val="00B05D05"/>
    <w:rsid w:val="00B06190"/>
    <w:rsid w:val="00B07141"/>
    <w:rsid w:val="00B0755C"/>
    <w:rsid w:val="00B07C06"/>
    <w:rsid w:val="00B07C37"/>
    <w:rsid w:val="00B1025F"/>
    <w:rsid w:val="00B104D0"/>
    <w:rsid w:val="00B113B0"/>
    <w:rsid w:val="00B11DC5"/>
    <w:rsid w:val="00B12092"/>
    <w:rsid w:val="00B1230F"/>
    <w:rsid w:val="00B12481"/>
    <w:rsid w:val="00B1287F"/>
    <w:rsid w:val="00B133CF"/>
    <w:rsid w:val="00B136AF"/>
    <w:rsid w:val="00B14D2B"/>
    <w:rsid w:val="00B14DFA"/>
    <w:rsid w:val="00B15761"/>
    <w:rsid w:val="00B15D45"/>
    <w:rsid w:val="00B178EA"/>
    <w:rsid w:val="00B17F91"/>
    <w:rsid w:val="00B219E4"/>
    <w:rsid w:val="00B2208D"/>
    <w:rsid w:val="00B22517"/>
    <w:rsid w:val="00B2264F"/>
    <w:rsid w:val="00B22EB6"/>
    <w:rsid w:val="00B22F3D"/>
    <w:rsid w:val="00B2322F"/>
    <w:rsid w:val="00B232DC"/>
    <w:rsid w:val="00B23D47"/>
    <w:rsid w:val="00B23DCB"/>
    <w:rsid w:val="00B24CA4"/>
    <w:rsid w:val="00B256FD"/>
    <w:rsid w:val="00B2575C"/>
    <w:rsid w:val="00B258A2"/>
    <w:rsid w:val="00B25FD2"/>
    <w:rsid w:val="00B26186"/>
    <w:rsid w:val="00B261BA"/>
    <w:rsid w:val="00B263B6"/>
    <w:rsid w:val="00B26830"/>
    <w:rsid w:val="00B26D44"/>
    <w:rsid w:val="00B27B84"/>
    <w:rsid w:val="00B307D1"/>
    <w:rsid w:val="00B308C9"/>
    <w:rsid w:val="00B30D67"/>
    <w:rsid w:val="00B30E55"/>
    <w:rsid w:val="00B317F0"/>
    <w:rsid w:val="00B32C4B"/>
    <w:rsid w:val="00B33604"/>
    <w:rsid w:val="00B33695"/>
    <w:rsid w:val="00B33DFB"/>
    <w:rsid w:val="00B34669"/>
    <w:rsid w:val="00B34F09"/>
    <w:rsid w:val="00B35402"/>
    <w:rsid w:val="00B3545B"/>
    <w:rsid w:val="00B3598F"/>
    <w:rsid w:val="00B3626E"/>
    <w:rsid w:val="00B36547"/>
    <w:rsid w:val="00B36837"/>
    <w:rsid w:val="00B36BE8"/>
    <w:rsid w:val="00B36E16"/>
    <w:rsid w:val="00B37B2B"/>
    <w:rsid w:val="00B402DE"/>
    <w:rsid w:val="00B402E5"/>
    <w:rsid w:val="00B411E2"/>
    <w:rsid w:val="00B417E0"/>
    <w:rsid w:val="00B41AC3"/>
    <w:rsid w:val="00B41DDC"/>
    <w:rsid w:val="00B421B5"/>
    <w:rsid w:val="00B42E37"/>
    <w:rsid w:val="00B4378C"/>
    <w:rsid w:val="00B43A0C"/>
    <w:rsid w:val="00B43F21"/>
    <w:rsid w:val="00B44B24"/>
    <w:rsid w:val="00B44DA3"/>
    <w:rsid w:val="00B44EB1"/>
    <w:rsid w:val="00B44EE4"/>
    <w:rsid w:val="00B4614D"/>
    <w:rsid w:val="00B46345"/>
    <w:rsid w:val="00B4674D"/>
    <w:rsid w:val="00B47398"/>
    <w:rsid w:val="00B4778B"/>
    <w:rsid w:val="00B5031E"/>
    <w:rsid w:val="00B506A1"/>
    <w:rsid w:val="00B508D9"/>
    <w:rsid w:val="00B50EEA"/>
    <w:rsid w:val="00B5113E"/>
    <w:rsid w:val="00B51B04"/>
    <w:rsid w:val="00B51B0A"/>
    <w:rsid w:val="00B51CA6"/>
    <w:rsid w:val="00B528A8"/>
    <w:rsid w:val="00B52B09"/>
    <w:rsid w:val="00B536B9"/>
    <w:rsid w:val="00B53CC4"/>
    <w:rsid w:val="00B55B82"/>
    <w:rsid w:val="00B56317"/>
    <w:rsid w:val="00B56C43"/>
    <w:rsid w:val="00B575BE"/>
    <w:rsid w:val="00B57743"/>
    <w:rsid w:val="00B578D3"/>
    <w:rsid w:val="00B57D20"/>
    <w:rsid w:val="00B57D98"/>
    <w:rsid w:val="00B57DBF"/>
    <w:rsid w:val="00B57E55"/>
    <w:rsid w:val="00B60485"/>
    <w:rsid w:val="00B60A80"/>
    <w:rsid w:val="00B6146E"/>
    <w:rsid w:val="00B62673"/>
    <w:rsid w:val="00B62835"/>
    <w:rsid w:val="00B62BA2"/>
    <w:rsid w:val="00B63330"/>
    <w:rsid w:val="00B63513"/>
    <w:rsid w:val="00B63710"/>
    <w:rsid w:val="00B63D72"/>
    <w:rsid w:val="00B645D1"/>
    <w:rsid w:val="00B65B6E"/>
    <w:rsid w:val="00B65EEF"/>
    <w:rsid w:val="00B66049"/>
    <w:rsid w:val="00B660FB"/>
    <w:rsid w:val="00B66257"/>
    <w:rsid w:val="00B6671A"/>
    <w:rsid w:val="00B667FD"/>
    <w:rsid w:val="00B66F92"/>
    <w:rsid w:val="00B66FD1"/>
    <w:rsid w:val="00B678C9"/>
    <w:rsid w:val="00B7031A"/>
    <w:rsid w:val="00B70CE5"/>
    <w:rsid w:val="00B71005"/>
    <w:rsid w:val="00B722DC"/>
    <w:rsid w:val="00B72336"/>
    <w:rsid w:val="00B7261B"/>
    <w:rsid w:val="00B72F10"/>
    <w:rsid w:val="00B7306C"/>
    <w:rsid w:val="00B7327F"/>
    <w:rsid w:val="00B738F3"/>
    <w:rsid w:val="00B74508"/>
    <w:rsid w:val="00B74E9F"/>
    <w:rsid w:val="00B75126"/>
    <w:rsid w:val="00B75A3D"/>
    <w:rsid w:val="00B75B8B"/>
    <w:rsid w:val="00B76D9A"/>
    <w:rsid w:val="00B76DB7"/>
    <w:rsid w:val="00B76E06"/>
    <w:rsid w:val="00B7743E"/>
    <w:rsid w:val="00B7779E"/>
    <w:rsid w:val="00B77864"/>
    <w:rsid w:val="00B77B4C"/>
    <w:rsid w:val="00B77D57"/>
    <w:rsid w:val="00B80208"/>
    <w:rsid w:val="00B80382"/>
    <w:rsid w:val="00B8047C"/>
    <w:rsid w:val="00B80AD0"/>
    <w:rsid w:val="00B81CAF"/>
    <w:rsid w:val="00B81D21"/>
    <w:rsid w:val="00B827D0"/>
    <w:rsid w:val="00B82F7C"/>
    <w:rsid w:val="00B8301B"/>
    <w:rsid w:val="00B8322C"/>
    <w:rsid w:val="00B833F9"/>
    <w:rsid w:val="00B8377F"/>
    <w:rsid w:val="00B854F2"/>
    <w:rsid w:val="00B85B24"/>
    <w:rsid w:val="00B85BC6"/>
    <w:rsid w:val="00B85DDD"/>
    <w:rsid w:val="00B86C3F"/>
    <w:rsid w:val="00B87B06"/>
    <w:rsid w:val="00B90234"/>
    <w:rsid w:val="00B90497"/>
    <w:rsid w:val="00B91A17"/>
    <w:rsid w:val="00B91AC7"/>
    <w:rsid w:val="00B91DDD"/>
    <w:rsid w:val="00B92535"/>
    <w:rsid w:val="00B9277E"/>
    <w:rsid w:val="00B9380E"/>
    <w:rsid w:val="00B94129"/>
    <w:rsid w:val="00B951BE"/>
    <w:rsid w:val="00B960E8"/>
    <w:rsid w:val="00B961D2"/>
    <w:rsid w:val="00B962CA"/>
    <w:rsid w:val="00B9682D"/>
    <w:rsid w:val="00B96B8D"/>
    <w:rsid w:val="00B97641"/>
    <w:rsid w:val="00B9777F"/>
    <w:rsid w:val="00B978FC"/>
    <w:rsid w:val="00B97BEB"/>
    <w:rsid w:val="00BA05C8"/>
    <w:rsid w:val="00BA05F1"/>
    <w:rsid w:val="00BA32ED"/>
    <w:rsid w:val="00BA37F0"/>
    <w:rsid w:val="00BA387B"/>
    <w:rsid w:val="00BA3952"/>
    <w:rsid w:val="00BA4079"/>
    <w:rsid w:val="00BA41A5"/>
    <w:rsid w:val="00BA50D1"/>
    <w:rsid w:val="00BA5BB7"/>
    <w:rsid w:val="00BA5D65"/>
    <w:rsid w:val="00BA61D8"/>
    <w:rsid w:val="00BA6746"/>
    <w:rsid w:val="00BA67D4"/>
    <w:rsid w:val="00BA67E7"/>
    <w:rsid w:val="00BA68C7"/>
    <w:rsid w:val="00BA6B43"/>
    <w:rsid w:val="00BA6DD8"/>
    <w:rsid w:val="00BA6E35"/>
    <w:rsid w:val="00BA7413"/>
    <w:rsid w:val="00BA7474"/>
    <w:rsid w:val="00BA78F3"/>
    <w:rsid w:val="00BA79F5"/>
    <w:rsid w:val="00BA7A17"/>
    <w:rsid w:val="00BA7CF5"/>
    <w:rsid w:val="00BA7D7F"/>
    <w:rsid w:val="00BB0431"/>
    <w:rsid w:val="00BB1046"/>
    <w:rsid w:val="00BB136C"/>
    <w:rsid w:val="00BB1FC8"/>
    <w:rsid w:val="00BB2800"/>
    <w:rsid w:val="00BB4311"/>
    <w:rsid w:val="00BB4627"/>
    <w:rsid w:val="00BB50D7"/>
    <w:rsid w:val="00BB5542"/>
    <w:rsid w:val="00BB55E2"/>
    <w:rsid w:val="00BB56E6"/>
    <w:rsid w:val="00BB6E27"/>
    <w:rsid w:val="00BB76E8"/>
    <w:rsid w:val="00BB7AAB"/>
    <w:rsid w:val="00BB7B9A"/>
    <w:rsid w:val="00BC0727"/>
    <w:rsid w:val="00BC0DE3"/>
    <w:rsid w:val="00BC1026"/>
    <w:rsid w:val="00BC11A5"/>
    <w:rsid w:val="00BC1DE5"/>
    <w:rsid w:val="00BC215E"/>
    <w:rsid w:val="00BC2986"/>
    <w:rsid w:val="00BC2E20"/>
    <w:rsid w:val="00BC339D"/>
    <w:rsid w:val="00BC359B"/>
    <w:rsid w:val="00BC3685"/>
    <w:rsid w:val="00BC386D"/>
    <w:rsid w:val="00BC38DF"/>
    <w:rsid w:val="00BC4132"/>
    <w:rsid w:val="00BC497F"/>
    <w:rsid w:val="00BC4CF4"/>
    <w:rsid w:val="00BC5AB8"/>
    <w:rsid w:val="00BC656E"/>
    <w:rsid w:val="00BC6973"/>
    <w:rsid w:val="00BC71AD"/>
    <w:rsid w:val="00BC73CF"/>
    <w:rsid w:val="00BC7889"/>
    <w:rsid w:val="00BD09C7"/>
    <w:rsid w:val="00BD0C37"/>
    <w:rsid w:val="00BD0C70"/>
    <w:rsid w:val="00BD1336"/>
    <w:rsid w:val="00BD160A"/>
    <w:rsid w:val="00BD2787"/>
    <w:rsid w:val="00BD2898"/>
    <w:rsid w:val="00BD2993"/>
    <w:rsid w:val="00BD31E2"/>
    <w:rsid w:val="00BD46B3"/>
    <w:rsid w:val="00BD4913"/>
    <w:rsid w:val="00BD4968"/>
    <w:rsid w:val="00BD559E"/>
    <w:rsid w:val="00BD67E1"/>
    <w:rsid w:val="00BD6A87"/>
    <w:rsid w:val="00BD6BD5"/>
    <w:rsid w:val="00BD6D9B"/>
    <w:rsid w:val="00BD6F30"/>
    <w:rsid w:val="00BD7247"/>
    <w:rsid w:val="00BE0B65"/>
    <w:rsid w:val="00BE0C4B"/>
    <w:rsid w:val="00BE0F7A"/>
    <w:rsid w:val="00BE1496"/>
    <w:rsid w:val="00BE1AFC"/>
    <w:rsid w:val="00BE2124"/>
    <w:rsid w:val="00BE2BB4"/>
    <w:rsid w:val="00BE2DBE"/>
    <w:rsid w:val="00BE2E3F"/>
    <w:rsid w:val="00BE3104"/>
    <w:rsid w:val="00BE3277"/>
    <w:rsid w:val="00BE33C7"/>
    <w:rsid w:val="00BE3DD2"/>
    <w:rsid w:val="00BE3ECE"/>
    <w:rsid w:val="00BE405B"/>
    <w:rsid w:val="00BE4402"/>
    <w:rsid w:val="00BE49C0"/>
    <w:rsid w:val="00BE4A7A"/>
    <w:rsid w:val="00BE4E0E"/>
    <w:rsid w:val="00BE5A39"/>
    <w:rsid w:val="00BE6942"/>
    <w:rsid w:val="00BE6FDF"/>
    <w:rsid w:val="00BE7769"/>
    <w:rsid w:val="00BE78E5"/>
    <w:rsid w:val="00BF0301"/>
    <w:rsid w:val="00BF0559"/>
    <w:rsid w:val="00BF1A9C"/>
    <w:rsid w:val="00BF2011"/>
    <w:rsid w:val="00BF2259"/>
    <w:rsid w:val="00BF298C"/>
    <w:rsid w:val="00BF2D68"/>
    <w:rsid w:val="00BF404E"/>
    <w:rsid w:val="00BF477E"/>
    <w:rsid w:val="00BF4A0F"/>
    <w:rsid w:val="00BF4B61"/>
    <w:rsid w:val="00BF4CA0"/>
    <w:rsid w:val="00BF57FE"/>
    <w:rsid w:val="00BF595E"/>
    <w:rsid w:val="00BF6227"/>
    <w:rsid w:val="00BF6257"/>
    <w:rsid w:val="00BF6807"/>
    <w:rsid w:val="00BF70CD"/>
    <w:rsid w:val="00BF7AF4"/>
    <w:rsid w:val="00C0057B"/>
    <w:rsid w:val="00C009DA"/>
    <w:rsid w:val="00C01442"/>
    <w:rsid w:val="00C01719"/>
    <w:rsid w:val="00C01D48"/>
    <w:rsid w:val="00C01DC7"/>
    <w:rsid w:val="00C01FCC"/>
    <w:rsid w:val="00C023D3"/>
    <w:rsid w:val="00C02E2A"/>
    <w:rsid w:val="00C03022"/>
    <w:rsid w:val="00C0303B"/>
    <w:rsid w:val="00C036AD"/>
    <w:rsid w:val="00C0488C"/>
    <w:rsid w:val="00C04BA0"/>
    <w:rsid w:val="00C05BAB"/>
    <w:rsid w:val="00C0669B"/>
    <w:rsid w:val="00C072DC"/>
    <w:rsid w:val="00C07F63"/>
    <w:rsid w:val="00C104CC"/>
    <w:rsid w:val="00C106D0"/>
    <w:rsid w:val="00C10FB5"/>
    <w:rsid w:val="00C11048"/>
    <w:rsid w:val="00C1182F"/>
    <w:rsid w:val="00C11870"/>
    <w:rsid w:val="00C11915"/>
    <w:rsid w:val="00C12E04"/>
    <w:rsid w:val="00C12F41"/>
    <w:rsid w:val="00C12FE8"/>
    <w:rsid w:val="00C13B31"/>
    <w:rsid w:val="00C1598C"/>
    <w:rsid w:val="00C15E83"/>
    <w:rsid w:val="00C16CB8"/>
    <w:rsid w:val="00C17296"/>
    <w:rsid w:val="00C172BA"/>
    <w:rsid w:val="00C173E5"/>
    <w:rsid w:val="00C17665"/>
    <w:rsid w:val="00C179CB"/>
    <w:rsid w:val="00C17ADD"/>
    <w:rsid w:val="00C17B63"/>
    <w:rsid w:val="00C205A2"/>
    <w:rsid w:val="00C213E2"/>
    <w:rsid w:val="00C21584"/>
    <w:rsid w:val="00C216BC"/>
    <w:rsid w:val="00C21E5F"/>
    <w:rsid w:val="00C22185"/>
    <w:rsid w:val="00C224A8"/>
    <w:rsid w:val="00C22C74"/>
    <w:rsid w:val="00C22D38"/>
    <w:rsid w:val="00C2498C"/>
    <w:rsid w:val="00C24A76"/>
    <w:rsid w:val="00C24CEA"/>
    <w:rsid w:val="00C25804"/>
    <w:rsid w:val="00C259F5"/>
    <w:rsid w:val="00C25C43"/>
    <w:rsid w:val="00C25D5A"/>
    <w:rsid w:val="00C25D78"/>
    <w:rsid w:val="00C2606A"/>
    <w:rsid w:val="00C267F3"/>
    <w:rsid w:val="00C26AE2"/>
    <w:rsid w:val="00C27189"/>
    <w:rsid w:val="00C2751C"/>
    <w:rsid w:val="00C27926"/>
    <w:rsid w:val="00C27A6B"/>
    <w:rsid w:val="00C27D3F"/>
    <w:rsid w:val="00C30BA0"/>
    <w:rsid w:val="00C319EE"/>
    <w:rsid w:val="00C32091"/>
    <w:rsid w:val="00C32485"/>
    <w:rsid w:val="00C34456"/>
    <w:rsid w:val="00C349A1"/>
    <w:rsid w:val="00C34EA0"/>
    <w:rsid w:val="00C34F7D"/>
    <w:rsid w:val="00C35242"/>
    <w:rsid w:val="00C352F5"/>
    <w:rsid w:val="00C35D91"/>
    <w:rsid w:val="00C36131"/>
    <w:rsid w:val="00C36EE8"/>
    <w:rsid w:val="00C37012"/>
    <w:rsid w:val="00C372BF"/>
    <w:rsid w:val="00C373AB"/>
    <w:rsid w:val="00C377ED"/>
    <w:rsid w:val="00C377F5"/>
    <w:rsid w:val="00C37CB8"/>
    <w:rsid w:val="00C37E23"/>
    <w:rsid w:val="00C40B0E"/>
    <w:rsid w:val="00C40B8F"/>
    <w:rsid w:val="00C415DC"/>
    <w:rsid w:val="00C41D58"/>
    <w:rsid w:val="00C41DBD"/>
    <w:rsid w:val="00C4250B"/>
    <w:rsid w:val="00C43129"/>
    <w:rsid w:val="00C434F5"/>
    <w:rsid w:val="00C43858"/>
    <w:rsid w:val="00C43B10"/>
    <w:rsid w:val="00C43CA8"/>
    <w:rsid w:val="00C44CAB"/>
    <w:rsid w:val="00C44CFE"/>
    <w:rsid w:val="00C44FEF"/>
    <w:rsid w:val="00C45EDD"/>
    <w:rsid w:val="00C4731B"/>
    <w:rsid w:val="00C47A0A"/>
    <w:rsid w:val="00C512C1"/>
    <w:rsid w:val="00C517BF"/>
    <w:rsid w:val="00C532A4"/>
    <w:rsid w:val="00C536D5"/>
    <w:rsid w:val="00C53DF1"/>
    <w:rsid w:val="00C5404D"/>
    <w:rsid w:val="00C541A3"/>
    <w:rsid w:val="00C54B2A"/>
    <w:rsid w:val="00C5550F"/>
    <w:rsid w:val="00C56DAE"/>
    <w:rsid w:val="00C571E2"/>
    <w:rsid w:val="00C5748B"/>
    <w:rsid w:val="00C60738"/>
    <w:rsid w:val="00C616EF"/>
    <w:rsid w:val="00C61A62"/>
    <w:rsid w:val="00C61D15"/>
    <w:rsid w:val="00C62840"/>
    <w:rsid w:val="00C62F2F"/>
    <w:rsid w:val="00C63957"/>
    <w:rsid w:val="00C65D76"/>
    <w:rsid w:val="00C66A3B"/>
    <w:rsid w:val="00C66F1D"/>
    <w:rsid w:val="00C6701D"/>
    <w:rsid w:val="00C671F9"/>
    <w:rsid w:val="00C67E9D"/>
    <w:rsid w:val="00C7019C"/>
    <w:rsid w:val="00C704CC"/>
    <w:rsid w:val="00C70D3A"/>
    <w:rsid w:val="00C70FA5"/>
    <w:rsid w:val="00C711D1"/>
    <w:rsid w:val="00C73163"/>
    <w:rsid w:val="00C73195"/>
    <w:rsid w:val="00C73750"/>
    <w:rsid w:val="00C73A98"/>
    <w:rsid w:val="00C73F55"/>
    <w:rsid w:val="00C7428A"/>
    <w:rsid w:val="00C746AD"/>
    <w:rsid w:val="00C74C1C"/>
    <w:rsid w:val="00C7539B"/>
    <w:rsid w:val="00C759B3"/>
    <w:rsid w:val="00C7680F"/>
    <w:rsid w:val="00C76B98"/>
    <w:rsid w:val="00C77AD8"/>
    <w:rsid w:val="00C80398"/>
    <w:rsid w:val="00C80E31"/>
    <w:rsid w:val="00C819FC"/>
    <w:rsid w:val="00C81A19"/>
    <w:rsid w:val="00C825E7"/>
    <w:rsid w:val="00C82D05"/>
    <w:rsid w:val="00C82E96"/>
    <w:rsid w:val="00C8373B"/>
    <w:rsid w:val="00C838F5"/>
    <w:rsid w:val="00C83D89"/>
    <w:rsid w:val="00C8412A"/>
    <w:rsid w:val="00C84205"/>
    <w:rsid w:val="00C846EB"/>
    <w:rsid w:val="00C84B5C"/>
    <w:rsid w:val="00C84F61"/>
    <w:rsid w:val="00C85189"/>
    <w:rsid w:val="00C8590C"/>
    <w:rsid w:val="00C86F4F"/>
    <w:rsid w:val="00C872FC"/>
    <w:rsid w:val="00C87705"/>
    <w:rsid w:val="00C877A5"/>
    <w:rsid w:val="00C8791B"/>
    <w:rsid w:val="00C9043D"/>
    <w:rsid w:val="00C907B5"/>
    <w:rsid w:val="00C9081D"/>
    <w:rsid w:val="00C90907"/>
    <w:rsid w:val="00C9193D"/>
    <w:rsid w:val="00C91DE4"/>
    <w:rsid w:val="00C92BA4"/>
    <w:rsid w:val="00C9325E"/>
    <w:rsid w:val="00C93C3C"/>
    <w:rsid w:val="00C9490C"/>
    <w:rsid w:val="00C95399"/>
    <w:rsid w:val="00C97342"/>
    <w:rsid w:val="00CA0087"/>
    <w:rsid w:val="00CA04D7"/>
    <w:rsid w:val="00CA105F"/>
    <w:rsid w:val="00CA14E9"/>
    <w:rsid w:val="00CA1518"/>
    <w:rsid w:val="00CA15DB"/>
    <w:rsid w:val="00CA214B"/>
    <w:rsid w:val="00CA2638"/>
    <w:rsid w:val="00CA329A"/>
    <w:rsid w:val="00CA432F"/>
    <w:rsid w:val="00CA4538"/>
    <w:rsid w:val="00CA498E"/>
    <w:rsid w:val="00CA5A7F"/>
    <w:rsid w:val="00CA5D53"/>
    <w:rsid w:val="00CA6271"/>
    <w:rsid w:val="00CA6C26"/>
    <w:rsid w:val="00CA7942"/>
    <w:rsid w:val="00CB0246"/>
    <w:rsid w:val="00CB0742"/>
    <w:rsid w:val="00CB0F1D"/>
    <w:rsid w:val="00CB12CE"/>
    <w:rsid w:val="00CB19DA"/>
    <w:rsid w:val="00CB1E96"/>
    <w:rsid w:val="00CB203B"/>
    <w:rsid w:val="00CB2297"/>
    <w:rsid w:val="00CB2C65"/>
    <w:rsid w:val="00CB33FE"/>
    <w:rsid w:val="00CB3499"/>
    <w:rsid w:val="00CB3689"/>
    <w:rsid w:val="00CB3AE7"/>
    <w:rsid w:val="00CB3F0C"/>
    <w:rsid w:val="00CB3FE0"/>
    <w:rsid w:val="00CB47A6"/>
    <w:rsid w:val="00CB5877"/>
    <w:rsid w:val="00CB5D4D"/>
    <w:rsid w:val="00CB6746"/>
    <w:rsid w:val="00CB6AC1"/>
    <w:rsid w:val="00CB7435"/>
    <w:rsid w:val="00CB7816"/>
    <w:rsid w:val="00CB7D19"/>
    <w:rsid w:val="00CC153C"/>
    <w:rsid w:val="00CC1880"/>
    <w:rsid w:val="00CC1CC4"/>
    <w:rsid w:val="00CC1CE5"/>
    <w:rsid w:val="00CC4AE5"/>
    <w:rsid w:val="00CC55FF"/>
    <w:rsid w:val="00CC5C8D"/>
    <w:rsid w:val="00CC692A"/>
    <w:rsid w:val="00CC6EEF"/>
    <w:rsid w:val="00CC6F40"/>
    <w:rsid w:val="00CC6F95"/>
    <w:rsid w:val="00CC754C"/>
    <w:rsid w:val="00CD0766"/>
    <w:rsid w:val="00CD079C"/>
    <w:rsid w:val="00CD0A48"/>
    <w:rsid w:val="00CD1028"/>
    <w:rsid w:val="00CD15D0"/>
    <w:rsid w:val="00CD276F"/>
    <w:rsid w:val="00CD2819"/>
    <w:rsid w:val="00CD2A7B"/>
    <w:rsid w:val="00CD2FD8"/>
    <w:rsid w:val="00CD316F"/>
    <w:rsid w:val="00CD3C9E"/>
    <w:rsid w:val="00CD3EFA"/>
    <w:rsid w:val="00CD46D2"/>
    <w:rsid w:val="00CD48B5"/>
    <w:rsid w:val="00CD5630"/>
    <w:rsid w:val="00CD5BAF"/>
    <w:rsid w:val="00CD7A28"/>
    <w:rsid w:val="00CE0F42"/>
    <w:rsid w:val="00CE1220"/>
    <w:rsid w:val="00CE158E"/>
    <w:rsid w:val="00CE2490"/>
    <w:rsid w:val="00CE275A"/>
    <w:rsid w:val="00CE2E24"/>
    <w:rsid w:val="00CE3318"/>
    <w:rsid w:val="00CE3C2B"/>
    <w:rsid w:val="00CE3ECA"/>
    <w:rsid w:val="00CE43AD"/>
    <w:rsid w:val="00CE4589"/>
    <w:rsid w:val="00CE4A7E"/>
    <w:rsid w:val="00CE4AE7"/>
    <w:rsid w:val="00CE4CB4"/>
    <w:rsid w:val="00CE4DE5"/>
    <w:rsid w:val="00CE59CE"/>
    <w:rsid w:val="00CE5B6F"/>
    <w:rsid w:val="00CE642B"/>
    <w:rsid w:val="00CE6A65"/>
    <w:rsid w:val="00CE6C0C"/>
    <w:rsid w:val="00CE79B0"/>
    <w:rsid w:val="00CE7D66"/>
    <w:rsid w:val="00CF041F"/>
    <w:rsid w:val="00CF0EA2"/>
    <w:rsid w:val="00CF131D"/>
    <w:rsid w:val="00CF1576"/>
    <w:rsid w:val="00CF1929"/>
    <w:rsid w:val="00CF28F0"/>
    <w:rsid w:val="00CF2C1D"/>
    <w:rsid w:val="00CF2E98"/>
    <w:rsid w:val="00CF330E"/>
    <w:rsid w:val="00CF3B1C"/>
    <w:rsid w:val="00CF3DE1"/>
    <w:rsid w:val="00CF423C"/>
    <w:rsid w:val="00CF479F"/>
    <w:rsid w:val="00CF4A34"/>
    <w:rsid w:val="00CF5AFB"/>
    <w:rsid w:val="00CF63B1"/>
    <w:rsid w:val="00CF6615"/>
    <w:rsid w:val="00CF6B7B"/>
    <w:rsid w:val="00CF7A10"/>
    <w:rsid w:val="00D009D9"/>
    <w:rsid w:val="00D010F9"/>
    <w:rsid w:val="00D0199C"/>
    <w:rsid w:val="00D01B55"/>
    <w:rsid w:val="00D01D7E"/>
    <w:rsid w:val="00D02044"/>
    <w:rsid w:val="00D02E01"/>
    <w:rsid w:val="00D034E2"/>
    <w:rsid w:val="00D034E3"/>
    <w:rsid w:val="00D037DC"/>
    <w:rsid w:val="00D03946"/>
    <w:rsid w:val="00D03DD4"/>
    <w:rsid w:val="00D03F8A"/>
    <w:rsid w:val="00D03FD4"/>
    <w:rsid w:val="00D0521C"/>
    <w:rsid w:val="00D05D93"/>
    <w:rsid w:val="00D0691E"/>
    <w:rsid w:val="00D106F0"/>
    <w:rsid w:val="00D10AE2"/>
    <w:rsid w:val="00D10C7B"/>
    <w:rsid w:val="00D10E62"/>
    <w:rsid w:val="00D11209"/>
    <w:rsid w:val="00D11278"/>
    <w:rsid w:val="00D11EC3"/>
    <w:rsid w:val="00D12A30"/>
    <w:rsid w:val="00D13E84"/>
    <w:rsid w:val="00D14282"/>
    <w:rsid w:val="00D14334"/>
    <w:rsid w:val="00D14557"/>
    <w:rsid w:val="00D1476D"/>
    <w:rsid w:val="00D1625E"/>
    <w:rsid w:val="00D16BE7"/>
    <w:rsid w:val="00D16E58"/>
    <w:rsid w:val="00D16F2A"/>
    <w:rsid w:val="00D17045"/>
    <w:rsid w:val="00D173A6"/>
    <w:rsid w:val="00D17815"/>
    <w:rsid w:val="00D17AB2"/>
    <w:rsid w:val="00D17D1A"/>
    <w:rsid w:val="00D20EB4"/>
    <w:rsid w:val="00D22C03"/>
    <w:rsid w:val="00D2307E"/>
    <w:rsid w:val="00D24173"/>
    <w:rsid w:val="00D242D2"/>
    <w:rsid w:val="00D24416"/>
    <w:rsid w:val="00D2498A"/>
    <w:rsid w:val="00D251D5"/>
    <w:rsid w:val="00D2531F"/>
    <w:rsid w:val="00D25776"/>
    <w:rsid w:val="00D25BBF"/>
    <w:rsid w:val="00D26A6A"/>
    <w:rsid w:val="00D27322"/>
    <w:rsid w:val="00D27BF5"/>
    <w:rsid w:val="00D30614"/>
    <w:rsid w:val="00D30657"/>
    <w:rsid w:val="00D30EA8"/>
    <w:rsid w:val="00D31667"/>
    <w:rsid w:val="00D318B9"/>
    <w:rsid w:val="00D31D75"/>
    <w:rsid w:val="00D31F7C"/>
    <w:rsid w:val="00D32301"/>
    <w:rsid w:val="00D33717"/>
    <w:rsid w:val="00D33E6C"/>
    <w:rsid w:val="00D3433E"/>
    <w:rsid w:val="00D3468A"/>
    <w:rsid w:val="00D35340"/>
    <w:rsid w:val="00D353AA"/>
    <w:rsid w:val="00D35610"/>
    <w:rsid w:val="00D35B53"/>
    <w:rsid w:val="00D35C48"/>
    <w:rsid w:val="00D35C84"/>
    <w:rsid w:val="00D36441"/>
    <w:rsid w:val="00D3669F"/>
    <w:rsid w:val="00D3706B"/>
    <w:rsid w:val="00D376C6"/>
    <w:rsid w:val="00D379E8"/>
    <w:rsid w:val="00D37AA0"/>
    <w:rsid w:val="00D401AB"/>
    <w:rsid w:val="00D40297"/>
    <w:rsid w:val="00D40381"/>
    <w:rsid w:val="00D40BDF"/>
    <w:rsid w:val="00D40CA0"/>
    <w:rsid w:val="00D4169D"/>
    <w:rsid w:val="00D416C1"/>
    <w:rsid w:val="00D41867"/>
    <w:rsid w:val="00D42683"/>
    <w:rsid w:val="00D42790"/>
    <w:rsid w:val="00D427D9"/>
    <w:rsid w:val="00D42A64"/>
    <w:rsid w:val="00D42D21"/>
    <w:rsid w:val="00D43C6F"/>
    <w:rsid w:val="00D43C78"/>
    <w:rsid w:val="00D43FDC"/>
    <w:rsid w:val="00D44343"/>
    <w:rsid w:val="00D45357"/>
    <w:rsid w:val="00D45484"/>
    <w:rsid w:val="00D4556E"/>
    <w:rsid w:val="00D45C9E"/>
    <w:rsid w:val="00D461E5"/>
    <w:rsid w:val="00D46B0E"/>
    <w:rsid w:val="00D46F13"/>
    <w:rsid w:val="00D476DB"/>
    <w:rsid w:val="00D47BED"/>
    <w:rsid w:val="00D47CC6"/>
    <w:rsid w:val="00D504C6"/>
    <w:rsid w:val="00D50DC2"/>
    <w:rsid w:val="00D51451"/>
    <w:rsid w:val="00D516B2"/>
    <w:rsid w:val="00D51828"/>
    <w:rsid w:val="00D519FF"/>
    <w:rsid w:val="00D51F77"/>
    <w:rsid w:val="00D523CD"/>
    <w:rsid w:val="00D52995"/>
    <w:rsid w:val="00D52BF7"/>
    <w:rsid w:val="00D548E3"/>
    <w:rsid w:val="00D54D0C"/>
    <w:rsid w:val="00D55470"/>
    <w:rsid w:val="00D55C7D"/>
    <w:rsid w:val="00D56A10"/>
    <w:rsid w:val="00D56C7B"/>
    <w:rsid w:val="00D576B3"/>
    <w:rsid w:val="00D57FC9"/>
    <w:rsid w:val="00D609AC"/>
    <w:rsid w:val="00D60D80"/>
    <w:rsid w:val="00D61988"/>
    <w:rsid w:val="00D61E7A"/>
    <w:rsid w:val="00D62172"/>
    <w:rsid w:val="00D6231B"/>
    <w:rsid w:val="00D62603"/>
    <w:rsid w:val="00D62D86"/>
    <w:rsid w:val="00D62F61"/>
    <w:rsid w:val="00D63E05"/>
    <w:rsid w:val="00D6412B"/>
    <w:rsid w:val="00D64176"/>
    <w:rsid w:val="00D64D82"/>
    <w:rsid w:val="00D64F2F"/>
    <w:rsid w:val="00D6587F"/>
    <w:rsid w:val="00D65A8F"/>
    <w:rsid w:val="00D66022"/>
    <w:rsid w:val="00D663A1"/>
    <w:rsid w:val="00D663CC"/>
    <w:rsid w:val="00D6728F"/>
    <w:rsid w:val="00D67838"/>
    <w:rsid w:val="00D679FB"/>
    <w:rsid w:val="00D7051B"/>
    <w:rsid w:val="00D70C13"/>
    <w:rsid w:val="00D71094"/>
    <w:rsid w:val="00D71155"/>
    <w:rsid w:val="00D711D4"/>
    <w:rsid w:val="00D71456"/>
    <w:rsid w:val="00D71686"/>
    <w:rsid w:val="00D7189C"/>
    <w:rsid w:val="00D7196C"/>
    <w:rsid w:val="00D71B7F"/>
    <w:rsid w:val="00D71BFC"/>
    <w:rsid w:val="00D71D20"/>
    <w:rsid w:val="00D71E16"/>
    <w:rsid w:val="00D728BF"/>
    <w:rsid w:val="00D729B0"/>
    <w:rsid w:val="00D72B4F"/>
    <w:rsid w:val="00D74274"/>
    <w:rsid w:val="00D746A4"/>
    <w:rsid w:val="00D749CF"/>
    <w:rsid w:val="00D74C02"/>
    <w:rsid w:val="00D757A8"/>
    <w:rsid w:val="00D75C94"/>
    <w:rsid w:val="00D762ED"/>
    <w:rsid w:val="00D76669"/>
    <w:rsid w:val="00D77373"/>
    <w:rsid w:val="00D775BF"/>
    <w:rsid w:val="00D77AC4"/>
    <w:rsid w:val="00D77FBD"/>
    <w:rsid w:val="00D80000"/>
    <w:rsid w:val="00D80165"/>
    <w:rsid w:val="00D80167"/>
    <w:rsid w:val="00D80D5C"/>
    <w:rsid w:val="00D8162F"/>
    <w:rsid w:val="00D81E44"/>
    <w:rsid w:val="00D828BB"/>
    <w:rsid w:val="00D82DB7"/>
    <w:rsid w:val="00D831AE"/>
    <w:rsid w:val="00D8398F"/>
    <w:rsid w:val="00D84A99"/>
    <w:rsid w:val="00D84C7F"/>
    <w:rsid w:val="00D85A68"/>
    <w:rsid w:val="00D85A80"/>
    <w:rsid w:val="00D86406"/>
    <w:rsid w:val="00D86486"/>
    <w:rsid w:val="00D86B08"/>
    <w:rsid w:val="00D871A2"/>
    <w:rsid w:val="00D87DD1"/>
    <w:rsid w:val="00D913E1"/>
    <w:rsid w:val="00D921A8"/>
    <w:rsid w:val="00D92F1C"/>
    <w:rsid w:val="00D93278"/>
    <w:rsid w:val="00D94368"/>
    <w:rsid w:val="00D957BF"/>
    <w:rsid w:val="00D95C89"/>
    <w:rsid w:val="00D95F19"/>
    <w:rsid w:val="00D96602"/>
    <w:rsid w:val="00DA26FB"/>
    <w:rsid w:val="00DA2B67"/>
    <w:rsid w:val="00DA345A"/>
    <w:rsid w:val="00DA3A39"/>
    <w:rsid w:val="00DA407F"/>
    <w:rsid w:val="00DA4865"/>
    <w:rsid w:val="00DA5FA2"/>
    <w:rsid w:val="00DA71EC"/>
    <w:rsid w:val="00DB0539"/>
    <w:rsid w:val="00DB10EE"/>
    <w:rsid w:val="00DB1451"/>
    <w:rsid w:val="00DB16CD"/>
    <w:rsid w:val="00DB1A7A"/>
    <w:rsid w:val="00DB26F5"/>
    <w:rsid w:val="00DB35A5"/>
    <w:rsid w:val="00DB3AB1"/>
    <w:rsid w:val="00DB3C12"/>
    <w:rsid w:val="00DB3D3F"/>
    <w:rsid w:val="00DB475B"/>
    <w:rsid w:val="00DB47F0"/>
    <w:rsid w:val="00DB4890"/>
    <w:rsid w:val="00DB4989"/>
    <w:rsid w:val="00DB50F4"/>
    <w:rsid w:val="00DB5228"/>
    <w:rsid w:val="00DB5853"/>
    <w:rsid w:val="00DB5954"/>
    <w:rsid w:val="00DB655F"/>
    <w:rsid w:val="00DB669F"/>
    <w:rsid w:val="00DB6DAB"/>
    <w:rsid w:val="00DB7734"/>
    <w:rsid w:val="00DB7BE6"/>
    <w:rsid w:val="00DB7C6F"/>
    <w:rsid w:val="00DB7E81"/>
    <w:rsid w:val="00DC0D46"/>
    <w:rsid w:val="00DC0E2B"/>
    <w:rsid w:val="00DC1278"/>
    <w:rsid w:val="00DC2D52"/>
    <w:rsid w:val="00DC2F5F"/>
    <w:rsid w:val="00DC4CEF"/>
    <w:rsid w:val="00DC559C"/>
    <w:rsid w:val="00DC5C88"/>
    <w:rsid w:val="00DC6091"/>
    <w:rsid w:val="00DC656A"/>
    <w:rsid w:val="00DC69E3"/>
    <w:rsid w:val="00DC7413"/>
    <w:rsid w:val="00DC743A"/>
    <w:rsid w:val="00DC7451"/>
    <w:rsid w:val="00DC7969"/>
    <w:rsid w:val="00DD0048"/>
    <w:rsid w:val="00DD00D3"/>
    <w:rsid w:val="00DD0300"/>
    <w:rsid w:val="00DD04EC"/>
    <w:rsid w:val="00DD058D"/>
    <w:rsid w:val="00DD0EAC"/>
    <w:rsid w:val="00DD1502"/>
    <w:rsid w:val="00DD15EE"/>
    <w:rsid w:val="00DD1D8D"/>
    <w:rsid w:val="00DD261F"/>
    <w:rsid w:val="00DD30A9"/>
    <w:rsid w:val="00DD3840"/>
    <w:rsid w:val="00DD4A06"/>
    <w:rsid w:val="00DD6F5B"/>
    <w:rsid w:val="00DE028B"/>
    <w:rsid w:val="00DE1039"/>
    <w:rsid w:val="00DE1538"/>
    <w:rsid w:val="00DE1621"/>
    <w:rsid w:val="00DE2031"/>
    <w:rsid w:val="00DE3818"/>
    <w:rsid w:val="00DE3C8C"/>
    <w:rsid w:val="00DE42DA"/>
    <w:rsid w:val="00DE5637"/>
    <w:rsid w:val="00DE5C32"/>
    <w:rsid w:val="00DE6082"/>
    <w:rsid w:val="00DE65D9"/>
    <w:rsid w:val="00DE689E"/>
    <w:rsid w:val="00DE774A"/>
    <w:rsid w:val="00DE776C"/>
    <w:rsid w:val="00DE7945"/>
    <w:rsid w:val="00DE79CB"/>
    <w:rsid w:val="00DF00E5"/>
    <w:rsid w:val="00DF1242"/>
    <w:rsid w:val="00DF17C1"/>
    <w:rsid w:val="00DF1EE4"/>
    <w:rsid w:val="00DF2205"/>
    <w:rsid w:val="00DF25E7"/>
    <w:rsid w:val="00DF2EFB"/>
    <w:rsid w:val="00DF32FD"/>
    <w:rsid w:val="00DF3B6E"/>
    <w:rsid w:val="00DF439B"/>
    <w:rsid w:val="00DF4923"/>
    <w:rsid w:val="00DF496D"/>
    <w:rsid w:val="00DF4A3E"/>
    <w:rsid w:val="00DF4C4B"/>
    <w:rsid w:val="00DF5128"/>
    <w:rsid w:val="00DF556D"/>
    <w:rsid w:val="00DF5D6D"/>
    <w:rsid w:val="00DF5F0D"/>
    <w:rsid w:val="00DF60EE"/>
    <w:rsid w:val="00DF6605"/>
    <w:rsid w:val="00DF719A"/>
    <w:rsid w:val="00DF782F"/>
    <w:rsid w:val="00E00A5D"/>
    <w:rsid w:val="00E00DC6"/>
    <w:rsid w:val="00E0107B"/>
    <w:rsid w:val="00E02722"/>
    <w:rsid w:val="00E02B4D"/>
    <w:rsid w:val="00E02EC0"/>
    <w:rsid w:val="00E04424"/>
    <w:rsid w:val="00E0452B"/>
    <w:rsid w:val="00E045D8"/>
    <w:rsid w:val="00E0476C"/>
    <w:rsid w:val="00E05623"/>
    <w:rsid w:val="00E0568D"/>
    <w:rsid w:val="00E05A8F"/>
    <w:rsid w:val="00E05F05"/>
    <w:rsid w:val="00E05FA0"/>
    <w:rsid w:val="00E06133"/>
    <w:rsid w:val="00E06421"/>
    <w:rsid w:val="00E06F4D"/>
    <w:rsid w:val="00E075F3"/>
    <w:rsid w:val="00E07AB5"/>
    <w:rsid w:val="00E07BB6"/>
    <w:rsid w:val="00E07CA4"/>
    <w:rsid w:val="00E10FB6"/>
    <w:rsid w:val="00E111A8"/>
    <w:rsid w:val="00E1132A"/>
    <w:rsid w:val="00E117A7"/>
    <w:rsid w:val="00E11FCB"/>
    <w:rsid w:val="00E1244D"/>
    <w:rsid w:val="00E12618"/>
    <w:rsid w:val="00E127F8"/>
    <w:rsid w:val="00E12B0E"/>
    <w:rsid w:val="00E12CB6"/>
    <w:rsid w:val="00E13C9F"/>
    <w:rsid w:val="00E14A56"/>
    <w:rsid w:val="00E15136"/>
    <w:rsid w:val="00E1534C"/>
    <w:rsid w:val="00E1558C"/>
    <w:rsid w:val="00E155F3"/>
    <w:rsid w:val="00E158BA"/>
    <w:rsid w:val="00E15D0B"/>
    <w:rsid w:val="00E15E19"/>
    <w:rsid w:val="00E1632E"/>
    <w:rsid w:val="00E17B45"/>
    <w:rsid w:val="00E17B60"/>
    <w:rsid w:val="00E201FA"/>
    <w:rsid w:val="00E2076B"/>
    <w:rsid w:val="00E208CE"/>
    <w:rsid w:val="00E208D7"/>
    <w:rsid w:val="00E209AF"/>
    <w:rsid w:val="00E20CE4"/>
    <w:rsid w:val="00E20DB1"/>
    <w:rsid w:val="00E2107B"/>
    <w:rsid w:val="00E21196"/>
    <w:rsid w:val="00E214B8"/>
    <w:rsid w:val="00E227A2"/>
    <w:rsid w:val="00E22B25"/>
    <w:rsid w:val="00E22B71"/>
    <w:rsid w:val="00E23BE9"/>
    <w:rsid w:val="00E2413A"/>
    <w:rsid w:val="00E24208"/>
    <w:rsid w:val="00E253E4"/>
    <w:rsid w:val="00E2555F"/>
    <w:rsid w:val="00E257B7"/>
    <w:rsid w:val="00E25E28"/>
    <w:rsid w:val="00E26060"/>
    <w:rsid w:val="00E265FA"/>
    <w:rsid w:val="00E26BAF"/>
    <w:rsid w:val="00E26C0F"/>
    <w:rsid w:val="00E26E58"/>
    <w:rsid w:val="00E26F15"/>
    <w:rsid w:val="00E271F0"/>
    <w:rsid w:val="00E27478"/>
    <w:rsid w:val="00E27771"/>
    <w:rsid w:val="00E2777E"/>
    <w:rsid w:val="00E27AAE"/>
    <w:rsid w:val="00E27CE3"/>
    <w:rsid w:val="00E306AB"/>
    <w:rsid w:val="00E30ECF"/>
    <w:rsid w:val="00E32C50"/>
    <w:rsid w:val="00E33A46"/>
    <w:rsid w:val="00E33BA4"/>
    <w:rsid w:val="00E33F4D"/>
    <w:rsid w:val="00E35CE9"/>
    <w:rsid w:val="00E35DD3"/>
    <w:rsid w:val="00E36901"/>
    <w:rsid w:val="00E36ADC"/>
    <w:rsid w:val="00E3724A"/>
    <w:rsid w:val="00E374AA"/>
    <w:rsid w:val="00E40082"/>
    <w:rsid w:val="00E40388"/>
    <w:rsid w:val="00E40581"/>
    <w:rsid w:val="00E40986"/>
    <w:rsid w:val="00E40BED"/>
    <w:rsid w:val="00E40FC1"/>
    <w:rsid w:val="00E410B9"/>
    <w:rsid w:val="00E41987"/>
    <w:rsid w:val="00E41D12"/>
    <w:rsid w:val="00E4206C"/>
    <w:rsid w:val="00E4239B"/>
    <w:rsid w:val="00E42BCA"/>
    <w:rsid w:val="00E43FD5"/>
    <w:rsid w:val="00E4436B"/>
    <w:rsid w:val="00E447CA"/>
    <w:rsid w:val="00E457FE"/>
    <w:rsid w:val="00E4640E"/>
    <w:rsid w:val="00E464E1"/>
    <w:rsid w:val="00E46903"/>
    <w:rsid w:val="00E4750E"/>
    <w:rsid w:val="00E47A8C"/>
    <w:rsid w:val="00E5057D"/>
    <w:rsid w:val="00E50DF2"/>
    <w:rsid w:val="00E50F6F"/>
    <w:rsid w:val="00E50F7E"/>
    <w:rsid w:val="00E51385"/>
    <w:rsid w:val="00E518BA"/>
    <w:rsid w:val="00E51C95"/>
    <w:rsid w:val="00E51EA2"/>
    <w:rsid w:val="00E5235B"/>
    <w:rsid w:val="00E5307C"/>
    <w:rsid w:val="00E536AB"/>
    <w:rsid w:val="00E542C9"/>
    <w:rsid w:val="00E546A6"/>
    <w:rsid w:val="00E565E9"/>
    <w:rsid w:val="00E604B4"/>
    <w:rsid w:val="00E608A6"/>
    <w:rsid w:val="00E61108"/>
    <w:rsid w:val="00E61987"/>
    <w:rsid w:val="00E61A61"/>
    <w:rsid w:val="00E623D2"/>
    <w:rsid w:val="00E62806"/>
    <w:rsid w:val="00E62D4C"/>
    <w:rsid w:val="00E63262"/>
    <w:rsid w:val="00E6353B"/>
    <w:rsid w:val="00E635C3"/>
    <w:rsid w:val="00E636DA"/>
    <w:rsid w:val="00E63839"/>
    <w:rsid w:val="00E63A7D"/>
    <w:rsid w:val="00E6408C"/>
    <w:rsid w:val="00E64477"/>
    <w:rsid w:val="00E644B1"/>
    <w:rsid w:val="00E6462D"/>
    <w:rsid w:val="00E646A3"/>
    <w:rsid w:val="00E64F28"/>
    <w:rsid w:val="00E658BE"/>
    <w:rsid w:val="00E65CA9"/>
    <w:rsid w:val="00E66156"/>
    <w:rsid w:val="00E66C02"/>
    <w:rsid w:val="00E6774E"/>
    <w:rsid w:val="00E67786"/>
    <w:rsid w:val="00E67DF7"/>
    <w:rsid w:val="00E70573"/>
    <w:rsid w:val="00E70D28"/>
    <w:rsid w:val="00E7183B"/>
    <w:rsid w:val="00E7202E"/>
    <w:rsid w:val="00E7280D"/>
    <w:rsid w:val="00E72E9E"/>
    <w:rsid w:val="00E7314D"/>
    <w:rsid w:val="00E73229"/>
    <w:rsid w:val="00E73320"/>
    <w:rsid w:val="00E73DD4"/>
    <w:rsid w:val="00E73E02"/>
    <w:rsid w:val="00E73F04"/>
    <w:rsid w:val="00E73FB6"/>
    <w:rsid w:val="00E75596"/>
    <w:rsid w:val="00E75CEC"/>
    <w:rsid w:val="00E7616A"/>
    <w:rsid w:val="00E7617B"/>
    <w:rsid w:val="00E76306"/>
    <w:rsid w:val="00E7677F"/>
    <w:rsid w:val="00E76B48"/>
    <w:rsid w:val="00E76BF6"/>
    <w:rsid w:val="00E76CA9"/>
    <w:rsid w:val="00E77499"/>
    <w:rsid w:val="00E77E45"/>
    <w:rsid w:val="00E80210"/>
    <w:rsid w:val="00E8050E"/>
    <w:rsid w:val="00E80766"/>
    <w:rsid w:val="00E80E7B"/>
    <w:rsid w:val="00E81224"/>
    <w:rsid w:val="00E812F2"/>
    <w:rsid w:val="00E81A6F"/>
    <w:rsid w:val="00E81B85"/>
    <w:rsid w:val="00E82870"/>
    <w:rsid w:val="00E82BB5"/>
    <w:rsid w:val="00E82F41"/>
    <w:rsid w:val="00E82FAF"/>
    <w:rsid w:val="00E83D83"/>
    <w:rsid w:val="00E84824"/>
    <w:rsid w:val="00E84AA2"/>
    <w:rsid w:val="00E850ED"/>
    <w:rsid w:val="00E85253"/>
    <w:rsid w:val="00E853CC"/>
    <w:rsid w:val="00E8547E"/>
    <w:rsid w:val="00E85524"/>
    <w:rsid w:val="00E85A66"/>
    <w:rsid w:val="00E86B4F"/>
    <w:rsid w:val="00E86CEC"/>
    <w:rsid w:val="00E874A7"/>
    <w:rsid w:val="00E9069B"/>
    <w:rsid w:val="00E90D13"/>
    <w:rsid w:val="00E90E5B"/>
    <w:rsid w:val="00E91789"/>
    <w:rsid w:val="00E91B6A"/>
    <w:rsid w:val="00E92277"/>
    <w:rsid w:val="00E92FCC"/>
    <w:rsid w:val="00E93565"/>
    <w:rsid w:val="00E946BD"/>
    <w:rsid w:val="00E95229"/>
    <w:rsid w:val="00E95C5D"/>
    <w:rsid w:val="00E95FA2"/>
    <w:rsid w:val="00E96252"/>
    <w:rsid w:val="00E9653E"/>
    <w:rsid w:val="00E965B3"/>
    <w:rsid w:val="00E9692A"/>
    <w:rsid w:val="00E96AF5"/>
    <w:rsid w:val="00E971D9"/>
    <w:rsid w:val="00E97C5A"/>
    <w:rsid w:val="00E97EB0"/>
    <w:rsid w:val="00EA04AA"/>
    <w:rsid w:val="00EA0641"/>
    <w:rsid w:val="00EA1548"/>
    <w:rsid w:val="00EA1965"/>
    <w:rsid w:val="00EA26F1"/>
    <w:rsid w:val="00EA2946"/>
    <w:rsid w:val="00EA34E5"/>
    <w:rsid w:val="00EA3DD2"/>
    <w:rsid w:val="00EA4757"/>
    <w:rsid w:val="00EA5255"/>
    <w:rsid w:val="00EA6A33"/>
    <w:rsid w:val="00EA6F77"/>
    <w:rsid w:val="00EB01F5"/>
    <w:rsid w:val="00EB1057"/>
    <w:rsid w:val="00EB1169"/>
    <w:rsid w:val="00EB11DB"/>
    <w:rsid w:val="00EB153F"/>
    <w:rsid w:val="00EB18F0"/>
    <w:rsid w:val="00EB1A07"/>
    <w:rsid w:val="00EB1CE6"/>
    <w:rsid w:val="00EB2AE7"/>
    <w:rsid w:val="00EB2C18"/>
    <w:rsid w:val="00EB356D"/>
    <w:rsid w:val="00EB388D"/>
    <w:rsid w:val="00EB41F2"/>
    <w:rsid w:val="00EB49BF"/>
    <w:rsid w:val="00EB5EF1"/>
    <w:rsid w:val="00EB5FB6"/>
    <w:rsid w:val="00EB60DE"/>
    <w:rsid w:val="00EB6B18"/>
    <w:rsid w:val="00EB71A1"/>
    <w:rsid w:val="00EC18CA"/>
    <w:rsid w:val="00EC1A74"/>
    <w:rsid w:val="00EC26E3"/>
    <w:rsid w:val="00EC2EC8"/>
    <w:rsid w:val="00EC36A3"/>
    <w:rsid w:val="00EC3EB4"/>
    <w:rsid w:val="00EC40F5"/>
    <w:rsid w:val="00EC4119"/>
    <w:rsid w:val="00EC4184"/>
    <w:rsid w:val="00EC46A1"/>
    <w:rsid w:val="00EC471B"/>
    <w:rsid w:val="00EC57F0"/>
    <w:rsid w:val="00EC6509"/>
    <w:rsid w:val="00EC7258"/>
    <w:rsid w:val="00EC7A55"/>
    <w:rsid w:val="00EC7DAB"/>
    <w:rsid w:val="00ED0E72"/>
    <w:rsid w:val="00ED11F3"/>
    <w:rsid w:val="00ED273D"/>
    <w:rsid w:val="00ED351C"/>
    <w:rsid w:val="00ED3AB9"/>
    <w:rsid w:val="00ED3F30"/>
    <w:rsid w:val="00ED3FC5"/>
    <w:rsid w:val="00ED4715"/>
    <w:rsid w:val="00ED4D76"/>
    <w:rsid w:val="00ED52E1"/>
    <w:rsid w:val="00ED5969"/>
    <w:rsid w:val="00ED60D6"/>
    <w:rsid w:val="00ED64B7"/>
    <w:rsid w:val="00ED7571"/>
    <w:rsid w:val="00EE0555"/>
    <w:rsid w:val="00EE0FCB"/>
    <w:rsid w:val="00EE180B"/>
    <w:rsid w:val="00EE2354"/>
    <w:rsid w:val="00EE2430"/>
    <w:rsid w:val="00EE2ACA"/>
    <w:rsid w:val="00EE2EB9"/>
    <w:rsid w:val="00EE3167"/>
    <w:rsid w:val="00EE38E9"/>
    <w:rsid w:val="00EE4159"/>
    <w:rsid w:val="00EE676C"/>
    <w:rsid w:val="00EE7BDC"/>
    <w:rsid w:val="00EE7C30"/>
    <w:rsid w:val="00EF009D"/>
    <w:rsid w:val="00EF0233"/>
    <w:rsid w:val="00EF05B7"/>
    <w:rsid w:val="00EF05CD"/>
    <w:rsid w:val="00EF0A3F"/>
    <w:rsid w:val="00EF0B32"/>
    <w:rsid w:val="00EF0B3A"/>
    <w:rsid w:val="00EF0CCC"/>
    <w:rsid w:val="00EF0E3C"/>
    <w:rsid w:val="00EF1061"/>
    <w:rsid w:val="00EF18E4"/>
    <w:rsid w:val="00EF23ED"/>
    <w:rsid w:val="00EF2801"/>
    <w:rsid w:val="00EF2878"/>
    <w:rsid w:val="00EF319B"/>
    <w:rsid w:val="00EF3920"/>
    <w:rsid w:val="00EF3A83"/>
    <w:rsid w:val="00EF51D0"/>
    <w:rsid w:val="00EF533D"/>
    <w:rsid w:val="00EF53F5"/>
    <w:rsid w:val="00EF54E0"/>
    <w:rsid w:val="00EF593C"/>
    <w:rsid w:val="00EF5BBC"/>
    <w:rsid w:val="00EF5C2F"/>
    <w:rsid w:val="00EF5D99"/>
    <w:rsid w:val="00EF6470"/>
    <w:rsid w:val="00EF657A"/>
    <w:rsid w:val="00EF6CFB"/>
    <w:rsid w:val="00EF721E"/>
    <w:rsid w:val="00EF7D40"/>
    <w:rsid w:val="00EF7E6C"/>
    <w:rsid w:val="00F003D2"/>
    <w:rsid w:val="00F00905"/>
    <w:rsid w:val="00F00D1A"/>
    <w:rsid w:val="00F0169D"/>
    <w:rsid w:val="00F02729"/>
    <w:rsid w:val="00F02A17"/>
    <w:rsid w:val="00F02AFD"/>
    <w:rsid w:val="00F02C3E"/>
    <w:rsid w:val="00F02F06"/>
    <w:rsid w:val="00F031B6"/>
    <w:rsid w:val="00F03531"/>
    <w:rsid w:val="00F0390F"/>
    <w:rsid w:val="00F03946"/>
    <w:rsid w:val="00F043F0"/>
    <w:rsid w:val="00F04B96"/>
    <w:rsid w:val="00F04BC7"/>
    <w:rsid w:val="00F05293"/>
    <w:rsid w:val="00F0556A"/>
    <w:rsid w:val="00F05675"/>
    <w:rsid w:val="00F065FB"/>
    <w:rsid w:val="00F068AE"/>
    <w:rsid w:val="00F06AE8"/>
    <w:rsid w:val="00F06D01"/>
    <w:rsid w:val="00F072F6"/>
    <w:rsid w:val="00F076BA"/>
    <w:rsid w:val="00F0771D"/>
    <w:rsid w:val="00F078EE"/>
    <w:rsid w:val="00F10E20"/>
    <w:rsid w:val="00F11069"/>
    <w:rsid w:val="00F118D9"/>
    <w:rsid w:val="00F1196C"/>
    <w:rsid w:val="00F11F01"/>
    <w:rsid w:val="00F1245E"/>
    <w:rsid w:val="00F126F0"/>
    <w:rsid w:val="00F127F5"/>
    <w:rsid w:val="00F12D46"/>
    <w:rsid w:val="00F13AA8"/>
    <w:rsid w:val="00F13F1F"/>
    <w:rsid w:val="00F1426B"/>
    <w:rsid w:val="00F147E1"/>
    <w:rsid w:val="00F1577E"/>
    <w:rsid w:val="00F164E2"/>
    <w:rsid w:val="00F16FF1"/>
    <w:rsid w:val="00F212CF"/>
    <w:rsid w:val="00F2246D"/>
    <w:rsid w:val="00F22A9F"/>
    <w:rsid w:val="00F23D20"/>
    <w:rsid w:val="00F23D34"/>
    <w:rsid w:val="00F2459E"/>
    <w:rsid w:val="00F247AC"/>
    <w:rsid w:val="00F24AC0"/>
    <w:rsid w:val="00F24B53"/>
    <w:rsid w:val="00F24EC2"/>
    <w:rsid w:val="00F25A78"/>
    <w:rsid w:val="00F26DA7"/>
    <w:rsid w:val="00F26F37"/>
    <w:rsid w:val="00F27CFF"/>
    <w:rsid w:val="00F27E3A"/>
    <w:rsid w:val="00F27E86"/>
    <w:rsid w:val="00F27EEA"/>
    <w:rsid w:val="00F3177C"/>
    <w:rsid w:val="00F32258"/>
    <w:rsid w:val="00F323BD"/>
    <w:rsid w:val="00F3247A"/>
    <w:rsid w:val="00F324B3"/>
    <w:rsid w:val="00F32F2A"/>
    <w:rsid w:val="00F33E5C"/>
    <w:rsid w:val="00F33FC1"/>
    <w:rsid w:val="00F34C23"/>
    <w:rsid w:val="00F3565B"/>
    <w:rsid w:val="00F35766"/>
    <w:rsid w:val="00F35A63"/>
    <w:rsid w:val="00F35F33"/>
    <w:rsid w:val="00F362FB"/>
    <w:rsid w:val="00F3686E"/>
    <w:rsid w:val="00F36DDB"/>
    <w:rsid w:val="00F370FA"/>
    <w:rsid w:val="00F372DC"/>
    <w:rsid w:val="00F376BA"/>
    <w:rsid w:val="00F379D0"/>
    <w:rsid w:val="00F37C1B"/>
    <w:rsid w:val="00F37CA5"/>
    <w:rsid w:val="00F37CB3"/>
    <w:rsid w:val="00F4097C"/>
    <w:rsid w:val="00F40B22"/>
    <w:rsid w:val="00F40C04"/>
    <w:rsid w:val="00F40D7C"/>
    <w:rsid w:val="00F411C6"/>
    <w:rsid w:val="00F411DB"/>
    <w:rsid w:val="00F41346"/>
    <w:rsid w:val="00F4157A"/>
    <w:rsid w:val="00F41EAE"/>
    <w:rsid w:val="00F41EDD"/>
    <w:rsid w:val="00F42843"/>
    <w:rsid w:val="00F42A7E"/>
    <w:rsid w:val="00F43A76"/>
    <w:rsid w:val="00F43B75"/>
    <w:rsid w:val="00F45076"/>
    <w:rsid w:val="00F456C5"/>
    <w:rsid w:val="00F45BFF"/>
    <w:rsid w:val="00F46072"/>
    <w:rsid w:val="00F46D5F"/>
    <w:rsid w:val="00F470B4"/>
    <w:rsid w:val="00F471BE"/>
    <w:rsid w:val="00F47C22"/>
    <w:rsid w:val="00F47D0A"/>
    <w:rsid w:val="00F50DC1"/>
    <w:rsid w:val="00F511C3"/>
    <w:rsid w:val="00F52855"/>
    <w:rsid w:val="00F52DCA"/>
    <w:rsid w:val="00F530A2"/>
    <w:rsid w:val="00F53B9E"/>
    <w:rsid w:val="00F544A2"/>
    <w:rsid w:val="00F54550"/>
    <w:rsid w:val="00F54B63"/>
    <w:rsid w:val="00F555BF"/>
    <w:rsid w:val="00F559A5"/>
    <w:rsid w:val="00F55AEA"/>
    <w:rsid w:val="00F562DF"/>
    <w:rsid w:val="00F563CF"/>
    <w:rsid w:val="00F564E9"/>
    <w:rsid w:val="00F56677"/>
    <w:rsid w:val="00F57223"/>
    <w:rsid w:val="00F57951"/>
    <w:rsid w:val="00F57FD6"/>
    <w:rsid w:val="00F6074C"/>
    <w:rsid w:val="00F60922"/>
    <w:rsid w:val="00F60E51"/>
    <w:rsid w:val="00F60EFA"/>
    <w:rsid w:val="00F614BF"/>
    <w:rsid w:val="00F61537"/>
    <w:rsid w:val="00F61AC7"/>
    <w:rsid w:val="00F62FA6"/>
    <w:rsid w:val="00F630F5"/>
    <w:rsid w:val="00F633EE"/>
    <w:rsid w:val="00F63D04"/>
    <w:rsid w:val="00F64BB5"/>
    <w:rsid w:val="00F657E8"/>
    <w:rsid w:val="00F65990"/>
    <w:rsid w:val="00F65BE7"/>
    <w:rsid w:val="00F66456"/>
    <w:rsid w:val="00F66981"/>
    <w:rsid w:val="00F66D4D"/>
    <w:rsid w:val="00F66DA0"/>
    <w:rsid w:val="00F674D1"/>
    <w:rsid w:val="00F675AF"/>
    <w:rsid w:val="00F67857"/>
    <w:rsid w:val="00F703F9"/>
    <w:rsid w:val="00F706F5"/>
    <w:rsid w:val="00F7121B"/>
    <w:rsid w:val="00F72240"/>
    <w:rsid w:val="00F7398C"/>
    <w:rsid w:val="00F739F1"/>
    <w:rsid w:val="00F741B7"/>
    <w:rsid w:val="00F75752"/>
    <w:rsid w:val="00F75E41"/>
    <w:rsid w:val="00F76169"/>
    <w:rsid w:val="00F76308"/>
    <w:rsid w:val="00F764D0"/>
    <w:rsid w:val="00F76B22"/>
    <w:rsid w:val="00F77DE3"/>
    <w:rsid w:val="00F80041"/>
    <w:rsid w:val="00F80407"/>
    <w:rsid w:val="00F804A7"/>
    <w:rsid w:val="00F804B5"/>
    <w:rsid w:val="00F806B9"/>
    <w:rsid w:val="00F80C8F"/>
    <w:rsid w:val="00F810C0"/>
    <w:rsid w:val="00F814A6"/>
    <w:rsid w:val="00F81F27"/>
    <w:rsid w:val="00F82AC5"/>
    <w:rsid w:val="00F82D55"/>
    <w:rsid w:val="00F83863"/>
    <w:rsid w:val="00F83AD8"/>
    <w:rsid w:val="00F8572C"/>
    <w:rsid w:val="00F85F1C"/>
    <w:rsid w:val="00F86B31"/>
    <w:rsid w:val="00F875A4"/>
    <w:rsid w:val="00F87718"/>
    <w:rsid w:val="00F87AFB"/>
    <w:rsid w:val="00F908EC"/>
    <w:rsid w:val="00F90B9D"/>
    <w:rsid w:val="00F9145A"/>
    <w:rsid w:val="00F9169A"/>
    <w:rsid w:val="00F916A1"/>
    <w:rsid w:val="00F926A8"/>
    <w:rsid w:val="00F92739"/>
    <w:rsid w:val="00F93670"/>
    <w:rsid w:val="00F93A3E"/>
    <w:rsid w:val="00F94577"/>
    <w:rsid w:val="00F947C5"/>
    <w:rsid w:val="00F95267"/>
    <w:rsid w:val="00F96036"/>
    <w:rsid w:val="00F9606D"/>
    <w:rsid w:val="00F96B90"/>
    <w:rsid w:val="00F976D8"/>
    <w:rsid w:val="00F97756"/>
    <w:rsid w:val="00F97FBD"/>
    <w:rsid w:val="00FA015A"/>
    <w:rsid w:val="00FA060B"/>
    <w:rsid w:val="00FA1E43"/>
    <w:rsid w:val="00FA255D"/>
    <w:rsid w:val="00FA3A16"/>
    <w:rsid w:val="00FA3EB8"/>
    <w:rsid w:val="00FA4032"/>
    <w:rsid w:val="00FA40D2"/>
    <w:rsid w:val="00FA47D6"/>
    <w:rsid w:val="00FA4951"/>
    <w:rsid w:val="00FA4EFF"/>
    <w:rsid w:val="00FA4F93"/>
    <w:rsid w:val="00FA5863"/>
    <w:rsid w:val="00FA5E96"/>
    <w:rsid w:val="00FA6999"/>
    <w:rsid w:val="00FA7388"/>
    <w:rsid w:val="00FA7825"/>
    <w:rsid w:val="00FA7ABC"/>
    <w:rsid w:val="00FA7AC2"/>
    <w:rsid w:val="00FB036C"/>
    <w:rsid w:val="00FB0B11"/>
    <w:rsid w:val="00FB0E30"/>
    <w:rsid w:val="00FB10FB"/>
    <w:rsid w:val="00FB1878"/>
    <w:rsid w:val="00FB1D72"/>
    <w:rsid w:val="00FB393F"/>
    <w:rsid w:val="00FB3C76"/>
    <w:rsid w:val="00FB3D72"/>
    <w:rsid w:val="00FB40AA"/>
    <w:rsid w:val="00FB4DB8"/>
    <w:rsid w:val="00FB51FF"/>
    <w:rsid w:val="00FB62F9"/>
    <w:rsid w:val="00FB635A"/>
    <w:rsid w:val="00FB6749"/>
    <w:rsid w:val="00FB6F47"/>
    <w:rsid w:val="00FB7250"/>
    <w:rsid w:val="00FB7289"/>
    <w:rsid w:val="00FC0516"/>
    <w:rsid w:val="00FC1E3D"/>
    <w:rsid w:val="00FC2212"/>
    <w:rsid w:val="00FC2F3B"/>
    <w:rsid w:val="00FC3C56"/>
    <w:rsid w:val="00FC41B8"/>
    <w:rsid w:val="00FC472F"/>
    <w:rsid w:val="00FC4B8A"/>
    <w:rsid w:val="00FC52AB"/>
    <w:rsid w:val="00FC59E1"/>
    <w:rsid w:val="00FC6509"/>
    <w:rsid w:val="00FC6AB2"/>
    <w:rsid w:val="00FC77B5"/>
    <w:rsid w:val="00FC7920"/>
    <w:rsid w:val="00FD05E8"/>
    <w:rsid w:val="00FD0698"/>
    <w:rsid w:val="00FD0907"/>
    <w:rsid w:val="00FD1FC9"/>
    <w:rsid w:val="00FD2808"/>
    <w:rsid w:val="00FD2DEE"/>
    <w:rsid w:val="00FD3011"/>
    <w:rsid w:val="00FD4399"/>
    <w:rsid w:val="00FD46E0"/>
    <w:rsid w:val="00FD4CA5"/>
    <w:rsid w:val="00FD6570"/>
    <w:rsid w:val="00FD6A7E"/>
    <w:rsid w:val="00FD74E1"/>
    <w:rsid w:val="00FD7626"/>
    <w:rsid w:val="00FD7967"/>
    <w:rsid w:val="00FD7ADF"/>
    <w:rsid w:val="00FD7E4A"/>
    <w:rsid w:val="00FD7F06"/>
    <w:rsid w:val="00FE014A"/>
    <w:rsid w:val="00FE04E7"/>
    <w:rsid w:val="00FE089F"/>
    <w:rsid w:val="00FE0E55"/>
    <w:rsid w:val="00FE1F33"/>
    <w:rsid w:val="00FE235B"/>
    <w:rsid w:val="00FE2721"/>
    <w:rsid w:val="00FE27D1"/>
    <w:rsid w:val="00FE33A4"/>
    <w:rsid w:val="00FE4374"/>
    <w:rsid w:val="00FE4B6D"/>
    <w:rsid w:val="00FE4CB7"/>
    <w:rsid w:val="00FE5790"/>
    <w:rsid w:val="00FE619B"/>
    <w:rsid w:val="00FE636B"/>
    <w:rsid w:val="00FE6CFD"/>
    <w:rsid w:val="00FE7595"/>
    <w:rsid w:val="00FE7EC5"/>
    <w:rsid w:val="00FE7FDB"/>
    <w:rsid w:val="00FF12B6"/>
    <w:rsid w:val="00FF13C7"/>
    <w:rsid w:val="00FF1848"/>
    <w:rsid w:val="00FF18C2"/>
    <w:rsid w:val="00FF1A89"/>
    <w:rsid w:val="00FF25DD"/>
    <w:rsid w:val="00FF366F"/>
    <w:rsid w:val="00FF3E01"/>
    <w:rsid w:val="00FF45FD"/>
    <w:rsid w:val="00FF492A"/>
    <w:rsid w:val="00FF4F32"/>
    <w:rsid w:val="00FF58A2"/>
    <w:rsid w:val="00FF6649"/>
    <w:rsid w:val="00FF686D"/>
    <w:rsid w:val="00FF697E"/>
    <w:rsid w:val="00FF6B44"/>
    <w:rsid w:val="00FF791B"/>
    <w:rsid w:val="00FF7F2A"/>
    <w:rsid w:val="00FF7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1A4D65"/>
  <w15:docId w15:val="{887E8E41-F2BC-4126-9D81-B8549BF9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aliases w:val="Табл_тело"/>
    <w:rsid w:val="00A72E89"/>
    <w:pPr>
      <w:spacing w:after="0"/>
    </w:pPr>
    <w:rPr>
      <w:rFonts w:eastAsiaTheme="minorEastAsia" w:cstheme="minorBidi"/>
      <w:szCs w:val="22"/>
    </w:rPr>
  </w:style>
  <w:style w:type="paragraph" w:styleId="10">
    <w:name w:val="heading 1"/>
    <w:aliases w:val="1 уровень"/>
    <w:basedOn w:val="a5"/>
    <w:next w:val="a6"/>
    <w:link w:val="12"/>
    <w:uiPriority w:val="9"/>
    <w:qFormat/>
    <w:rsid w:val="003935FE"/>
    <w:pPr>
      <w:keepNext/>
      <w:keepLines/>
      <w:pageBreakBefore/>
      <w:numPr>
        <w:numId w:val="16"/>
      </w:numPr>
      <w:spacing w:before="240" w:after="240" w:line="240" w:lineRule="auto"/>
      <w:contextualSpacing w:val="0"/>
      <w:jc w:val="center"/>
      <w:outlineLvl w:val="0"/>
    </w:pPr>
    <w:rPr>
      <w:rFonts w:eastAsiaTheme="minorHAnsi"/>
      <w:b/>
      <w:szCs w:val="24"/>
    </w:rPr>
  </w:style>
  <w:style w:type="paragraph" w:styleId="20">
    <w:name w:val="heading 2"/>
    <w:aliases w:val="2 уровень"/>
    <w:basedOn w:val="a5"/>
    <w:next w:val="a7"/>
    <w:link w:val="21"/>
    <w:uiPriority w:val="9"/>
    <w:unhideWhenUsed/>
    <w:qFormat/>
    <w:rsid w:val="00FC52AB"/>
    <w:pPr>
      <w:keepNext/>
      <w:keepLines/>
      <w:numPr>
        <w:ilvl w:val="1"/>
        <w:numId w:val="16"/>
      </w:numPr>
      <w:spacing w:before="240" w:after="120" w:line="240" w:lineRule="auto"/>
      <w:contextualSpacing w:val="0"/>
      <w:jc w:val="both"/>
      <w:outlineLvl w:val="1"/>
    </w:pPr>
    <w:rPr>
      <w:rFonts w:eastAsiaTheme="minorHAnsi"/>
      <w:b/>
      <w:szCs w:val="24"/>
    </w:rPr>
  </w:style>
  <w:style w:type="paragraph" w:styleId="3">
    <w:name w:val="heading 3"/>
    <w:aliases w:val="3 уровень"/>
    <w:basedOn w:val="a5"/>
    <w:next w:val="a4"/>
    <w:link w:val="30"/>
    <w:uiPriority w:val="9"/>
    <w:unhideWhenUsed/>
    <w:qFormat/>
    <w:rsid w:val="00FC52AB"/>
    <w:pPr>
      <w:keepNext/>
      <w:keepLines/>
      <w:numPr>
        <w:ilvl w:val="2"/>
        <w:numId w:val="16"/>
      </w:numPr>
      <w:spacing w:before="240" w:after="240" w:line="240" w:lineRule="auto"/>
      <w:contextualSpacing w:val="0"/>
      <w:jc w:val="both"/>
      <w:outlineLvl w:val="2"/>
    </w:pPr>
    <w:rPr>
      <w:rFonts w:eastAsiaTheme="minorHAnsi"/>
      <w:b/>
      <w:szCs w:val="24"/>
    </w:rPr>
  </w:style>
  <w:style w:type="paragraph" w:styleId="4">
    <w:name w:val="heading 4"/>
    <w:aliases w:val="4 уровень"/>
    <w:basedOn w:val="44"/>
    <w:next w:val="a7"/>
    <w:link w:val="40"/>
    <w:uiPriority w:val="9"/>
    <w:unhideWhenUsed/>
    <w:qFormat/>
    <w:rsid w:val="00FC52AB"/>
    <w:pPr>
      <w:keepNext/>
      <w:keepLines/>
      <w:spacing w:line="240" w:lineRule="auto"/>
      <w:ind w:left="2269" w:hanging="851"/>
      <w:jc w:val="both"/>
      <w:outlineLvl w:val="3"/>
    </w:pPr>
    <w:rPr>
      <w:b/>
    </w:rPr>
  </w:style>
  <w:style w:type="paragraph" w:styleId="5">
    <w:name w:val="heading 5"/>
    <w:basedOn w:val="a4"/>
    <w:next w:val="a4"/>
    <w:link w:val="50"/>
    <w:uiPriority w:val="9"/>
    <w:unhideWhenUsed/>
    <w:rsid w:val="00983614"/>
    <w:pPr>
      <w:keepNext/>
      <w:keepLines/>
      <w:spacing w:before="200"/>
      <w:ind w:left="1008" w:hanging="1008"/>
      <w:outlineLvl w:val="4"/>
    </w:pPr>
    <w:rPr>
      <w:rFonts w:ascii="Cambria" w:hAnsi="Cambria"/>
      <w:color w:val="243F60"/>
      <w:lang w:eastAsia="ru-RU"/>
    </w:rPr>
  </w:style>
  <w:style w:type="paragraph" w:styleId="6">
    <w:name w:val="heading 6"/>
    <w:basedOn w:val="a4"/>
    <w:next w:val="a4"/>
    <w:link w:val="60"/>
    <w:uiPriority w:val="9"/>
    <w:unhideWhenUsed/>
    <w:rsid w:val="00540573"/>
    <w:pPr>
      <w:spacing w:before="240" w:after="60"/>
      <w:outlineLvl w:val="5"/>
    </w:pPr>
    <w:rPr>
      <w:rFonts w:asciiTheme="minorHAnsi" w:hAnsiTheme="minorHAnsi"/>
      <w:b/>
      <w:bCs/>
      <w:sz w:val="22"/>
    </w:rPr>
  </w:style>
  <w:style w:type="paragraph" w:styleId="7">
    <w:name w:val="heading 7"/>
    <w:basedOn w:val="a4"/>
    <w:next w:val="a4"/>
    <w:link w:val="70"/>
    <w:uiPriority w:val="99"/>
    <w:unhideWhenUsed/>
    <w:rsid w:val="00540573"/>
    <w:pPr>
      <w:spacing w:before="240" w:after="60"/>
      <w:outlineLvl w:val="6"/>
    </w:pPr>
    <w:rPr>
      <w:rFonts w:asciiTheme="minorHAnsi" w:hAnsiTheme="minorHAnsi"/>
      <w:szCs w:val="24"/>
    </w:rPr>
  </w:style>
  <w:style w:type="paragraph" w:styleId="8">
    <w:name w:val="heading 8"/>
    <w:basedOn w:val="a4"/>
    <w:next w:val="a4"/>
    <w:link w:val="80"/>
    <w:uiPriority w:val="99"/>
    <w:unhideWhenUsed/>
    <w:rsid w:val="00540573"/>
    <w:pPr>
      <w:keepNext/>
      <w:keepLines/>
      <w:numPr>
        <w:ilvl w:val="7"/>
        <w:numId w:val="18"/>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4"/>
    <w:next w:val="a4"/>
    <w:link w:val="90"/>
    <w:uiPriority w:val="99"/>
    <w:unhideWhenUsed/>
    <w:rsid w:val="001D31E9"/>
    <w:pPr>
      <w:keepNext/>
      <w:keepLines/>
      <w:numPr>
        <w:ilvl w:val="8"/>
        <w:numId w:val="1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b">
    <w:name w:val="Рис_подпись"/>
    <w:basedOn w:val="ac"/>
    <w:next w:val="a6"/>
    <w:link w:val="ad"/>
    <w:rsid w:val="00F11F01"/>
    <w:pPr>
      <w:keepNext w:val="0"/>
      <w:keepLines w:val="0"/>
      <w:spacing w:before="0" w:after="240"/>
      <w:jc w:val="center"/>
    </w:pPr>
    <w:rPr>
      <w:bCs w:val="0"/>
    </w:rPr>
  </w:style>
  <w:style w:type="character" w:customStyle="1" w:styleId="ad">
    <w:name w:val="Рис_подпись Знак"/>
    <w:link w:val="ab"/>
    <w:rsid w:val="00F11F01"/>
    <w:rPr>
      <w:rFonts w:cstheme="minorBidi"/>
    </w:rPr>
  </w:style>
  <w:style w:type="paragraph" w:styleId="ac">
    <w:name w:val="caption"/>
    <w:aliases w:val="Таблица - Название объекта,!! Object Novogor !!,Знак,Caption Char,Caption Char1 Char1 Char Char,Caption Char Char2 Char1 Char Char,Caption Char Char Char Char Char1 Char1 Char Char1 Char,Caption Char Char Char1 Char Char Char"/>
    <w:next w:val="a4"/>
    <w:link w:val="ae"/>
    <w:uiPriority w:val="35"/>
    <w:unhideWhenUsed/>
    <w:qFormat/>
    <w:rsid w:val="00FC52AB"/>
    <w:pPr>
      <w:keepNext/>
      <w:keepLines/>
      <w:spacing w:before="120" w:after="0" w:line="240" w:lineRule="auto"/>
      <w:jc w:val="both"/>
    </w:pPr>
    <w:rPr>
      <w:rFonts w:cstheme="minorBidi"/>
      <w:b/>
      <w:bCs/>
    </w:rPr>
  </w:style>
  <w:style w:type="paragraph" w:customStyle="1" w:styleId="af">
    <w:name w:val="РИС."/>
    <w:basedOn w:val="a4"/>
    <w:next w:val="ab"/>
    <w:link w:val="af0"/>
    <w:rsid w:val="003E33EC"/>
    <w:pPr>
      <w:keepNext/>
      <w:spacing w:before="240"/>
      <w:jc w:val="center"/>
    </w:pPr>
    <w:rPr>
      <w:rFonts w:eastAsia="Times New Roman"/>
    </w:rPr>
  </w:style>
  <w:style w:type="character" w:customStyle="1" w:styleId="af0">
    <w:name w:val="РИС. Знак"/>
    <w:link w:val="af"/>
    <w:rsid w:val="003E33EC"/>
    <w:rPr>
      <w:rFonts w:eastAsia="Times New Roman" w:cstheme="minorBidi"/>
      <w:szCs w:val="22"/>
    </w:rPr>
  </w:style>
  <w:style w:type="character" w:customStyle="1" w:styleId="12">
    <w:name w:val="Заголовок 1 Знак"/>
    <w:aliases w:val="1 уровень Знак"/>
    <w:link w:val="10"/>
    <w:uiPriority w:val="9"/>
    <w:rsid w:val="003935FE"/>
    <w:rPr>
      <w:rFonts w:cstheme="minorBidi"/>
      <w:b/>
    </w:rPr>
  </w:style>
  <w:style w:type="paragraph" w:styleId="a5">
    <w:name w:val="List Paragraph"/>
    <w:basedOn w:val="a4"/>
    <w:link w:val="af1"/>
    <w:uiPriority w:val="34"/>
    <w:rsid w:val="001D31E9"/>
    <w:pPr>
      <w:ind w:left="720"/>
      <w:contextualSpacing/>
    </w:pPr>
  </w:style>
  <w:style w:type="character" w:customStyle="1" w:styleId="21">
    <w:name w:val="Заголовок 2 Знак"/>
    <w:aliases w:val="2 уровень Знак"/>
    <w:link w:val="20"/>
    <w:uiPriority w:val="9"/>
    <w:rsid w:val="00FC52AB"/>
    <w:rPr>
      <w:rFonts w:cstheme="minorBidi"/>
      <w:b/>
    </w:rPr>
  </w:style>
  <w:style w:type="character" w:customStyle="1" w:styleId="30">
    <w:name w:val="Заголовок 3 Знак"/>
    <w:aliases w:val="3 уровень Знак"/>
    <w:link w:val="3"/>
    <w:uiPriority w:val="9"/>
    <w:rsid w:val="00FC52AB"/>
    <w:rPr>
      <w:rFonts w:cstheme="minorBidi"/>
      <w:b/>
    </w:rPr>
  </w:style>
  <w:style w:type="character" w:customStyle="1" w:styleId="40">
    <w:name w:val="Заголовок 4 Знак"/>
    <w:aliases w:val="4 уровень Знак"/>
    <w:link w:val="4"/>
    <w:uiPriority w:val="9"/>
    <w:rsid w:val="00FC52AB"/>
    <w:rPr>
      <w:rFonts w:eastAsiaTheme="minorEastAsia" w:cstheme="minorBidi"/>
      <w:b/>
      <w:szCs w:val="22"/>
    </w:rPr>
  </w:style>
  <w:style w:type="character" w:customStyle="1" w:styleId="60">
    <w:name w:val="Заголовок 6 Знак"/>
    <w:basedOn w:val="a8"/>
    <w:link w:val="6"/>
    <w:uiPriority w:val="9"/>
    <w:rsid w:val="00540573"/>
    <w:rPr>
      <w:rFonts w:asciiTheme="minorHAnsi" w:eastAsiaTheme="minorEastAsia" w:hAnsiTheme="minorHAnsi" w:cstheme="minorBidi"/>
      <w:b/>
      <w:bCs/>
      <w:sz w:val="22"/>
      <w:szCs w:val="22"/>
    </w:rPr>
  </w:style>
  <w:style w:type="character" w:customStyle="1" w:styleId="70">
    <w:name w:val="Заголовок 7 Знак"/>
    <w:basedOn w:val="a8"/>
    <w:link w:val="7"/>
    <w:uiPriority w:val="99"/>
    <w:rsid w:val="00540573"/>
    <w:rPr>
      <w:rFonts w:asciiTheme="minorHAnsi" w:eastAsiaTheme="minorEastAsia" w:hAnsiTheme="minorHAnsi" w:cstheme="minorBidi"/>
    </w:rPr>
  </w:style>
  <w:style w:type="character" w:customStyle="1" w:styleId="80">
    <w:name w:val="Заголовок 8 Знак"/>
    <w:basedOn w:val="a8"/>
    <w:link w:val="8"/>
    <w:uiPriority w:val="99"/>
    <w:rsid w:val="0054057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8"/>
    <w:link w:val="9"/>
    <w:uiPriority w:val="99"/>
    <w:rsid w:val="001D31E9"/>
    <w:rPr>
      <w:rFonts w:asciiTheme="majorHAnsi" w:eastAsiaTheme="majorEastAsia" w:hAnsiTheme="majorHAnsi" w:cstheme="majorBidi"/>
      <w:i/>
      <w:iCs/>
      <w:color w:val="404040" w:themeColor="text1" w:themeTint="BF"/>
      <w:sz w:val="20"/>
      <w:szCs w:val="20"/>
    </w:rPr>
  </w:style>
  <w:style w:type="character" w:customStyle="1" w:styleId="ae">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c"/>
    <w:uiPriority w:val="35"/>
    <w:rsid w:val="00FC52AB"/>
    <w:rPr>
      <w:rFonts w:cstheme="minorBidi"/>
      <w:b/>
      <w:bCs/>
    </w:rPr>
  </w:style>
  <w:style w:type="paragraph" w:styleId="af2">
    <w:name w:val="Subtitle"/>
    <w:basedOn w:val="a4"/>
    <w:link w:val="af3"/>
    <w:uiPriority w:val="99"/>
    <w:rsid w:val="003E33EC"/>
    <w:pPr>
      <w:spacing w:line="240" w:lineRule="auto"/>
      <w:jc w:val="center"/>
    </w:pPr>
    <w:rPr>
      <w:rFonts w:eastAsia="Times New Roman" w:cs="Times New Roman"/>
      <w:sz w:val="28"/>
      <w:szCs w:val="20"/>
      <w:lang w:eastAsia="ru-RU"/>
    </w:rPr>
  </w:style>
  <w:style w:type="character" w:customStyle="1" w:styleId="af3">
    <w:name w:val="Подзаголовок Знак"/>
    <w:basedOn w:val="a8"/>
    <w:link w:val="af2"/>
    <w:uiPriority w:val="99"/>
    <w:rsid w:val="003E33EC"/>
    <w:rPr>
      <w:rFonts w:eastAsia="Times New Roman"/>
      <w:sz w:val="28"/>
      <w:szCs w:val="20"/>
      <w:lang w:eastAsia="ru-RU"/>
    </w:rPr>
  </w:style>
  <w:style w:type="paragraph" w:styleId="a6">
    <w:name w:val="No Spacing"/>
    <w:aliases w:val="!текст,Основной,Осн_текст,С интервалом и отступом"/>
    <w:link w:val="af4"/>
    <w:uiPriority w:val="1"/>
    <w:qFormat/>
    <w:rsid w:val="007C5EEA"/>
    <w:pPr>
      <w:spacing w:before="240" w:after="240" w:line="240" w:lineRule="auto"/>
      <w:ind w:firstLine="709"/>
      <w:jc w:val="both"/>
    </w:pPr>
  </w:style>
  <w:style w:type="character" w:customStyle="1" w:styleId="af4">
    <w:name w:val="Без интервала Знак"/>
    <w:aliases w:val="!текст Знак,Основной Знак,Осн_текст Знак,С интервалом и отступом Знак"/>
    <w:link w:val="a6"/>
    <w:uiPriority w:val="1"/>
    <w:qFormat/>
    <w:rsid w:val="007C5EEA"/>
  </w:style>
  <w:style w:type="paragraph" w:styleId="af5">
    <w:name w:val="TOC Heading"/>
    <w:basedOn w:val="10"/>
    <w:next w:val="a4"/>
    <w:uiPriority w:val="39"/>
    <w:unhideWhenUsed/>
    <w:rsid w:val="001D31E9"/>
    <w:pPr>
      <w:numPr>
        <w:numId w:val="0"/>
      </w:numPr>
      <w:spacing w:before="120" w:after="120"/>
      <w:outlineLvl w:val="9"/>
    </w:pPr>
    <w:rPr>
      <w:rFonts w:eastAsiaTheme="majorEastAsia" w:cstheme="majorBidi"/>
      <w:bCs/>
      <w:szCs w:val="28"/>
    </w:rPr>
  </w:style>
  <w:style w:type="table" w:styleId="af6">
    <w:name w:val="Table Grid"/>
    <w:aliases w:val="Table Grid Report"/>
    <w:basedOn w:val="a9"/>
    <w:uiPriority w:val="39"/>
    <w:rsid w:val="00737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header"/>
    <w:aliases w:val="ВерхКолонтитул,ВерхКолонтитул1, Знак4,Знак4, Знак8,Знак8"/>
    <w:basedOn w:val="a4"/>
    <w:link w:val="af8"/>
    <w:uiPriority w:val="99"/>
    <w:unhideWhenUsed/>
    <w:rsid w:val="007377BD"/>
    <w:pPr>
      <w:tabs>
        <w:tab w:val="center" w:pos="4677"/>
        <w:tab w:val="right" w:pos="9355"/>
      </w:tabs>
      <w:spacing w:line="240" w:lineRule="auto"/>
    </w:pPr>
  </w:style>
  <w:style w:type="character" w:customStyle="1" w:styleId="af8">
    <w:name w:val="Верхний колонтитул Знак"/>
    <w:aliases w:val="ВерхКолонтитул Знак,ВерхКолонтитул1 Знак, Знак4 Знак,Знак4 Знак, Знак8 Знак,Знак8 Знак"/>
    <w:basedOn w:val="a8"/>
    <w:link w:val="af7"/>
    <w:uiPriority w:val="99"/>
    <w:rsid w:val="007377BD"/>
    <w:rPr>
      <w:rFonts w:eastAsiaTheme="minorEastAsia" w:cstheme="minorBidi"/>
      <w:szCs w:val="22"/>
    </w:rPr>
  </w:style>
  <w:style w:type="paragraph" w:styleId="af9">
    <w:name w:val="footer"/>
    <w:aliases w:val=" Знак1,Знак1, Знак6"/>
    <w:basedOn w:val="a4"/>
    <w:link w:val="afa"/>
    <w:uiPriority w:val="99"/>
    <w:unhideWhenUsed/>
    <w:rsid w:val="007377BD"/>
    <w:pPr>
      <w:tabs>
        <w:tab w:val="center" w:pos="4677"/>
        <w:tab w:val="right" w:pos="9355"/>
      </w:tabs>
      <w:spacing w:line="240" w:lineRule="auto"/>
    </w:pPr>
  </w:style>
  <w:style w:type="character" w:customStyle="1" w:styleId="afa">
    <w:name w:val="Нижний колонтитул Знак"/>
    <w:aliases w:val=" Знак1 Знак,Знак1 Знак, Знак6 Знак"/>
    <w:basedOn w:val="a8"/>
    <w:link w:val="af9"/>
    <w:uiPriority w:val="99"/>
    <w:rsid w:val="007377BD"/>
    <w:rPr>
      <w:rFonts w:eastAsiaTheme="minorEastAsia" w:cstheme="minorBidi"/>
      <w:szCs w:val="22"/>
    </w:rPr>
  </w:style>
  <w:style w:type="paragraph" w:customStyle="1" w:styleId="afb">
    <w:name w:val="Таблица_гост"/>
    <w:basedOn w:val="a4"/>
    <w:link w:val="afc"/>
    <w:rsid w:val="007377BD"/>
    <w:rPr>
      <w:rFonts w:cs="Times New Roman"/>
      <w:sz w:val="26"/>
    </w:rPr>
  </w:style>
  <w:style w:type="character" w:customStyle="1" w:styleId="afc">
    <w:name w:val="Таблица_гост Знак"/>
    <w:link w:val="afb"/>
    <w:rsid w:val="007377BD"/>
    <w:rPr>
      <w:rFonts w:eastAsiaTheme="minorEastAsia"/>
      <w:sz w:val="26"/>
      <w:szCs w:val="22"/>
    </w:rPr>
  </w:style>
  <w:style w:type="paragraph" w:styleId="afd">
    <w:name w:val="Balloon Text"/>
    <w:basedOn w:val="a4"/>
    <w:link w:val="afe"/>
    <w:uiPriority w:val="99"/>
    <w:unhideWhenUsed/>
    <w:rsid w:val="007377BD"/>
    <w:pPr>
      <w:spacing w:line="240" w:lineRule="auto"/>
    </w:pPr>
    <w:rPr>
      <w:rFonts w:ascii="Tahoma" w:hAnsi="Tahoma" w:cs="Tahoma"/>
      <w:sz w:val="16"/>
      <w:szCs w:val="16"/>
    </w:rPr>
  </w:style>
  <w:style w:type="character" w:customStyle="1" w:styleId="afe">
    <w:name w:val="Текст выноски Знак"/>
    <w:basedOn w:val="a8"/>
    <w:link w:val="afd"/>
    <w:uiPriority w:val="99"/>
    <w:rsid w:val="007377BD"/>
    <w:rPr>
      <w:rFonts w:ascii="Tahoma" w:eastAsiaTheme="minorEastAsia" w:hAnsi="Tahoma" w:cs="Tahoma"/>
      <w:sz w:val="16"/>
      <w:szCs w:val="16"/>
    </w:rPr>
  </w:style>
  <w:style w:type="paragraph" w:customStyle="1" w:styleId="aff">
    <w:name w:val="рис_тело"/>
    <w:basedOn w:val="a4"/>
    <w:next w:val="ab"/>
    <w:link w:val="aff0"/>
    <w:rsid w:val="001D31E9"/>
    <w:pPr>
      <w:keepNext/>
      <w:spacing w:before="240"/>
      <w:jc w:val="center"/>
    </w:pPr>
    <w:rPr>
      <w:rFonts w:eastAsia="Times New Roman" w:cs="Times New Roman"/>
    </w:rPr>
  </w:style>
  <w:style w:type="character" w:customStyle="1" w:styleId="aff0">
    <w:name w:val="рис_тело Знак"/>
    <w:link w:val="aff"/>
    <w:rsid w:val="001D31E9"/>
    <w:rPr>
      <w:rFonts w:eastAsia="Times New Roman"/>
      <w:szCs w:val="22"/>
    </w:rPr>
  </w:style>
  <w:style w:type="paragraph" w:styleId="13">
    <w:name w:val="toc 1"/>
    <w:basedOn w:val="a4"/>
    <w:next w:val="a4"/>
    <w:autoRedefine/>
    <w:uiPriority w:val="39"/>
    <w:unhideWhenUsed/>
    <w:rsid w:val="001D31E9"/>
    <w:pPr>
      <w:tabs>
        <w:tab w:val="left" w:pos="480"/>
        <w:tab w:val="right" w:leader="dot" w:pos="9628"/>
      </w:tabs>
      <w:spacing w:after="100"/>
    </w:pPr>
    <w:rPr>
      <w:b/>
      <w:caps/>
      <w:noProof/>
    </w:rPr>
  </w:style>
  <w:style w:type="paragraph" w:styleId="22">
    <w:name w:val="toc 2"/>
    <w:basedOn w:val="a4"/>
    <w:next w:val="a4"/>
    <w:autoRedefine/>
    <w:uiPriority w:val="39"/>
    <w:unhideWhenUsed/>
    <w:rsid w:val="00540573"/>
    <w:pPr>
      <w:tabs>
        <w:tab w:val="left" w:pos="880"/>
        <w:tab w:val="right" w:leader="dot" w:pos="9628"/>
      </w:tabs>
      <w:spacing w:after="100"/>
      <w:ind w:left="240"/>
    </w:pPr>
    <w:rPr>
      <w:b/>
      <w:noProof/>
    </w:rPr>
  </w:style>
  <w:style w:type="paragraph" w:styleId="31">
    <w:name w:val="toc 3"/>
    <w:basedOn w:val="a4"/>
    <w:next w:val="a4"/>
    <w:autoRedefine/>
    <w:uiPriority w:val="39"/>
    <w:unhideWhenUsed/>
    <w:rsid w:val="00540573"/>
    <w:pPr>
      <w:tabs>
        <w:tab w:val="right" w:leader="dot" w:pos="9627"/>
      </w:tabs>
      <w:spacing w:after="100"/>
      <w:ind w:left="480"/>
    </w:pPr>
  </w:style>
  <w:style w:type="character" w:styleId="aff1">
    <w:name w:val="Book Title"/>
    <w:basedOn w:val="a8"/>
    <w:uiPriority w:val="33"/>
    <w:rsid w:val="007377BD"/>
    <w:rPr>
      <w:b/>
      <w:bCs/>
      <w:smallCaps/>
      <w:spacing w:val="5"/>
    </w:rPr>
  </w:style>
  <w:style w:type="paragraph" w:customStyle="1" w:styleId="aff2">
    <w:name w:val="Рисунок"/>
    <w:basedOn w:val="ac"/>
    <w:link w:val="aff3"/>
    <w:rsid w:val="007377BD"/>
    <w:pPr>
      <w:jc w:val="center"/>
    </w:pPr>
    <w:rPr>
      <w:rFonts w:cs="Times New Roman"/>
      <w:noProof/>
      <w:lang w:eastAsia="ru-RU"/>
    </w:rPr>
  </w:style>
  <w:style w:type="character" w:customStyle="1" w:styleId="aff3">
    <w:name w:val="Рисунок Знак"/>
    <w:basedOn w:val="a8"/>
    <w:link w:val="aff2"/>
    <w:rsid w:val="007377BD"/>
    <w:rPr>
      <w:bCs/>
      <w:noProof/>
      <w:lang w:eastAsia="ru-RU"/>
    </w:rPr>
  </w:style>
  <w:style w:type="paragraph" w:customStyle="1" w:styleId="aff4">
    <w:name w:val="Таблица"/>
    <w:basedOn w:val="ac"/>
    <w:link w:val="aff5"/>
    <w:rsid w:val="007377BD"/>
    <w:rPr>
      <w:rFonts w:cs="Times New Roman"/>
    </w:rPr>
  </w:style>
  <w:style w:type="character" w:customStyle="1" w:styleId="aff5">
    <w:name w:val="Таблица Знак"/>
    <w:basedOn w:val="a8"/>
    <w:link w:val="aff4"/>
    <w:rsid w:val="007377BD"/>
    <w:rPr>
      <w:bCs/>
    </w:rPr>
  </w:style>
  <w:style w:type="character" w:styleId="aff6">
    <w:name w:val="Hyperlink"/>
    <w:basedOn w:val="a8"/>
    <w:uiPriority w:val="99"/>
    <w:unhideWhenUsed/>
    <w:rsid w:val="007377BD"/>
    <w:rPr>
      <w:color w:val="0000FF" w:themeColor="hyperlink"/>
      <w:u w:val="single"/>
    </w:rPr>
  </w:style>
  <w:style w:type="paragraph" w:styleId="41">
    <w:name w:val="toc 4"/>
    <w:basedOn w:val="a4"/>
    <w:next w:val="a4"/>
    <w:autoRedefine/>
    <w:uiPriority w:val="39"/>
    <w:unhideWhenUsed/>
    <w:rsid w:val="007377BD"/>
    <w:pPr>
      <w:spacing w:after="100"/>
      <w:ind w:firstLine="709"/>
    </w:pPr>
  </w:style>
  <w:style w:type="paragraph" w:styleId="23">
    <w:name w:val="Body Text Indent 2"/>
    <w:basedOn w:val="a4"/>
    <w:link w:val="24"/>
    <w:uiPriority w:val="99"/>
    <w:rsid w:val="007377BD"/>
    <w:pPr>
      <w:spacing w:line="240" w:lineRule="auto"/>
      <w:ind w:firstLine="720"/>
      <w:jc w:val="both"/>
    </w:pPr>
    <w:rPr>
      <w:rFonts w:eastAsia="Times New Roman" w:cs="Times New Roman"/>
      <w:sz w:val="28"/>
      <w:szCs w:val="20"/>
      <w:lang w:eastAsia="ru-RU"/>
    </w:rPr>
  </w:style>
  <w:style w:type="character" w:customStyle="1" w:styleId="24">
    <w:name w:val="Основной текст с отступом 2 Знак"/>
    <w:basedOn w:val="a8"/>
    <w:link w:val="23"/>
    <w:uiPriority w:val="99"/>
    <w:rsid w:val="007377BD"/>
    <w:rPr>
      <w:rFonts w:eastAsia="Times New Roman"/>
      <w:sz w:val="28"/>
      <w:szCs w:val="20"/>
      <w:lang w:eastAsia="ru-RU"/>
    </w:rPr>
  </w:style>
  <w:style w:type="paragraph" w:customStyle="1" w:styleId="aff7">
    <w:name w:val="Таб_подпись"/>
    <w:basedOn w:val="ab"/>
    <w:link w:val="aff8"/>
    <w:rsid w:val="007377BD"/>
    <w:pPr>
      <w:spacing w:after="0"/>
    </w:pPr>
    <w:rPr>
      <w:b w:val="0"/>
    </w:rPr>
  </w:style>
  <w:style w:type="character" w:customStyle="1" w:styleId="aff8">
    <w:name w:val="Таб_подпись Знак"/>
    <w:basedOn w:val="ad"/>
    <w:link w:val="aff7"/>
    <w:rsid w:val="007377BD"/>
    <w:rPr>
      <w:rFonts w:cstheme="minorBidi"/>
      <w:b/>
    </w:rPr>
  </w:style>
  <w:style w:type="paragraph" w:customStyle="1" w:styleId="Standard">
    <w:name w:val="Standard"/>
    <w:rsid w:val="007377BD"/>
    <w:pPr>
      <w:widowControl w:val="0"/>
      <w:suppressAutoHyphens/>
      <w:autoSpaceDE w:val="0"/>
      <w:autoSpaceDN w:val="0"/>
      <w:spacing w:after="0" w:line="240" w:lineRule="auto"/>
      <w:textAlignment w:val="baseline"/>
    </w:pPr>
    <w:rPr>
      <w:rFonts w:eastAsia="Arial Unicode MS"/>
      <w:kern w:val="3"/>
      <w:lang w:eastAsia="zh-CN" w:bidi="hi-IN"/>
    </w:rPr>
  </w:style>
  <w:style w:type="paragraph" w:customStyle="1" w:styleId="Style8">
    <w:name w:val="Style8"/>
    <w:basedOn w:val="Standard"/>
    <w:rsid w:val="007377BD"/>
  </w:style>
  <w:style w:type="paragraph" w:customStyle="1" w:styleId="Style59">
    <w:name w:val="Style59"/>
    <w:basedOn w:val="Standard"/>
    <w:rsid w:val="007377BD"/>
  </w:style>
  <w:style w:type="paragraph" w:customStyle="1" w:styleId="Style57">
    <w:name w:val="Style57"/>
    <w:basedOn w:val="Standard"/>
    <w:rsid w:val="007377BD"/>
  </w:style>
  <w:style w:type="paragraph" w:customStyle="1" w:styleId="Style104">
    <w:name w:val="Style104"/>
    <w:basedOn w:val="Standard"/>
    <w:rsid w:val="007377BD"/>
  </w:style>
  <w:style w:type="paragraph" w:customStyle="1" w:styleId="Style102">
    <w:name w:val="Style102"/>
    <w:basedOn w:val="Standard"/>
    <w:rsid w:val="007377BD"/>
  </w:style>
  <w:style w:type="paragraph" w:customStyle="1" w:styleId="Style16">
    <w:name w:val="Style16"/>
    <w:basedOn w:val="Standard"/>
    <w:rsid w:val="007377BD"/>
  </w:style>
  <w:style w:type="paragraph" w:customStyle="1" w:styleId="Style28">
    <w:name w:val="Style28"/>
    <w:basedOn w:val="Standard"/>
    <w:rsid w:val="007377BD"/>
  </w:style>
  <w:style w:type="paragraph" w:customStyle="1" w:styleId="Style17">
    <w:name w:val="Style17"/>
    <w:basedOn w:val="Standard"/>
    <w:rsid w:val="007377BD"/>
  </w:style>
  <w:style w:type="character" w:customStyle="1" w:styleId="FontStyle158">
    <w:name w:val="Font Style158"/>
    <w:rsid w:val="007377BD"/>
    <w:rPr>
      <w:rFonts w:eastAsia="Times New Roman"/>
      <w:color w:val="auto"/>
      <w:sz w:val="26"/>
      <w:lang w:val="ru-RU" w:eastAsia="zh-CN"/>
    </w:rPr>
  </w:style>
  <w:style w:type="character" w:customStyle="1" w:styleId="FontStyle168">
    <w:name w:val="Font Style168"/>
    <w:rsid w:val="007377BD"/>
    <w:rPr>
      <w:rFonts w:ascii="Arial" w:hAnsi="Arial"/>
      <w:b/>
      <w:sz w:val="22"/>
      <w:lang w:val="ru-RU" w:eastAsia="zh-CN"/>
    </w:rPr>
  </w:style>
  <w:style w:type="character" w:customStyle="1" w:styleId="FontStyle163">
    <w:name w:val="Font Style163"/>
    <w:rsid w:val="007377BD"/>
    <w:rPr>
      <w:rFonts w:ascii="Times New Roman" w:hAnsi="Times New Roman"/>
      <w:sz w:val="18"/>
      <w:lang w:val="ru-RU" w:eastAsia="zh-CN"/>
    </w:rPr>
  </w:style>
  <w:style w:type="character" w:customStyle="1" w:styleId="FontStyle162">
    <w:name w:val="Font Style162"/>
    <w:rsid w:val="007377BD"/>
    <w:rPr>
      <w:rFonts w:ascii="Times New Roman" w:hAnsi="Times New Roman"/>
      <w:b/>
      <w:sz w:val="18"/>
      <w:lang w:val="ru-RU" w:eastAsia="zh-CN"/>
    </w:rPr>
  </w:style>
  <w:style w:type="numbering" w:customStyle="1" w:styleId="WW8Num1">
    <w:name w:val="WW8Num1"/>
    <w:rsid w:val="007D4749"/>
    <w:pPr>
      <w:numPr>
        <w:numId w:val="1"/>
      </w:numPr>
    </w:pPr>
  </w:style>
  <w:style w:type="character" w:customStyle="1" w:styleId="FontStyle157">
    <w:name w:val="Font Style157"/>
    <w:rsid w:val="007377BD"/>
    <w:rPr>
      <w:rFonts w:eastAsia="Times New Roman"/>
      <w:b/>
      <w:color w:val="auto"/>
      <w:sz w:val="26"/>
      <w:lang w:val="ru-RU" w:eastAsia="zh-CN"/>
    </w:rPr>
  </w:style>
  <w:style w:type="character" w:styleId="aff9">
    <w:name w:val="annotation reference"/>
    <w:basedOn w:val="a8"/>
    <w:uiPriority w:val="99"/>
    <w:unhideWhenUsed/>
    <w:rsid w:val="007377BD"/>
    <w:rPr>
      <w:sz w:val="16"/>
      <w:szCs w:val="16"/>
    </w:rPr>
  </w:style>
  <w:style w:type="paragraph" w:styleId="affa">
    <w:name w:val="annotation text"/>
    <w:basedOn w:val="a4"/>
    <w:link w:val="affb"/>
    <w:uiPriority w:val="99"/>
    <w:unhideWhenUsed/>
    <w:rsid w:val="007377BD"/>
    <w:pPr>
      <w:spacing w:line="240" w:lineRule="auto"/>
    </w:pPr>
    <w:rPr>
      <w:sz w:val="20"/>
      <w:szCs w:val="20"/>
    </w:rPr>
  </w:style>
  <w:style w:type="character" w:customStyle="1" w:styleId="affb">
    <w:name w:val="Текст примечания Знак"/>
    <w:basedOn w:val="a8"/>
    <w:link w:val="affa"/>
    <w:uiPriority w:val="99"/>
    <w:rsid w:val="007377BD"/>
    <w:rPr>
      <w:rFonts w:eastAsiaTheme="minorEastAsia" w:cstheme="minorBidi"/>
      <w:sz w:val="20"/>
      <w:szCs w:val="20"/>
    </w:rPr>
  </w:style>
  <w:style w:type="paragraph" w:styleId="affc">
    <w:name w:val="annotation subject"/>
    <w:basedOn w:val="affa"/>
    <w:next w:val="affa"/>
    <w:link w:val="affd"/>
    <w:uiPriority w:val="99"/>
    <w:unhideWhenUsed/>
    <w:rsid w:val="007377BD"/>
    <w:rPr>
      <w:b/>
      <w:bCs/>
    </w:rPr>
  </w:style>
  <w:style w:type="character" w:customStyle="1" w:styleId="affd">
    <w:name w:val="Тема примечания Знак"/>
    <w:basedOn w:val="affb"/>
    <w:link w:val="affc"/>
    <w:uiPriority w:val="99"/>
    <w:rsid w:val="007377BD"/>
    <w:rPr>
      <w:rFonts w:eastAsiaTheme="minorEastAsia" w:cstheme="minorBidi"/>
      <w:b/>
      <w:bCs/>
      <w:sz w:val="20"/>
      <w:szCs w:val="20"/>
    </w:rPr>
  </w:style>
  <w:style w:type="paragraph" w:customStyle="1" w:styleId="affe">
    <w:name w:val="Табл._тело"/>
    <w:link w:val="afff"/>
    <w:rsid w:val="007377BD"/>
    <w:pPr>
      <w:spacing w:after="0" w:line="240" w:lineRule="auto"/>
      <w:jc w:val="center"/>
    </w:pPr>
    <w:rPr>
      <w:rFonts w:ascii="Arial" w:eastAsia="Times New Roman" w:hAnsi="Arial"/>
      <w:i/>
      <w:szCs w:val="20"/>
      <w:lang w:eastAsia="ru-RU"/>
    </w:rPr>
  </w:style>
  <w:style w:type="character" w:customStyle="1" w:styleId="afff">
    <w:name w:val="Табл._тело Знак"/>
    <w:link w:val="affe"/>
    <w:rsid w:val="007377BD"/>
    <w:rPr>
      <w:rFonts w:ascii="Arial" w:eastAsia="Times New Roman" w:hAnsi="Arial"/>
      <w:i/>
      <w:szCs w:val="20"/>
      <w:lang w:eastAsia="ru-RU"/>
    </w:rPr>
  </w:style>
  <w:style w:type="paragraph" w:customStyle="1" w:styleId="afff0">
    <w:name w:val="Рисунок_гост"/>
    <w:basedOn w:val="a4"/>
    <w:next w:val="a4"/>
    <w:link w:val="afff1"/>
    <w:rsid w:val="007377BD"/>
    <w:pPr>
      <w:keepNext/>
      <w:jc w:val="center"/>
    </w:pPr>
    <w:rPr>
      <w:rFonts w:ascii="ГОСТ тип А" w:eastAsia="Times New Roman" w:hAnsi="ГОСТ тип А" w:cs="Times New Roman"/>
      <w:i/>
      <w:noProof/>
      <w:sz w:val="28"/>
      <w:szCs w:val="20"/>
      <w:lang w:eastAsia="ru-RU"/>
    </w:rPr>
  </w:style>
  <w:style w:type="character" w:customStyle="1" w:styleId="afff1">
    <w:name w:val="Рисунок_гост Знак"/>
    <w:link w:val="afff0"/>
    <w:rsid w:val="007377BD"/>
    <w:rPr>
      <w:rFonts w:ascii="ГОСТ тип А" w:eastAsia="Times New Roman" w:hAnsi="ГОСТ тип А"/>
      <w:i/>
      <w:noProof/>
      <w:sz w:val="28"/>
      <w:szCs w:val="20"/>
      <w:lang w:eastAsia="ru-RU"/>
    </w:rPr>
  </w:style>
  <w:style w:type="character" w:styleId="afff2">
    <w:name w:val="Placeholder Text"/>
    <w:basedOn w:val="a8"/>
    <w:uiPriority w:val="99"/>
    <w:semiHidden/>
    <w:rsid w:val="007377BD"/>
    <w:rPr>
      <w:color w:val="808080"/>
    </w:rPr>
  </w:style>
  <w:style w:type="character" w:styleId="afff3">
    <w:name w:val="FollowedHyperlink"/>
    <w:basedOn w:val="a8"/>
    <w:uiPriority w:val="99"/>
    <w:unhideWhenUsed/>
    <w:rsid w:val="007377BD"/>
    <w:rPr>
      <w:color w:val="800080"/>
      <w:u w:val="single"/>
    </w:rPr>
  </w:style>
  <w:style w:type="paragraph" w:customStyle="1" w:styleId="font5">
    <w:name w:val="font5"/>
    <w:basedOn w:val="a4"/>
    <w:uiPriority w:val="99"/>
    <w:rsid w:val="007377BD"/>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4"/>
    <w:rsid w:val="007377B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6">
    <w:name w:val="xl66"/>
    <w:basedOn w:val="a4"/>
    <w:rsid w:val="007377BD"/>
    <w:pPr>
      <w:spacing w:before="100" w:beforeAutospacing="1" w:after="100" w:afterAutospacing="1" w:line="240" w:lineRule="auto"/>
    </w:pPr>
    <w:rPr>
      <w:rFonts w:eastAsia="Times New Roman" w:cs="Times New Roman"/>
      <w:szCs w:val="24"/>
      <w:lang w:eastAsia="ru-RU"/>
    </w:rPr>
  </w:style>
  <w:style w:type="paragraph" w:customStyle="1" w:styleId="xl67">
    <w:name w:val="xl67"/>
    <w:basedOn w:val="a4"/>
    <w:rsid w:val="0073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68">
    <w:name w:val="xl68"/>
    <w:basedOn w:val="a4"/>
    <w:rsid w:val="0073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9">
    <w:name w:val="xl69"/>
    <w:basedOn w:val="a4"/>
    <w:rsid w:val="0073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0">
    <w:name w:val="xl70"/>
    <w:basedOn w:val="a4"/>
    <w:rsid w:val="007377B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1">
    <w:name w:val="xl71"/>
    <w:basedOn w:val="a4"/>
    <w:rsid w:val="007377B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2">
    <w:name w:val="xl72"/>
    <w:basedOn w:val="a4"/>
    <w:rsid w:val="007377BD"/>
    <w:pP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7377B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4">
    <w:name w:val="xl74"/>
    <w:basedOn w:val="a4"/>
    <w:rsid w:val="007377BD"/>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5">
    <w:name w:val="xl75"/>
    <w:basedOn w:val="a4"/>
    <w:rsid w:val="007377B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6">
    <w:name w:val="xl76"/>
    <w:basedOn w:val="a4"/>
    <w:rsid w:val="0073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 w:val="20"/>
      <w:szCs w:val="20"/>
      <w:lang w:eastAsia="ru-RU"/>
    </w:rPr>
  </w:style>
  <w:style w:type="paragraph" w:customStyle="1" w:styleId="xl63">
    <w:name w:val="xl63"/>
    <w:basedOn w:val="a4"/>
    <w:uiPriority w:val="99"/>
    <w:rsid w:val="007377B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4">
    <w:name w:val="xl64"/>
    <w:basedOn w:val="a4"/>
    <w:rsid w:val="007377BD"/>
    <w:pPr>
      <w:spacing w:before="100" w:beforeAutospacing="1" w:after="100" w:afterAutospacing="1" w:line="240" w:lineRule="auto"/>
    </w:pPr>
    <w:rPr>
      <w:rFonts w:eastAsia="Times New Roman" w:cs="Times New Roman"/>
      <w:szCs w:val="24"/>
      <w:lang w:eastAsia="ru-RU"/>
    </w:rPr>
  </w:style>
  <w:style w:type="paragraph" w:styleId="afff4">
    <w:name w:val="Revision"/>
    <w:hidden/>
    <w:uiPriority w:val="99"/>
    <w:semiHidden/>
    <w:rsid w:val="007377BD"/>
    <w:pPr>
      <w:spacing w:after="0" w:line="240" w:lineRule="auto"/>
    </w:pPr>
    <w:rPr>
      <w:rFonts w:eastAsiaTheme="minorEastAsia" w:cstheme="minorBidi"/>
      <w:szCs w:val="22"/>
    </w:rPr>
  </w:style>
  <w:style w:type="paragraph" w:customStyle="1" w:styleId="xl77">
    <w:name w:val="xl77"/>
    <w:basedOn w:val="a4"/>
    <w:rsid w:val="007377BD"/>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78">
    <w:name w:val="xl78"/>
    <w:basedOn w:val="a4"/>
    <w:rsid w:val="007377B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s="Times New Roman"/>
      <w:b/>
      <w:bCs/>
      <w:color w:val="000000"/>
      <w:sz w:val="20"/>
      <w:szCs w:val="20"/>
      <w:lang w:eastAsia="ru-RU"/>
    </w:rPr>
  </w:style>
  <w:style w:type="paragraph" w:customStyle="1" w:styleId="xl79">
    <w:name w:val="xl79"/>
    <w:basedOn w:val="a4"/>
    <w:rsid w:val="007377BD"/>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eastAsia="Times New Roman" w:cs="Times New Roman"/>
      <w:b/>
      <w:bCs/>
      <w:sz w:val="44"/>
      <w:szCs w:val="44"/>
      <w:lang w:eastAsia="ru-RU"/>
    </w:rPr>
  </w:style>
  <w:style w:type="paragraph" w:customStyle="1" w:styleId="xl80">
    <w:name w:val="xl80"/>
    <w:basedOn w:val="a4"/>
    <w:rsid w:val="007377BD"/>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eastAsia="Times New Roman" w:cs="Times New Roman"/>
      <w:b/>
      <w:bCs/>
      <w:sz w:val="44"/>
      <w:szCs w:val="44"/>
      <w:lang w:eastAsia="ru-RU"/>
    </w:rPr>
  </w:style>
  <w:style w:type="paragraph" w:customStyle="1" w:styleId="xl81">
    <w:name w:val="xl81"/>
    <w:basedOn w:val="a4"/>
    <w:rsid w:val="007377BD"/>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eastAsia="Times New Roman" w:cs="Times New Roman"/>
      <w:b/>
      <w:bCs/>
      <w:sz w:val="44"/>
      <w:szCs w:val="44"/>
      <w:lang w:eastAsia="ru-RU"/>
    </w:rPr>
  </w:style>
  <w:style w:type="paragraph" w:customStyle="1" w:styleId="xl82">
    <w:name w:val="xl82"/>
    <w:basedOn w:val="a4"/>
    <w:rsid w:val="007377B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3">
    <w:name w:val="xl83"/>
    <w:basedOn w:val="a4"/>
    <w:rsid w:val="007377B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4">
    <w:name w:val="xl84"/>
    <w:basedOn w:val="a4"/>
    <w:rsid w:val="007377B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5">
    <w:name w:val="xl85"/>
    <w:basedOn w:val="a4"/>
    <w:rsid w:val="007377B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6">
    <w:name w:val="xl86"/>
    <w:basedOn w:val="a4"/>
    <w:rsid w:val="007377B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7">
    <w:name w:val="xl87"/>
    <w:basedOn w:val="a4"/>
    <w:rsid w:val="007377B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styleId="afff5">
    <w:name w:val="table of figures"/>
    <w:aliases w:val="Перечень таблиц"/>
    <w:basedOn w:val="a4"/>
    <w:next w:val="a4"/>
    <w:uiPriority w:val="99"/>
    <w:unhideWhenUsed/>
    <w:rsid w:val="007377BD"/>
  </w:style>
  <w:style w:type="paragraph" w:styleId="afff6">
    <w:name w:val="Title"/>
    <w:basedOn w:val="a4"/>
    <w:link w:val="afff7"/>
    <w:uiPriority w:val="10"/>
    <w:rsid w:val="001D31E9"/>
    <w:pPr>
      <w:spacing w:line="240" w:lineRule="auto"/>
      <w:ind w:firstLine="709"/>
      <w:jc w:val="center"/>
    </w:pPr>
    <w:rPr>
      <w:rFonts w:eastAsia="Times New Roman" w:cs="Times New Roman"/>
      <w:b/>
      <w:sz w:val="32"/>
      <w:szCs w:val="20"/>
      <w:lang w:eastAsia="ru-RU"/>
    </w:rPr>
  </w:style>
  <w:style w:type="character" w:customStyle="1" w:styleId="afff7">
    <w:name w:val="Заголовок Знак"/>
    <w:basedOn w:val="a8"/>
    <w:link w:val="afff6"/>
    <w:rsid w:val="001D31E9"/>
    <w:rPr>
      <w:rFonts w:eastAsia="Times New Roman"/>
      <w:b/>
      <w:sz w:val="32"/>
      <w:szCs w:val="20"/>
      <w:lang w:eastAsia="ru-RU"/>
    </w:rPr>
  </w:style>
  <w:style w:type="paragraph" w:styleId="afff8">
    <w:name w:val="footnote text"/>
    <w:basedOn w:val="a4"/>
    <w:link w:val="afff9"/>
    <w:uiPriority w:val="99"/>
    <w:rsid w:val="007377BD"/>
    <w:pPr>
      <w:spacing w:line="240" w:lineRule="auto"/>
      <w:ind w:firstLine="709"/>
      <w:jc w:val="both"/>
    </w:pPr>
    <w:rPr>
      <w:rFonts w:eastAsia="Times New Roman" w:cs="Times New Roman"/>
      <w:sz w:val="20"/>
      <w:szCs w:val="20"/>
      <w:lang w:eastAsia="ru-RU"/>
    </w:rPr>
  </w:style>
  <w:style w:type="character" w:customStyle="1" w:styleId="afff9">
    <w:name w:val="Текст сноски Знак"/>
    <w:basedOn w:val="a8"/>
    <w:link w:val="afff8"/>
    <w:uiPriority w:val="99"/>
    <w:rsid w:val="007377BD"/>
    <w:rPr>
      <w:rFonts w:eastAsia="Times New Roman"/>
      <w:sz w:val="20"/>
      <w:szCs w:val="20"/>
      <w:lang w:eastAsia="ru-RU"/>
    </w:rPr>
  </w:style>
  <w:style w:type="character" w:styleId="afffa">
    <w:name w:val="footnote reference"/>
    <w:basedOn w:val="a8"/>
    <w:uiPriority w:val="99"/>
    <w:rsid w:val="007377BD"/>
    <w:rPr>
      <w:rFonts w:cs="Times New Roman"/>
      <w:vertAlign w:val="superscript"/>
    </w:rPr>
  </w:style>
  <w:style w:type="paragraph" w:customStyle="1" w:styleId="Default">
    <w:name w:val="Default"/>
    <w:rsid w:val="007377BD"/>
    <w:pPr>
      <w:autoSpaceDE w:val="0"/>
      <w:autoSpaceDN w:val="0"/>
      <w:adjustRightInd w:val="0"/>
      <w:spacing w:after="0" w:line="240" w:lineRule="auto"/>
    </w:pPr>
    <w:rPr>
      <w:color w:val="000000"/>
    </w:rPr>
  </w:style>
  <w:style w:type="paragraph" w:customStyle="1" w:styleId="textn">
    <w:name w:val="textn"/>
    <w:basedOn w:val="a4"/>
    <w:rsid w:val="007377BD"/>
    <w:pPr>
      <w:spacing w:before="100" w:beforeAutospacing="1" w:after="100" w:afterAutospacing="1" w:line="240" w:lineRule="auto"/>
    </w:pPr>
    <w:rPr>
      <w:rFonts w:eastAsia="Times New Roman" w:cs="Times New Roman"/>
      <w:szCs w:val="24"/>
      <w:lang w:eastAsia="ru-RU"/>
    </w:rPr>
  </w:style>
  <w:style w:type="paragraph" w:customStyle="1" w:styleId="14">
    <w:name w:val="Абзац списка1"/>
    <w:basedOn w:val="a4"/>
    <w:rsid w:val="007377BD"/>
    <w:pPr>
      <w:ind w:left="720"/>
    </w:pPr>
    <w:rPr>
      <w:rFonts w:ascii="Calibri" w:eastAsia="Times New Roman" w:hAnsi="Calibri" w:cs="Calibri"/>
      <w:sz w:val="22"/>
    </w:rPr>
  </w:style>
  <w:style w:type="character" w:customStyle="1" w:styleId="apple-converted-space">
    <w:name w:val="apple-converted-space"/>
    <w:basedOn w:val="a8"/>
    <w:rsid w:val="007377BD"/>
  </w:style>
  <w:style w:type="character" w:styleId="afffb">
    <w:name w:val="Emphasis"/>
    <w:basedOn w:val="a8"/>
    <w:uiPriority w:val="20"/>
    <w:rsid w:val="001D31E9"/>
    <w:rPr>
      <w:i/>
      <w:iCs/>
    </w:rPr>
  </w:style>
  <w:style w:type="character" w:styleId="afffc">
    <w:name w:val="Strong"/>
    <w:basedOn w:val="a8"/>
    <w:uiPriority w:val="22"/>
    <w:rsid w:val="001D31E9"/>
    <w:rPr>
      <w:b/>
      <w:bCs/>
    </w:rPr>
  </w:style>
  <w:style w:type="character" w:customStyle="1" w:styleId="mw-headline">
    <w:name w:val="mw-headline"/>
    <w:basedOn w:val="a8"/>
    <w:rsid w:val="007377BD"/>
  </w:style>
  <w:style w:type="paragraph" w:customStyle="1" w:styleId="prequote">
    <w:name w:val="prequote"/>
    <w:basedOn w:val="a4"/>
    <w:rsid w:val="007377BD"/>
    <w:pPr>
      <w:spacing w:before="100" w:beforeAutospacing="1" w:after="100" w:afterAutospacing="1" w:line="240" w:lineRule="auto"/>
    </w:pPr>
    <w:rPr>
      <w:rFonts w:eastAsia="Times New Roman" w:cs="Times New Roman"/>
      <w:szCs w:val="24"/>
      <w:lang w:eastAsia="ru-RU"/>
    </w:rPr>
  </w:style>
  <w:style w:type="paragraph" w:styleId="afffd">
    <w:name w:val="Normal (Web)"/>
    <w:basedOn w:val="a4"/>
    <w:uiPriority w:val="99"/>
    <w:unhideWhenUsed/>
    <w:rsid w:val="007377BD"/>
    <w:pPr>
      <w:spacing w:before="100" w:beforeAutospacing="1" w:after="100" w:afterAutospacing="1" w:line="240" w:lineRule="auto"/>
    </w:pPr>
    <w:rPr>
      <w:rFonts w:eastAsia="Times New Roman" w:cs="Times New Roman"/>
      <w:szCs w:val="24"/>
      <w:lang w:eastAsia="ru-RU"/>
    </w:rPr>
  </w:style>
  <w:style w:type="paragraph" w:customStyle="1" w:styleId="210">
    <w:name w:val="Цитата 21"/>
    <w:basedOn w:val="a4"/>
    <w:rsid w:val="007377BD"/>
    <w:pPr>
      <w:spacing w:before="100" w:beforeAutospacing="1" w:after="100" w:afterAutospacing="1" w:line="240" w:lineRule="auto"/>
    </w:pPr>
    <w:rPr>
      <w:rFonts w:eastAsia="Times New Roman" w:cs="Times New Roman"/>
      <w:szCs w:val="24"/>
      <w:lang w:eastAsia="ru-RU"/>
    </w:rPr>
  </w:style>
  <w:style w:type="character" w:customStyle="1" w:styleId="headtext">
    <w:name w:val="headtext"/>
    <w:basedOn w:val="a8"/>
    <w:rsid w:val="007377BD"/>
  </w:style>
  <w:style w:type="paragraph" w:styleId="HTML">
    <w:name w:val="HTML Preformatted"/>
    <w:basedOn w:val="a4"/>
    <w:link w:val="HTML0"/>
    <w:uiPriority w:val="99"/>
    <w:unhideWhenUsed/>
    <w:rsid w:val="00737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8"/>
    <w:link w:val="HTML"/>
    <w:uiPriority w:val="99"/>
    <w:rsid w:val="007377BD"/>
    <w:rPr>
      <w:rFonts w:ascii="Courier New" w:eastAsia="Times New Roman" w:hAnsi="Courier New" w:cs="Courier New"/>
      <w:sz w:val="20"/>
      <w:szCs w:val="20"/>
      <w:lang w:eastAsia="ru-RU"/>
    </w:rPr>
  </w:style>
  <w:style w:type="paragraph" w:styleId="afffe">
    <w:name w:val="Body Text Indent"/>
    <w:basedOn w:val="a4"/>
    <w:link w:val="affff"/>
    <w:uiPriority w:val="99"/>
    <w:unhideWhenUsed/>
    <w:rsid w:val="007377BD"/>
    <w:pPr>
      <w:spacing w:after="120"/>
      <w:ind w:left="283"/>
    </w:pPr>
  </w:style>
  <w:style w:type="character" w:customStyle="1" w:styleId="affff">
    <w:name w:val="Основной текст с отступом Знак"/>
    <w:basedOn w:val="a8"/>
    <w:link w:val="afffe"/>
    <w:uiPriority w:val="99"/>
    <w:rsid w:val="007377BD"/>
    <w:rPr>
      <w:rFonts w:eastAsiaTheme="minorEastAsia" w:cstheme="minorBidi"/>
      <w:szCs w:val="22"/>
    </w:rPr>
  </w:style>
  <w:style w:type="paragraph" w:customStyle="1" w:styleId="font6">
    <w:name w:val="font6"/>
    <w:basedOn w:val="a4"/>
    <w:rsid w:val="007377BD"/>
    <w:pPr>
      <w:spacing w:before="100" w:beforeAutospacing="1" w:after="100" w:afterAutospacing="1" w:line="240" w:lineRule="auto"/>
    </w:pPr>
    <w:rPr>
      <w:rFonts w:eastAsia="Times New Roman" w:cs="Times New Roman"/>
      <w:color w:val="000000"/>
      <w:sz w:val="16"/>
      <w:szCs w:val="16"/>
      <w:lang w:eastAsia="ru-RU"/>
    </w:rPr>
  </w:style>
  <w:style w:type="paragraph" w:customStyle="1" w:styleId="xl88">
    <w:name w:val="xl88"/>
    <w:basedOn w:val="a4"/>
    <w:rsid w:val="007377BD"/>
    <w:pPr>
      <w:pBdr>
        <w:top w:val="single" w:sz="8" w:space="0" w:color="auto"/>
        <w:left w:val="single" w:sz="8" w:space="0" w:color="auto"/>
        <w:bottom w:val="single" w:sz="8"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89">
    <w:name w:val="xl89"/>
    <w:basedOn w:val="a4"/>
    <w:rsid w:val="007377BD"/>
    <w:pPr>
      <w:pBdr>
        <w:top w:val="single" w:sz="8" w:space="0" w:color="auto"/>
        <w:bottom w:val="single" w:sz="8"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90">
    <w:name w:val="xl90"/>
    <w:basedOn w:val="a4"/>
    <w:rsid w:val="007377BD"/>
    <w:pPr>
      <w:pBdr>
        <w:top w:val="single" w:sz="8" w:space="0" w:color="auto"/>
        <w:bottom w:val="single" w:sz="8" w:space="0" w:color="auto"/>
        <w:right w:val="single" w:sz="8"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91">
    <w:name w:val="xl91"/>
    <w:basedOn w:val="a4"/>
    <w:rsid w:val="007377BD"/>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2">
    <w:name w:val="xl92"/>
    <w:basedOn w:val="a4"/>
    <w:rsid w:val="007377BD"/>
    <w:pPr>
      <w:pBdr>
        <w:right w:val="single" w:sz="8"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3">
    <w:name w:val="xl93"/>
    <w:basedOn w:val="a4"/>
    <w:rsid w:val="007377BD"/>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7377BD"/>
    <w:pPr>
      <w:pBdr>
        <w:bottom w:val="single" w:sz="8" w:space="0" w:color="auto"/>
        <w:right w:val="single" w:sz="8" w:space="0" w:color="auto"/>
      </w:pBdr>
      <w:spacing w:before="100" w:beforeAutospacing="1" w:after="100" w:afterAutospacing="1" w:line="240" w:lineRule="auto"/>
      <w:jc w:val="center"/>
    </w:pPr>
    <w:rPr>
      <w:rFonts w:eastAsia="Times New Roman" w:cs="Times New Roman"/>
      <w:b/>
      <w:bCs/>
      <w:sz w:val="20"/>
      <w:szCs w:val="20"/>
      <w:lang w:eastAsia="ru-RU"/>
    </w:rPr>
  </w:style>
  <w:style w:type="paragraph" w:styleId="25">
    <w:name w:val="Quote"/>
    <w:basedOn w:val="a4"/>
    <w:next w:val="a4"/>
    <w:link w:val="26"/>
    <w:uiPriority w:val="29"/>
    <w:rsid w:val="007377BD"/>
    <w:rPr>
      <w:i/>
      <w:iCs/>
      <w:color w:val="000000" w:themeColor="text1"/>
    </w:rPr>
  </w:style>
  <w:style w:type="character" w:customStyle="1" w:styleId="26">
    <w:name w:val="Цитата 2 Знак"/>
    <w:basedOn w:val="a8"/>
    <w:link w:val="25"/>
    <w:uiPriority w:val="29"/>
    <w:rsid w:val="007377BD"/>
    <w:rPr>
      <w:rFonts w:eastAsiaTheme="minorEastAsia" w:cstheme="minorBidi"/>
      <w:i/>
      <w:iCs/>
      <w:color w:val="000000" w:themeColor="text1"/>
      <w:szCs w:val="22"/>
    </w:rPr>
  </w:style>
  <w:style w:type="character" w:customStyle="1" w:styleId="50">
    <w:name w:val="Заголовок 5 Знак"/>
    <w:basedOn w:val="a8"/>
    <w:link w:val="5"/>
    <w:uiPriority w:val="9"/>
    <w:rsid w:val="00983614"/>
    <w:rPr>
      <w:rFonts w:ascii="Cambria" w:eastAsiaTheme="minorEastAsia" w:hAnsi="Cambria" w:cstheme="minorBidi"/>
      <w:color w:val="243F60"/>
      <w:szCs w:val="22"/>
      <w:lang w:eastAsia="ru-RU"/>
    </w:rPr>
  </w:style>
  <w:style w:type="character" w:customStyle="1" w:styleId="af1">
    <w:name w:val="Абзац списка Знак"/>
    <w:link w:val="a5"/>
    <w:uiPriority w:val="34"/>
    <w:locked/>
    <w:rsid w:val="001D31E9"/>
    <w:rPr>
      <w:rFonts w:eastAsiaTheme="minorEastAsia" w:cstheme="minorBidi"/>
      <w:szCs w:val="22"/>
    </w:rPr>
  </w:style>
  <w:style w:type="paragraph" w:customStyle="1" w:styleId="xl1605">
    <w:name w:val="xl1605"/>
    <w:basedOn w:val="a4"/>
    <w:rsid w:val="00217B3A"/>
    <w:pPr>
      <w:spacing w:before="100" w:beforeAutospacing="1" w:after="100" w:afterAutospacing="1" w:line="240" w:lineRule="auto"/>
    </w:pPr>
    <w:rPr>
      <w:rFonts w:eastAsia="Times New Roman" w:cs="Times New Roman"/>
      <w:szCs w:val="24"/>
      <w:lang w:eastAsia="ru-RU"/>
    </w:rPr>
  </w:style>
  <w:style w:type="paragraph" w:customStyle="1" w:styleId="xl1606">
    <w:name w:val="xl1606"/>
    <w:basedOn w:val="a4"/>
    <w:rsid w:val="00217B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07">
    <w:name w:val="xl1607"/>
    <w:basedOn w:val="a4"/>
    <w:rsid w:val="00217B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08">
    <w:name w:val="xl1608"/>
    <w:basedOn w:val="a4"/>
    <w:rsid w:val="00217B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609">
    <w:name w:val="xl1609"/>
    <w:basedOn w:val="a4"/>
    <w:rsid w:val="00217B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10">
    <w:name w:val="xl1610"/>
    <w:basedOn w:val="a4"/>
    <w:rsid w:val="00217B3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11">
    <w:name w:val="xl1611"/>
    <w:basedOn w:val="a4"/>
    <w:rsid w:val="00217B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12">
    <w:name w:val="xl1612"/>
    <w:basedOn w:val="a4"/>
    <w:rsid w:val="00217B3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13">
    <w:name w:val="xl1613"/>
    <w:basedOn w:val="a4"/>
    <w:rsid w:val="00217B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1614">
    <w:name w:val="xl1614"/>
    <w:basedOn w:val="a4"/>
    <w:rsid w:val="00217B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 w:val="16"/>
      <w:szCs w:val="16"/>
      <w:lang w:eastAsia="ru-RU"/>
    </w:rPr>
  </w:style>
  <w:style w:type="paragraph" w:customStyle="1" w:styleId="xl1615">
    <w:name w:val="xl1615"/>
    <w:basedOn w:val="a4"/>
    <w:rsid w:val="00217B3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 w:val="16"/>
      <w:szCs w:val="16"/>
      <w:lang w:eastAsia="ru-RU"/>
    </w:rPr>
  </w:style>
  <w:style w:type="paragraph" w:customStyle="1" w:styleId="xl1616">
    <w:name w:val="xl1616"/>
    <w:basedOn w:val="a4"/>
    <w:rsid w:val="00217B3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eastAsia="Times New Roman" w:cs="Times New Roman"/>
      <w:b/>
      <w:bCs/>
      <w:color w:val="000000"/>
      <w:sz w:val="20"/>
      <w:szCs w:val="20"/>
      <w:lang w:eastAsia="ru-RU"/>
    </w:rPr>
  </w:style>
  <w:style w:type="paragraph" w:customStyle="1" w:styleId="xl1617">
    <w:name w:val="xl1617"/>
    <w:basedOn w:val="a4"/>
    <w:rsid w:val="00217B3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18">
    <w:name w:val="xl1618"/>
    <w:basedOn w:val="a4"/>
    <w:rsid w:val="00217B3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19">
    <w:name w:val="xl1619"/>
    <w:basedOn w:val="a4"/>
    <w:rsid w:val="00217B3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20">
    <w:name w:val="xl1620"/>
    <w:basedOn w:val="a4"/>
    <w:rsid w:val="00217B3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21">
    <w:name w:val="xl1621"/>
    <w:basedOn w:val="a4"/>
    <w:rsid w:val="00217B3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b/>
      <w:bCs/>
      <w:color w:val="000000"/>
      <w:sz w:val="16"/>
      <w:szCs w:val="16"/>
      <w:lang w:eastAsia="ru-RU"/>
    </w:rPr>
  </w:style>
  <w:style w:type="paragraph" w:customStyle="1" w:styleId="xl1622">
    <w:name w:val="xl1622"/>
    <w:basedOn w:val="a4"/>
    <w:rsid w:val="00217B3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eastAsia="Times New Roman" w:cs="Times New Roman"/>
      <w:b/>
      <w:bCs/>
      <w:color w:val="000000"/>
      <w:sz w:val="20"/>
      <w:szCs w:val="20"/>
      <w:lang w:eastAsia="ru-RU"/>
    </w:rPr>
  </w:style>
  <w:style w:type="paragraph" w:customStyle="1" w:styleId="xl1623">
    <w:name w:val="xl1623"/>
    <w:basedOn w:val="a4"/>
    <w:rsid w:val="00217B3A"/>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24">
    <w:name w:val="xl1624"/>
    <w:basedOn w:val="a4"/>
    <w:rsid w:val="00217B3A"/>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25">
    <w:name w:val="xl1625"/>
    <w:basedOn w:val="a4"/>
    <w:rsid w:val="00217B3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26">
    <w:name w:val="xl1626"/>
    <w:basedOn w:val="a4"/>
    <w:rsid w:val="00217B3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27">
    <w:name w:val="xl1627"/>
    <w:basedOn w:val="a4"/>
    <w:rsid w:val="00217B3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1628">
    <w:name w:val="xl1628"/>
    <w:basedOn w:val="a4"/>
    <w:rsid w:val="00217B3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29">
    <w:name w:val="xl1629"/>
    <w:basedOn w:val="a4"/>
    <w:rsid w:val="00217B3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eastAsia="Times New Roman" w:cs="Times New Roman"/>
      <w:b/>
      <w:bCs/>
      <w:color w:val="000000"/>
      <w:sz w:val="20"/>
      <w:szCs w:val="20"/>
      <w:lang w:eastAsia="ru-RU"/>
    </w:rPr>
  </w:style>
  <w:style w:type="paragraph" w:customStyle="1" w:styleId="xl1630">
    <w:name w:val="xl1630"/>
    <w:basedOn w:val="a4"/>
    <w:rsid w:val="00217B3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31">
    <w:name w:val="xl1631"/>
    <w:basedOn w:val="a4"/>
    <w:rsid w:val="00217B3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32">
    <w:name w:val="xl1632"/>
    <w:basedOn w:val="a4"/>
    <w:rsid w:val="00217B3A"/>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33">
    <w:name w:val="xl1633"/>
    <w:basedOn w:val="a4"/>
    <w:rsid w:val="00217B3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34">
    <w:name w:val="xl1634"/>
    <w:basedOn w:val="a4"/>
    <w:rsid w:val="00217B3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eastAsia="Times New Roman" w:cs="Times New Roman"/>
      <w:b/>
      <w:bCs/>
      <w:color w:val="000000"/>
      <w:sz w:val="20"/>
      <w:szCs w:val="20"/>
      <w:lang w:eastAsia="ru-RU"/>
    </w:rPr>
  </w:style>
  <w:style w:type="paragraph" w:customStyle="1" w:styleId="xl1635">
    <w:name w:val="xl1635"/>
    <w:basedOn w:val="a4"/>
    <w:rsid w:val="00217B3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36">
    <w:name w:val="xl1636"/>
    <w:basedOn w:val="a4"/>
    <w:rsid w:val="00217B3A"/>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37">
    <w:name w:val="xl1637"/>
    <w:basedOn w:val="a4"/>
    <w:rsid w:val="00217B3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38">
    <w:name w:val="xl1638"/>
    <w:basedOn w:val="a4"/>
    <w:rsid w:val="00217B3A"/>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39">
    <w:name w:val="xl1639"/>
    <w:basedOn w:val="a4"/>
    <w:rsid w:val="00217B3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styleId="51">
    <w:name w:val="toc 5"/>
    <w:basedOn w:val="a4"/>
    <w:next w:val="a4"/>
    <w:autoRedefine/>
    <w:uiPriority w:val="39"/>
    <w:unhideWhenUsed/>
    <w:rsid w:val="00024286"/>
    <w:pPr>
      <w:spacing w:after="100"/>
      <w:ind w:left="880"/>
    </w:pPr>
    <w:rPr>
      <w:rFonts w:asciiTheme="minorHAnsi" w:hAnsiTheme="minorHAnsi"/>
      <w:sz w:val="22"/>
      <w:lang w:eastAsia="ru-RU"/>
    </w:rPr>
  </w:style>
  <w:style w:type="paragraph" w:styleId="61">
    <w:name w:val="toc 6"/>
    <w:basedOn w:val="a4"/>
    <w:next w:val="a4"/>
    <w:autoRedefine/>
    <w:uiPriority w:val="39"/>
    <w:unhideWhenUsed/>
    <w:rsid w:val="00024286"/>
    <w:pPr>
      <w:spacing w:after="100"/>
      <w:ind w:left="1100"/>
    </w:pPr>
    <w:rPr>
      <w:rFonts w:asciiTheme="minorHAnsi" w:hAnsiTheme="minorHAnsi"/>
      <w:sz w:val="22"/>
      <w:lang w:eastAsia="ru-RU"/>
    </w:rPr>
  </w:style>
  <w:style w:type="paragraph" w:styleId="71">
    <w:name w:val="toc 7"/>
    <w:basedOn w:val="a4"/>
    <w:next w:val="a4"/>
    <w:autoRedefine/>
    <w:uiPriority w:val="39"/>
    <w:unhideWhenUsed/>
    <w:rsid w:val="00024286"/>
    <w:pPr>
      <w:spacing w:after="100"/>
      <w:ind w:left="1320"/>
    </w:pPr>
    <w:rPr>
      <w:rFonts w:asciiTheme="minorHAnsi" w:hAnsiTheme="minorHAnsi"/>
      <w:sz w:val="22"/>
      <w:lang w:eastAsia="ru-RU"/>
    </w:rPr>
  </w:style>
  <w:style w:type="paragraph" w:styleId="81">
    <w:name w:val="toc 8"/>
    <w:basedOn w:val="a4"/>
    <w:next w:val="a4"/>
    <w:autoRedefine/>
    <w:uiPriority w:val="39"/>
    <w:unhideWhenUsed/>
    <w:rsid w:val="00024286"/>
    <w:pPr>
      <w:spacing w:after="100"/>
      <w:ind w:left="1540"/>
    </w:pPr>
    <w:rPr>
      <w:rFonts w:asciiTheme="minorHAnsi" w:hAnsiTheme="minorHAnsi"/>
      <w:sz w:val="22"/>
      <w:lang w:eastAsia="ru-RU"/>
    </w:rPr>
  </w:style>
  <w:style w:type="paragraph" w:styleId="91">
    <w:name w:val="toc 9"/>
    <w:basedOn w:val="a4"/>
    <w:next w:val="a4"/>
    <w:autoRedefine/>
    <w:uiPriority w:val="39"/>
    <w:unhideWhenUsed/>
    <w:rsid w:val="00024286"/>
    <w:pPr>
      <w:spacing w:after="100"/>
      <w:ind w:left="1760"/>
    </w:pPr>
    <w:rPr>
      <w:rFonts w:asciiTheme="minorHAnsi" w:hAnsiTheme="minorHAnsi"/>
      <w:sz w:val="22"/>
      <w:lang w:eastAsia="ru-RU"/>
    </w:rPr>
  </w:style>
  <w:style w:type="paragraph" w:styleId="affff0">
    <w:name w:val="endnote text"/>
    <w:basedOn w:val="a4"/>
    <w:link w:val="affff1"/>
    <w:uiPriority w:val="99"/>
    <w:unhideWhenUsed/>
    <w:rsid w:val="00BC6973"/>
    <w:pPr>
      <w:spacing w:line="240" w:lineRule="auto"/>
    </w:pPr>
    <w:rPr>
      <w:sz w:val="20"/>
      <w:szCs w:val="20"/>
    </w:rPr>
  </w:style>
  <w:style w:type="character" w:customStyle="1" w:styleId="affff1">
    <w:name w:val="Текст концевой сноски Знак"/>
    <w:basedOn w:val="a8"/>
    <w:link w:val="affff0"/>
    <w:uiPriority w:val="99"/>
    <w:rsid w:val="00BC6973"/>
    <w:rPr>
      <w:rFonts w:eastAsiaTheme="minorEastAsia" w:cstheme="minorBidi"/>
      <w:sz w:val="20"/>
      <w:szCs w:val="20"/>
    </w:rPr>
  </w:style>
  <w:style w:type="character" w:styleId="affff2">
    <w:name w:val="endnote reference"/>
    <w:basedOn w:val="a8"/>
    <w:uiPriority w:val="99"/>
    <w:unhideWhenUsed/>
    <w:rsid w:val="00BC6973"/>
    <w:rPr>
      <w:vertAlign w:val="superscript"/>
    </w:rPr>
  </w:style>
  <w:style w:type="paragraph" w:customStyle="1" w:styleId="xl1640">
    <w:name w:val="xl1640"/>
    <w:basedOn w:val="a4"/>
    <w:rsid w:val="00286922"/>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41">
    <w:name w:val="xl1641"/>
    <w:basedOn w:val="a4"/>
    <w:rsid w:val="00286922"/>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42">
    <w:name w:val="xl1642"/>
    <w:basedOn w:val="a4"/>
    <w:rsid w:val="0028692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1643">
    <w:name w:val="xl1643"/>
    <w:basedOn w:val="a4"/>
    <w:rsid w:val="00286922"/>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44">
    <w:name w:val="xl1644"/>
    <w:basedOn w:val="a4"/>
    <w:rsid w:val="0028692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45">
    <w:name w:val="xl1645"/>
    <w:basedOn w:val="a4"/>
    <w:rsid w:val="0028692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46">
    <w:name w:val="xl1646"/>
    <w:basedOn w:val="a4"/>
    <w:rsid w:val="0028692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47">
    <w:name w:val="xl1647"/>
    <w:basedOn w:val="a4"/>
    <w:rsid w:val="001E3DDB"/>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648">
    <w:name w:val="xl1648"/>
    <w:basedOn w:val="a4"/>
    <w:rsid w:val="001E3DD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character" w:customStyle="1" w:styleId="wmi-callto">
    <w:name w:val="wmi-callto"/>
    <w:basedOn w:val="a8"/>
    <w:rsid w:val="005C04C0"/>
  </w:style>
  <w:style w:type="paragraph" w:styleId="affff3">
    <w:name w:val="Body Text"/>
    <w:aliases w:val="???????? ????? ??????????,Îñíîâíîé òåêñò ëèòåðàòóðà,Основной текст литература"/>
    <w:basedOn w:val="a4"/>
    <w:link w:val="affff4"/>
    <w:uiPriority w:val="99"/>
    <w:unhideWhenUsed/>
    <w:rsid w:val="00D14557"/>
    <w:pPr>
      <w:spacing w:after="120"/>
    </w:pPr>
  </w:style>
  <w:style w:type="character" w:customStyle="1" w:styleId="affff4">
    <w:name w:val="Основной текст Знак"/>
    <w:aliases w:val="???????? ????? ?????????? Знак,Îñíîâíîé òåêñò ëèòåðàòóðà Знак,Основной текст литература Знак"/>
    <w:basedOn w:val="a8"/>
    <w:link w:val="affff3"/>
    <w:uiPriority w:val="99"/>
    <w:rsid w:val="00D14557"/>
    <w:rPr>
      <w:rFonts w:eastAsiaTheme="minorEastAsia" w:cstheme="minorBidi"/>
      <w:szCs w:val="22"/>
    </w:rPr>
  </w:style>
  <w:style w:type="paragraph" w:customStyle="1" w:styleId="ConsPlusNormal">
    <w:name w:val="ConsPlusNormal"/>
    <w:rsid w:val="001565D0"/>
    <w:pPr>
      <w:widowControl w:val="0"/>
      <w:autoSpaceDE w:val="0"/>
      <w:autoSpaceDN w:val="0"/>
      <w:spacing w:after="0" w:line="240" w:lineRule="auto"/>
    </w:pPr>
    <w:rPr>
      <w:rFonts w:eastAsia="Times New Roman"/>
      <w:szCs w:val="20"/>
      <w:lang w:eastAsia="ru-RU"/>
    </w:rPr>
  </w:style>
  <w:style w:type="paragraph" w:customStyle="1" w:styleId="affff5">
    <w:name w:val="Рисунок_подпись"/>
    <w:basedOn w:val="ac"/>
    <w:link w:val="affff6"/>
    <w:rsid w:val="00133D77"/>
    <w:pPr>
      <w:keepLines w:val="0"/>
      <w:spacing w:before="0" w:after="240" w:line="276" w:lineRule="auto"/>
      <w:jc w:val="center"/>
    </w:pPr>
    <w:rPr>
      <w:rFonts w:cs="Times New Roman"/>
      <w:lang w:eastAsia="ru-RU"/>
    </w:rPr>
  </w:style>
  <w:style w:type="character" w:customStyle="1" w:styleId="affff6">
    <w:name w:val="Рисунок_подпись Знак"/>
    <w:link w:val="affff5"/>
    <w:rsid w:val="00133D77"/>
    <w:rPr>
      <w:bCs/>
      <w:lang w:eastAsia="ru-RU"/>
    </w:rPr>
  </w:style>
  <w:style w:type="paragraph" w:customStyle="1" w:styleId="affff7">
    <w:name w:val="Рис_назв"/>
    <w:basedOn w:val="a4"/>
    <w:next w:val="a4"/>
    <w:link w:val="affff8"/>
    <w:rsid w:val="00133D77"/>
    <w:pPr>
      <w:keepLines/>
      <w:spacing w:after="240"/>
      <w:jc w:val="center"/>
    </w:pPr>
    <w:rPr>
      <w:rFonts w:eastAsia="TimesNewRoman"/>
      <w:lang w:eastAsia="ru-RU"/>
    </w:rPr>
  </w:style>
  <w:style w:type="character" w:customStyle="1" w:styleId="affff8">
    <w:name w:val="Рис_назв Знак"/>
    <w:link w:val="affff7"/>
    <w:rsid w:val="00133D77"/>
    <w:rPr>
      <w:rFonts w:eastAsia="TimesNewRoman" w:cstheme="minorBidi"/>
      <w:szCs w:val="22"/>
      <w:lang w:eastAsia="ru-RU"/>
    </w:rPr>
  </w:style>
  <w:style w:type="paragraph" w:styleId="32">
    <w:name w:val="List Bullet 3"/>
    <w:basedOn w:val="a4"/>
    <w:rsid w:val="00133D77"/>
    <w:pPr>
      <w:widowControl w:val="0"/>
      <w:adjustRightInd w:val="0"/>
      <w:spacing w:line="240" w:lineRule="auto"/>
      <w:ind w:left="714" w:hanging="357"/>
      <w:jc w:val="both"/>
      <w:textAlignment w:val="baseline"/>
    </w:pPr>
    <w:rPr>
      <w:rFonts w:eastAsia="Microsoft YaHei"/>
      <w:lang w:eastAsia="ru-RU"/>
    </w:rPr>
  </w:style>
  <w:style w:type="paragraph" w:customStyle="1" w:styleId="S">
    <w:name w:val="S_Обычный"/>
    <w:basedOn w:val="a4"/>
    <w:link w:val="S0"/>
    <w:rsid w:val="00133D77"/>
    <w:pPr>
      <w:spacing w:line="360" w:lineRule="auto"/>
      <w:ind w:firstLine="709"/>
      <w:jc w:val="both"/>
    </w:pPr>
    <w:rPr>
      <w:szCs w:val="24"/>
      <w:lang w:eastAsia="ru-RU"/>
    </w:rPr>
  </w:style>
  <w:style w:type="character" w:customStyle="1" w:styleId="S0">
    <w:name w:val="S_Обычный Знак"/>
    <w:link w:val="S"/>
    <w:rsid w:val="00133D77"/>
    <w:rPr>
      <w:rFonts w:eastAsiaTheme="minorEastAsia" w:cstheme="minorBidi"/>
      <w:lang w:eastAsia="ru-RU"/>
    </w:rPr>
  </w:style>
  <w:style w:type="paragraph" w:customStyle="1" w:styleId="S1">
    <w:name w:val="S_Маркированный"/>
    <w:basedOn w:val="affff9"/>
    <w:link w:val="S2"/>
    <w:autoRedefine/>
    <w:locked/>
    <w:rsid w:val="00133D77"/>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133D77"/>
    <w:rPr>
      <w:rFonts w:eastAsiaTheme="minorEastAsia" w:cstheme="minorBidi"/>
      <w:color w:val="000000"/>
      <w:lang w:eastAsia="ru-RU"/>
    </w:rPr>
  </w:style>
  <w:style w:type="paragraph" w:styleId="affff9">
    <w:name w:val="List Bullet"/>
    <w:basedOn w:val="a4"/>
    <w:link w:val="affffa"/>
    <w:unhideWhenUsed/>
    <w:rsid w:val="00133D77"/>
    <w:pPr>
      <w:ind w:left="1429" w:hanging="360"/>
      <w:contextualSpacing/>
    </w:pPr>
    <w:rPr>
      <w:lang w:eastAsia="ru-RU"/>
    </w:rPr>
  </w:style>
  <w:style w:type="paragraph" w:styleId="15">
    <w:name w:val="index 1"/>
    <w:basedOn w:val="a4"/>
    <w:autoRedefine/>
    <w:uiPriority w:val="99"/>
    <w:semiHidden/>
    <w:unhideWhenUsed/>
    <w:rsid w:val="00133D77"/>
    <w:pPr>
      <w:widowControl w:val="0"/>
      <w:adjustRightInd w:val="0"/>
      <w:spacing w:line="240" w:lineRule="auto"/>
      <w:ind w:firstLine="567"/>
      <w:jc w:val="both"/>
    </w:pPr>
    <w:rPr>
      <w:rFonts w:eastAsia="Microsoft YaHei"/>
      <w:lang w:eastAsia="ru-RU"/>
    </w:rPr>
  </w:style>
  <w:style w:type="paragraph" w:styleId="27">
    <w:name w:val="index 2"/>
    <w:basedOn w:val="a4"/>
    <w:autoRedefine/>
    <w:uiPriority w:val="99"/>
    <w:semiHidden/>
    <w:unhideWhenUsed/>
    <w:rsid w:val="00133D77"/>
    <w:pPr>
      <w:widowControl w:val="0"/>
      <w:adjustRightInd w:val="0"/>
      <w:spacing w:line="240" w:lineRule="auto"/>
      <w:ind w:left="720" w:firstLine="567"/>
      <w:jc w:val="both"/>
    </w:pPr>
    <w:rPr>
      <w:rFonts w:eastAsia="Microsoft YaHei"/>
      <w:lang w:eastAsia="ru-RU"/>
    </w:rPr>
  </w:style>
  <w:style w:type="paragraph" w:styleId="33">
    <w:name w:val="index 3"/>
    <w:basedOn w:val="a4"/>
    <w:autoRedefine/>
    <w:uiPriority w:val="99"/>
    <w:semiHidden/>
    <w:unhideWhenUsed/>
    <w:rsid w:val="00133D77"/>
    <w:pPr>
      <w:widowControl w:val="0"/>
      <w:adjustRightInd w:val="0"/>
      <w:spacing w:line="240" w:lineRule="auto"/>
      <w:ind w:firstLine="567"/>
      <w:jc w:val="both"/>
    </w:pPr>
    <w:rPr>
      <w:rFonts w:eastAsia="Microsoft YaHei"/>
      <w:lang w:eastAsia="ru-RU"/>
    </w:rPr>
  </w:style>
  <w:style w:type="paragraph" w:styleId="42">
    <w:name w:val="index 4"/>
    <w:basedOn w:val="a4"/>
    <w:autoRedefine/>
    <w:uiPriority w:val="99"/>
    <w:semiHidden/>
    <w:unhideWhenUsed/>
    <w:rsid w:val="00133D77"/>
    <w:pPr>
      <w:widowControl w:val="0"/>
      <w:adjustRightInd w:val="0"/>
      <w:spacing w:line="240" w:lineRule="auto"/>
      <w:ind w:left="1440" w:firstLine="567"/>
      <w:jc w:val="both"/>
    </w:pPr>
    <w:rPr>
      <w:rFonts w:eastAsia="Microsoft YaHei"/>
      <w:lang w:eastAsia="ru-RU"/>
    </w:rPr>
  </w:style>
  <w:style w:type="paragraph" w:styleId="52">
    <w:name w:val="index 5"/>
    <w:basedOn w:val="a4"/>
    <w:autoRedefine/>
    <w:uiPriority w:val="99"/>
    <w:semiHidden/>
    <w:unhideWhenUsed/>
    <w:rsid w:val="00133D77"/>
    <w:pPr>
      <w:widowControl w:val="0"/>
      <w:adjustRightInd w:val="0"/>
      <w:spacing w:line="240" w:lineRule="auto"/>
      <w:ind w:left="1800" w:firstLine="567"/>
      <w:jc w:val="both"/>
    </w:pPr>
    <w:rPr>
      <w:rFonts w:eastAsia="Microsoft YaHei"/>
      <w:lang w:eastAsia="ru-RU"/>
    </w:rPr>
  </w:style>
  <w:style w:type="character" w:customStyle="1" w:styleId="16">
    <w:name w:val="Нижний колонтитул Знак1"/>
    <w:aliases w:val="Знак1 Знак1"/>
    <w:rsid w:val="00133D77"/>
    <w:rPr>
      <w:rFonts w:eastAsia="Times New Roman" w:cs="Times New Roman"/>
      <w:szCs w:val="22"/>
    </w:rPr>
  </w:style>
  <w:style w:type="paragraph" w:styleId="affffb">
    <w:name w:val="index heading"/>
    <w:basedOn w:val="a4"/>
    <w:next w:val="15"/>
    <w:uiPriority w:val="99"/>
    <w:semiHidden/>
    <w:unhideWhenUsed/>
    <w:rsid w:val="00133D77"/>
    <w:pPr>
      <w:widowControl w:val="0"/>
      <w:adjustRightInd w:val="0"/>
      <w:spacing w:line="480" w:lineRule="atLeast"/>
      <w:ind w:firstLine="567"/>
      <w:jc w:val="both"/>
    </w:pPr>
    <w:rPr>
      <w:rFonts w:ascii="Arial Black" w:eastAsia="Microsoft YaHei" w:hAnsi="Arial Black"/>
      <w:lang w:eastAsia="ru-RU"/>
    </w:rPr>
  </w:style>
  <w:style w:type="paragraph" w:styleId="affffc">
    <w:name w:val="table of authorities"/>
    <w:basedOn w:val="a4"/>
    <w:uiPriority w:val="99"/>
    <w:semiHidden/>
    <w:unhideWhenUsed/>
    <w:rsid w:val="00133D77"/>
    <w:pPr>
      <w:widowControl w:val="0"/>
      <w:tabs>
        <w:tab w:val="right" w:leader="dot" w:pos="7560"/>
      </w:tabs>
      <w:adjustRightInd w:val="0"/>
      <w:spacing w:line="240" w:lineRule="auto"/>
      <w:ind w:left="1440" w:hanging="360"/>
      <w:jc w:val="both"/>
    </w:pPr>
    <w:rPr>
      <w:rFonts w:eastAsia="Microsoft YaHei"/>
      <w:lang w:eastAsia="ru-RU"/>
    </w:rPr>
  </w:style>
  <w:style w:type="paragraph" w:styleId="affffd">
    <w:name w:val="toa heading"/>
    <w:basedOn w:val="a4"/>
    <w:next w:val="affffc"/>
    <w:uiPriority w:val="99"/>
    <w:semiHidden/>
    <w:unhideWhenUsed/>
    <w:rsid w:val="00133D77"/>
    <w:pPr>
      <w:keepNext/>
      <w:widowControl w:val="0"/>
      <w:adjustRightInd w:val="0"/>
      <w:spacing w:line="480" w:lineRule="atLeast"/>
      <w:ind w:firstLine="567"/>
      <w:jc w:val="both"/>
    </w:pPr>
    <w:rPr>
      <w:rFonts w:ascii="Arial Black" w:eastAsia="Microsoft YaHei" w:hAnsi="Arial Black"/>
      <w:b/>
      <w:spacing w:val="-10"/>
      <w:kern w:val="28"/>
      <w:lang w:eastAsia="ru-RU"/>
    </w:rPr>
  </w:style>
  <w:style w:type="character" w:customStyle="1" w:styleId="affffe">
    <w:name w:val="Список Знак"/>
    <w:link w:val="afffff"/>
    <w:uiPriority w:val="99"/>
    <w:locked/>
    <w:rsid w:val="00133D77"/>
    <w:rPr>
      <w:rFonts w:ascii="Microsoft YaHei" w:eastAsia="Microsoft YaHei" w:hAnsi="Microsoft YaHei"/>
      <w:sz w:val="20"/>
      <w:szCs w:val="22"/>
    </w:rPr>
  </w:style>
  <w:style w:type="paragraph" w:styleId="afffff">
    <w:name w:val="List"/>
    <w:basedOn w:val="a4"/>
    <w:link w:val="affffe"/>
    <w:uiPriority w:val="99"/>
    <w:unhideWhenUsed/>
    <w:rsid w:val="00133D77"/>
    <w:pPr>
      <w:widowControl w:val="0"/>
      <w:adjustRightInd w:val="0"/>
      <w:spacing w:line="240" w:lineRule="auto"/>
      <w:jc w:val="both"/>
    </w:pPr>
    <w:rPr>
      <w:rFonts w:ascii="Microsoft YaHei" w:eastAsia="Microsoft YaHei" w:hAnsi="Microsoft YaHei" w:cs="Times New Roman"/>
      <w:sz w:val="20"/>
    </w:rPr>
  </w:style>
  <w:style w:type="character" w:customStyle="1" w:styleId="affffa">
    <w:name w:val="Маркированный список Знак"/>
    <w:link w:val="affff9"/>
    <w:locked/>
    <w:rsid w:val="00133D77"/>
    <w:rPr>
      <w:rFonts w:eastAsiaTheme="minorEastAsia" w:cstheme="minorBidi"/>
      <w:szCs w:val="22"/>
      <w:lang w:eastAsia="ru-RU"/>
    </w:rPr>
  </w:style>
  <w:style w:type="paragraph" w:styleId="a">
    <w:name w:val="List Number"/>
    <w:basedOn w:val="a4"/>
    <w:uiPriority w:val="99"/>
    <w:unhideWhenUsed/>
    <w:rsid w:val="00133D77"/>
    <w:pPr>
      <w:widowControl w:val="0"/>
      <w:numPr>
        <w:numId w:val="2"/>
      </w:numPr>
      <w:adjustRightInd w:val="0"/>
      <w:spacing w:line="240" w:lineRule="auto"/>
      <w:contextualSpacing/>
      <w:jc w:val="both"/>
    </w:pPr>
    <w:rPr>
      <w:rFonts w:eastAsia="Microsoft YaHei"/>
      <w:lang w:eastAsia="ru-RU"/>
    </w:rPr>
  </w:style>
  <w:style w:type="character" w:customStyle="1" w:styleId="28">
    <w:name w:val="Список 2 Знак"/>
    <w:link w:val="29"/>
    <w:locked/>
    <w:rsid w:val="00133D77"/>
    <w:rPr>
      <w:rFonts w:ascii="Microsoft YaHei" w:eastAsia="Microsoft YaHei" w:hAnsi="Microsoft YaHei"/>
      <w:spacing w:val="-5"/>
      <w:sz w:val="20"/>
      <w:szCs w:val="22"/>
    </w:rPr>
  </w:style>
  <w:style w:type="paragraph" w:styleId="29">
    <w:name w:val="List 2"/>
    <w:basedOn w:val="a4"/>
    <w:link w:val="28"/>
    <w:unhideWhenUsed/>
    <w:rsid w:val="00133D77"/>
    <w:pPr>
      <w:widowControl w:val="0"/>
      <w:adjustRightInd w:val="0"/>
      <w:spacing w:line="240" w:lineRule="auto"/>
      <w:ind w:left="566" w:hanging="283"/>
      <w:contextualSpacing/>
      <w:jc w:val="both"/>
    </w:pPr>
    <w:rPr>
      <w:rFonts w:ascii="Microsoft YaHei" w:eastAsia="Microsoft YaHei" w:hAnsi="Microsoft YaHei" w:cs="Times New Roman"/>
      <w:spacing w:val="-5"/>
      <w:sz w:val="20"/>
    </w:rPr>
  </w:style>
  <w:style w:type="paragraph" w:styleId="34">
    <w:name w:val="List 3"/>
    <w:basedOn w:val="afffff"/>
    <w:uiPriority w:val="99"/>
    <w:unhideWhenUsed/>
    <w:rsid w:val="00133D77"/>
    <w:pPr>
      <w:ind w:left="2160"/>
    </w:pPr>
  </w:style>
  <w:style w:type="paragraph" w:styleId="43">
    <w:name w:val="List 4"/>
    <w:basedOn w:val="afffff"/>
    <w:uiPriority w:val="99"/>
    <w:unhideWhenUsed/>
    <w:rsid w:val="00133D77"/>
    <w:pPr>
      <w:ind w:left="2520"/>
    </w:pPr>
  </w:style>
  <w:style w:type="paragraph" w:styleId="53">
    <w:name w:val="List 5"/>
    <w:basedOn w:val="afffff"/>
    <w:uiPriority w:val="99"/>
    <w:unhideWhenUsed/>
    <w:rsid w:val="00133D77"/>
    <w:pPr>
      <w:ind w:left="2880"/>
    </w:pPr>
  </w:style>
  <w:style w:type="paragraph" w:styleId="2">
    <w:name w:val="List Bullet 2"/>
    <w:basedOn w:val="affff9"/>
    <w:autoRedefine/>
    <w:uiPriority w:val="99"/>
    <w:unhideWhenUsed/>
    <w:rsid w:val="00133D77"/>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4"/>
    <w:autoRedefine/>
    <w:uiPriority w:val="99"/>
    <w:unhideWhenUsed/>
    <w:rsid w:val="00133D77"/>
    <w:pPr>
      <w:widowControl w:val="0"/>
      <w:adjustRightInd w:val="0"/>
      <w:spacing w:line="240" w:lineRule="auto"/>
      <w:jc w:val="both"/>
    </w:pPr>
    <w:rPr>
      <w:rFonts w:eastAsia="Microsoft YaHei"/>
      <w:lang w:eastAsia="ru-RU"/>
    </w:rPr>
  </w:style>
  <w:style w:type="paragraph" w:styleId="54">
    <w:name w:val="List Bullet 5"/>
    <w:basedOn w:val="a4"/>
    <w:autoRedefine/>
    <w:uiPriority w:val="99"/>
    <w:unhideWhenUsed/>
    <w:rsid w:val="00133D77"/>
    <w:pPr>
      <w:widowControl w:val="0"/>
      <w:adjustRightInd w:val="0"/>
      <w:spacing w:line="240" w:lineRule="auto"/>
      <w:jc w:val="both"/>
    </w:pPr>
    <w:rPr>
      <w:rFonts w:eastAsia="Microsoft YaHei"/>
      <w:lang w:eastAsia="ru-RU"/>
    </w:rPr>
  </w:style>
  <w:style w:type="paragraph" w:styleId="2a">
    <w:name w:val="List Number 2"/>
    <w:basedOn w:val="a"/>
    <w:uiPriority w:val="99"/>
    <w:unhideWhenUsed/>
    <w:rsid w:val="00133D77"/>
    <w:pPr>
      <w:numPr>
        <w:numId w:val="0"/>
      </w:numPr>
      <w:contextualSpacing w:val="0"/>
    </w:pPr>
  </w:style>
  <w:style w:type="paragraph" w:styleId="35">
    <w:name w:val="List Number 3"/>
    <w:basedOn w:val="a"/>
    <w:uiPriority w:val="99"/>
    <w:unhideWhenUsed/>
    <w:rsid w:val="00133D77"/>
    <w:pPr>
      <w:numPr>
        <w:numId w:val="0"/>
      </w:numPr>
      <w:contextualSpacing w:val="0"/>
    </w:pPr>
  </w:style>
  <w:style w:type="paragraph" w:styleId="46">
    <w:name w:val="List Number 4"/>
    <w:basedOn w:val="a"/>
    <w:uiPriority w:val="99"/>
    <w:unhideWhenUsed/>
    <w:rsid w:val="00133D77"/>
    <w:pPr>
      <w:numPr>
        <w:numId w:val="0"/>
      </w:numPr>
      <w:contextualSpacing w:val="0"/>
    </w:pPr>
  </w:style>
  <w:style w:type="paragraph" w:styleId="55">
    <w:name w:val="List Number 5"/>
    <w:basedOn w:val="a"/>
    <w:uiPriority w:val="99"/>
    <w:unhideWhenUsed/>
    <w:rsid w:val="00133D77"/>
    <w:pPr>
      <w:numPr>
        <w:numId w:val="0"/>
      </w:numPr>
      <w:contextualSpacing w:val="0"/>
    </w:pPr>
  </w:style>
  <w:style w:type="character" w:customStyle="1" w:styleId="17">
    <w:name w:val="Основной текст Знак1"/>
    <w:aliases w:val="???????? ????? ?????????? Знак1,Îñíîâíîé òåêñò ëèòåðàòóðà Знак1,Основной текст литература Знак1"/>
    <w:uiPriority w:val="99"/>
    <w:rsid w:val="00133D77"/>
    <w:rPr>
      <w:rFonts w:eastAsia="Times New Roman" w:cs="Times New Roman"/>
      <w:szCs w:val="22"/>
    </w:rPr>
  </w:style>
  <w:style w:type="paragraph" w:styleId="afffff0">
    <w:name w:val="List Continue"/>
    <w:basedOn w:val="afffff"/>
    <w:uiPriority w:val="99"/>
    <w:unhideWhenUsed/>
    <w:rsid w:val="00133D77"/>
  </w:style>
  <w:style w:type="paragraph" w:styleId="2b">
    <w:name w:val="List Continue 2"/>
    <w:basedOn w:val="afffff0"/>
    <w:uiPriority w:val="99"/>
    <w:unhideWhenUsed/>
    <w:rsid w:val="00133D77"/>
    <w:pPr>
      <w:ind w:left="2160"/>
    </w:pPr>
  </w:style>
  <w:style w:type="paragraph" w:styleId="36">
    <w:name w:val="List Continue 3"/>
    <w:basedOn w:val="afffff0"/>
    <w:uiPriority w:val="99"/>
    <w:unhideWhenUsed/>
    <w:rsid w:val="00133D77"/>
    <w:pPr>
      <w:ind w:left="2520"/>
    </w:pPr>
  </w:style>
  <w:style w:type="paragraph" w:styleId="47">
    <w:name w:val="List Continue 4"/>
    <w:basedOn w:val="afffff0"/>
    <w:uiPriority w:val="99"/>
    <w:unhideWhenUsed/>
    <w:rsid w:val="00133D77"/>
    <w:pPr>
      <w:ind w:left="2880"/>
    </w:pPr>
  </w:style>
  <w:style w:type="paragraph" w:styleId="56">
    <w:name w:val="List Continue 5"/>
    <w:basedOn w:val="afffff0"/>
    <w:uiPriority w:val="99"/>
    <w:unhideWhenUsed/>
    <w:rsid w:val="00133D77"/>
    <w:pPr>
      <w:ind w:left="3240"/>
    </w:pPr>
  </w:style>
  <w:style w:type="paragraph" w:styleId="2c">
    <w:name w:val="Body Text 2"/>
    <w:basedOn w:val="a4"/>
    <w:link w:val="2d"/>
    <w:uiPriority w:val="99"/>
    <w:unhideWhenUsed/>
    <w:rsid w:val="00133D77"/>
    <w:pPr>
      <w:widowControl w:val="0"/>
      <w:adjustRightInd w:val="0"/>
      <w:spacing w:before="240" w:line="480" w:lineRule="auto"/>
      <w:ind w:firstLine="567"/>
      <w:jc w:val="both"/>
    </w:pPr>
    <w:rPr>
      <w:rFonts w:eastAsia="Microsoft YaHei"/>
      <w:lang w:eastAsia="ru-RU"/>
    </w:rPr>
  </w:style>
  <w:style w:type="character" w:customStyle="1" w:styleId="2d">
    <w:name w:val="Основной текст 2 Знак"/>
    <w:basedOn w:val="a8"/>
    <w:link w:val="2c"/>
    <w:uiPriority w:val="99"/>
    <w:rsid w:val="00133D77"/>
    <w:rPr>
      <w:rFonts w:eastAsia="Microsoft YaHei" w:cstheme="minorBidi"/>
      <w:szCs w:val="22"/>
      <w:lang w:eastAsia="ru-RU"/>
    </w:rPr>
  </w:style>
  <w:style w:type="paragraph" w:styleId="37">
    <w:name w:val="Body Text 3"/>
    <w:basedOn w:val="a4"/>
    <w:link w:val="38"/>
    <w:uiPriority w:val="99"/>
    <w:unhideWhenUsed/>
    <w:rsid w:val="00133D77"/>
    <w:pPr>
      <w:widowControl w:val="0"/>
      <w:suppressAutoHyphens/>
      <w:spacing w:after="120" w:line="240" w:lineRule="auto"/>
    </w:pPr>
    <w:rPr>
      <w:rFonts w:eastAsia="Lucida Sans Unicode"/>
      <w:kern w:val="2"/>
      <w:sz w:val="16"/>
      <w:szCs w:val="16"/>
      <w:lang w:eastAsia="ar-SA"/>
    </w:rPr>
  </w:style>
  <w:style w:type="character" w:customStyle="1" w:styleId="38">
    <w:name w:val="Основной текст 3 Знак"/>
    <w:basedOn w:val="a8"/>
    <w:link w:val="37"/>
    <w:uiPriority w:val="99"/>
    <w:rsid w:val="00133D77"/>
    <w:rPr>
      <w:rFonts w:eastAsia="Lucida Sans Unicode" w:cstheme="minorBidi"/>
      <w:kern w:val="2"/>
      <w:sz w:val="16"/>
      <w:szCs w:val="16"/>
      <w:lang w:eastAsia="ar-SA"/>
    </w:rPr>
  </w:style>
  <w:style w:type="paragraph" w:styleId="39">
    <w:name w:val="Body Text Indent 3"/>
    <w:basedOn w:val="a4"/>
    <w:link w:val="3a"/>
    <w:uiPriority w:val="99"/>
    <w:unhideWhenUsed/>
    <w:rsid w:val="00133D77"/>
    <w:pPr>
      <w:widowControl w:val="0"/>
      <w:adjustRightInd w:val="0"/>
      <w:spacing w:line="360" w:lineRule="auto"/>
      <w:ind w:firstLine="709"/>
      <w:jc w:val="both"/>
    </w:pPr>
    <w:rPr>
      <w:color w:val="444444"/>
      <w:szCs w:val="20"/>
      <w:lang w:eastAsia="ru-RU"/>
    </w:rPr>
  </w:style>
  <w:style w:type="character" w:customStyle="1" w:styleId="3a">
    <w:name w:val="Основной текст с отступом 3 Знак"/>
    <w:basedOn w:val="a8"/>
    <w:link w:val="39"/>
    <w:uiPriority w:val="99"/>
    <w:rsid w:val="00133D77"/>
    <w:rPr>
      <w:rFonts w:eastAsiaTheme="minorEastAsia" w:cstheme="minorBidi"/>
      <w:color w:val="444444"/>
      <w:szCs w:val="20"/>
      <w:lang w:eastAsia="ru-RU"/>
    </w:rPr>
  </w:style>
  <w:style w:type="paragraph" w:styleId="afffff1">
    <w:name w:val="Document Map"/>
    <w:basedOn w:val="a4"/>
    <w:link w:val="afffff2"/>
    <w:uiPriority w:val="99"/>
    <w:unhideWhenUsed/>
    <w:rsid w:val="00133D77"/>
    <w:pPr>
      <w:widowControl w:val="0"/>
      <w:shd w:val="clear" w:color="auto" w:fill="000080"/>
      <w:adjustRightInd w:val="0"/>
      <w:spacing w:line="240" w:lineRule="auto"/>
      <w:ind w:firstLine="567"/>
      <w:jc w:val="both"/>
    </w:pPr>
    <w:rPr>
      <w:rFonts w:ascii="Tahoma" w:eastAsia="Microsoft YaHei" w:hAnsi="Tahoma" w:cs="Tahoma"/>
      <w:lang w:eastAsia="ru-RU"/>
    </w:rPr>
  </w:style>
  <w:style w:type="character" w:customStyle="1" w:styleId="afffff2">
    <w:name w:val="Схема документа Знак"/>
    <w:basedOn w:val="a8"/>
    <w:link w:val="afffff1"/>
    <w:uiPriority w:val="99"/>
    <w:rsid w:val="00133D77"/>
    <w:rPr>
      <w:rFonts w:ascii="Tahoma" w:eastAsia="Microsoft YaHei" w:hAnsi="Tahoma" w:cs="Tahoma"/>
      <w:szCs w:val="22"/>
      <w:shd w:val="clear" w:color="auto" w:fill="000080"/>
      <w:lang w:eastAsia="ru-RU"/>
    </w:rPr>
  </w:style>
  <w:style w:type="paragraph" w:styleId="a7">
    <w:name w:val="Plain Text"/>
    <w:basedOn w:val="a4"/>
    <w:link w:val="afffff3"/>
    <w:uiPriority w:val="99"/>
    <w:unhideWhenUsed/>
    <w:rsid w:val="00133D77"/>
    <w:pPr>
      <w:spacing w:line="240" w:lineRule="auto"/>
    </w:pPr>
    <w:rPr>
      <w:rFonts w:ascii="Consolas" w:hAnsi="Consolas"/>
      <w:sz w:val="21"/>
      <w:szCs w:val="21"/>
      <w:lang w:eastAsia="ru-RU"/>
    </w:rPr>
  </w:style>
  <w:style w:type="character" w:customStyle="1" w:styleId="afffff3">
    <w:name w:val="Текст Знак"/>
    <w:basedOn w:val="a8"/>
    <w:link w:val="a7"/>
    <w:uiPriority w:val="99"/>
    <w:rsid w:val="00133D77"/>
    <w:rPr>
      <w:rFonts w:ascii="Consolas" w:eastAsiaTheme="minorEastAsia" w:hAnsi="Consolas" w:cstheme="minorBidi"/>
      <w:sz w:val="21"/>
      <w:szCs w:val="21"/>
      <w:lang w:eastAsia="ru-RU"/>
    </w:rPr>
  </w:style>
  <w:style w:type="paragraph" w:customStyle="1" w:styleId="18">
    <w:name w:val="Для таблицы (приложения 1)"/>
    <w:basedOn w:val="a4"/>
    <w:uiPriority w:val="99"/>
    <w:rsid w:val="00133D77"/>
    <w:pPr>
      <w:widowControl w:val="0"/>
      <w:adjustRightInd w:val="0"/>
      <w:spacing w:line="240" w:lineRule="auto"/>
    </w:pPr>
    <w:rPr>
      <w:bCs/>
      <w:color w:val="000000"/>
      <w:sz w:val="20"/>
      <w:lang w:eastAsia="ru-RU"/>
    </w:rPr>
  </w:style>
  <w:style w:type="character" w:customStyle="1" w:styleId="afffff4">
    <w:name w:val="рисунок Знак"/>
    <w:link w:val="afffff5"/>
    <w:semiHidden/>
    <w:locked/>
    <w:rsid w:val="00133D77"/>
    <w:rPr>
      <w:lang w:eastAsia="ru-RU"/>
    </w:rPr>
  </w:style>
  <w:style w:type="paragraph" w:customStyle="1" w:styleId="afffff5">
    <w:name w:val="рисунок"/>
    <w:basedOn w:val="a4"/>
    <w:next w:val="a4"/>
    <w:link w:val="afffff4"/>
    <w:semiHidden/>
    <w:rsid w:val="00133D77"/>
    <w:pPr>
      <w:keepNext/>
      <w:spacing w:line="360" w:lineRule="auto"/>
      <w:ind w:firstLine="567"/>
      <w:jc w:val="center"/>
    </w:pPr>
    <w:rPr>
      <w:rFonts w:eastAsiaTheme="minorHAnsi" w:cs="Times New Roman"/>
      <w:szCs w:val="24"/>
      <w:lang w:eastAsia="ru-RU"/>
    </w:rPr>
  </w:style>
  <w:style w:type="paragraph" w:customStyle="1" w:styleId="0">
    <w:name w:val="Заголовок 0"/>
    <w:basedOn w:val="10"/>
    <w:uiPriority w:val="99"/>
    <w:rsid w:val="00133D77"/>
    <w:pPr>
      <w:numPr>
        <w:numId w:val="0"/>
      </w:numPr>
    </w:pPr>
    <w:rPr>
      <w:rFonts w:eastAsia="Microsoft YaHei"/>
      <w:lang w:eastAsia="ru-RU"/>
    </w:rPr>
  </w:style>
  <w:style w:type="character" w:customStyle="1" w:styleId="afffff6">
    <w:name w:val="Заголовок таблицы Знак"/>
    <w:link w:val="afffff7"/>
    <w:locked/>
    <w:rsid w:val="00133D77"/>
    <w:rPr>
      <w:rFonts w:ascii="Microsoft YaHei" w:eastAsia="Microsoft YaHei" w:hAnsi="Microsoft YaHei"/>
      <w:szCs w:val="22"/>
      <w:lang w:eastAsia="ru-RU"/>
    </w:rPr>
  </w:style>
  <w:style w:type="paragraph" w:customStyle="1" w:styleId="afffff7">
    <w:name w:val="Заголовок таблицы"/>
    <w:basedOn w:val="a4"/>
    <w:next w:val="a4"/>
    <w:link w:val="afffff6"/>
    <w:rsid w:val="00133D77"/>
    <w:pPr>
      <w:keepNext/>
      <w:keepLines/>
      <w:spacing w:before="80" w:after="80" w:line="360" w:lineRule="auto"/>
      <w:ind w:firstLine="567"/>
    </w:pPr>
    <w:rPr>
      <w:rFonts w:ascii="Microsoft YaHei" w:eastAsia="Microsoft YaHei" w:hAnsi="Microsoft YaHei" w:cs="Times New Roman"/>
      <w:lang w:eastAsia="ru-RU"/>
    </w:rPr>
  </w:style>
  <w:style w:type="paragraph" w:customStyle="1" w:styleId="110956">
    <w:name w:val="Стиль Основной текст + 11 пт Первая строка:  095 см Перед:  6 пт"/>
    <w:basedOn w:val="a4"/>
    <w:uiPriority w:val="99"/>
    <w:semiHidden/>
    <w:rsid w:val="00133D77"/>
    <w:pPr>
      <w:spacing w:line="360" w:lineRule="auto"/>
      <w:ind w:firstLine="709"/>
      <w:jc w:val="both"/>
    </w:pPr>
    <w:rPr>
      <w:szCs w:val="20"/>
      <w:lang w:eastAsia="ru-RU"/>
    </w:rPr>
  </w:style>
  <w:style w:type="character" w:customStyle="1" w:styleId="afffff8">
    <w:name w:val="Подрисуночный текст Знак"/>
    <w:link w:val="afffff9"/>
    <w:locked/>
    <w:rsid w:val="00133D77"/>
    <w:rPr>
      <w:rFonts w:ascii="Microsoft YaHei" w:eastAsia="Microsoft YaHei" w:hAnsi="Microsoft YaHei"/>
      <w:szCs w:val="22"/>
      <w:lang w:eastAsia="ru-RU"/>
    </w:rPr>
  </w:style>
  <w:style w:type="paragraph" w:customStyle="1" w:styleId="afffff9">
    <w:name w:val="Подрисуночный текст"/>
    <w:basedOn w:val="a4"/>
    <w:next w:val="a4"/>
    <w:link w:val="afffff8"/>
    <w:rsid w:val="00133D77"/>
    <w:pPr>
      <w:keepNext/>
      <w:spacing w:line="360" w:lineRule="auto"/>
      <w:ind w:firstLine="567"/>
      <w:jc w:val="center"/>
    </w:pPr>
    <w:rPr>
      <w:rFonts w:ascii="Microsoft YaHei" w:eastAsia="Microsoft YaHei" w:hAnsi="Microsoft YaHei" w:cs="Times New Roman"/>
      <w:lang w:eastAsia="ru-RU"/>
    </w:rPr>
  </w:style>
  <w:style w:type="paragraph" w:customStyle="1" w:styleId="afffffa">
    <w:name w:val="Подпись рисунков/таблиц"/>
    <w:basedOn w:val="a4"/>
    <w:uiPriority w:val="99"/>
    <w:rsid w:val="00133D77"/>
    <w:pPr>
      <w:keepNext/>
      <w:spacing w:line="360" w:lineRule="auto"/>
      <w:ind w:firstLine="426"/>
      <w:jc w:val="center"/>
    </w:pPr>
    <w:rPr>
      <w:bCs/>
      <w:sz w:val="20"/>
      <w:szCs w:val="18"/>
      <w:lang w:eastAsia="ru-RU"/>
    </w:rPr>
  </w:style>
  <w:style w:type="paragraph" w:customStyle="1" w:styleId="afffffb">
    <w:name w:val="Нормальный"/>
    <w:uiPriority w:val="99"/>
    <w:rsid w:val="00133D77"/>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lang w:eastAsia="ru-RU"/>
    </w:rPr>
  </w:style>
  <w:style w:type="character" w:customStyle="1" w:styleId="19">
    <w:name w:val="Маркированный_1 Знак"/>
    <w:link w:val="1a"/>
    <w:locked/>
    <w:rsid w:val="00133D77"/>
    <w:rPr>
      <w:rFonts w:eastAsia="Times New Roman"/>
      <w:lang w:eastAsia="ru-RU"/>
    </w:rPr>
  </w:style>
  <w:style w:type="paragraph" w:customStyle="1" w:styleId="1a">
    <w:name w:val="Маркированный_1"/>
    <w:basedOn w:val="a4"/>
    <w:link w:val="19"/>
    <w:rsid w:val="00133D77"/>
    <w:pPr>
      <w:tabs>
        <w:tab w:val="left" w:pos="900"/>
      </w:tabs>
      <w:spacing w:line="360" w:lineRule="auto"/>
      <w:ind w:firstLine="720"/>
      <w:jc w:val="both"/>
    </w:pPr>
    <w:rPr>
      <w:rFonts w:eastAsia="Times New Roman" w:cs="Times New Roman"/>
      <w:szCs w:val="24"/>
      <w:lang w:eastAsia="ru-RU"/>
    </w:rPr>
  </w:style>
  <w:style w:type="paragraph" w:customStyle="1" w:styleId="afffffc">
    <w:name w:val="Содержимое таблицы"/>
    <w:basedOn w:val="a4"/>
    <w:uiPriority w:val="99"/>
    <w:rsid w:val="00133D77"/>
    <w:pPr>
      <w:widowControl w:val="0"/>
      <w:suppressLineNumbers/>
      <w:suppressAutoHyphens/>
      <w:spacing w:line="240" w:lineRule="auto"/>
    </w:pPr>
    <w:rPr>
      <w:rFonts w:eastAsia="Lucida Sans Unicode"/>
      <w:kern w:val="2"/>
      <w:szCs w:val="24"/>
      <w:lang w:eastAsia="ru-RU"/>
    </w:rPr>
  </w:style>
  <w:style w:type="paragraph" w:customStyle="1" w:styleId="ConsPlusTitle">
    <w:name w:val="ConsPlusTitle"/>
    <w:uiPriority w:val="99"/>
    <w:rsid w:val="00133D77"/>
    <w:pPr>
      <w:widowControl w:val="0"/>
      <w:autoSpaceDE w:val="0"/>
      <w:autoSpaceDN w:val="0"/>
      <w:adjustRightInd w:val="0"/>
    </w:pPr>
    <w:rPr>
      <w:rFonts w:ascii="Arial" w:eastAsia="Times New Roman" w:hAnsi="Arial" w:cs="Arial"/>
      <w:b/>
      <w:bCs/>
      <w:sz w:val="16"/>
      <w:szCs w:val="16"/>
      <w:lang w:eastAsia="ru-RU"/>
    </w:rPr>
  </w:style>
  <w:style w:type="paragraph" w:customStyle="1" w:styleId="1b">
    <w:name w:val="Обычный1"/>
    <w:uiPriority w:val="99"/>
    <w:rsid w:val="00133D77"/>
    <w:rPr>
      <w:rFonts w:eastAsia="Times New Roman"/>
      <w:lang w:eastAsia="ru-RU"/>
    </w:rPr>
  </w:style>
  <w:style w:type="paragraph" w:customStyle="1" w:styleId="310">
    <w:name w:val="Основной текст 31"/>
    <w:basedOn w:val="1b"/>
    <w:uiPriority w:val="99"/>
    <w:rsid w:val="00133D77"/>
    <w:rPr>
      <w:sz w:val="28"/>
    </w:rPr>
  </w:style>
  <w:style w:type="paragraph" w:customStyle="1" w:styleId="ConsNormal">
    <w:name w:val="ConsNormal"/>
    <w:uiPriority w:val="99"/>
    <w:rsid w:val="00133D77"/>
    <w:pPr>
      <w:widowControl w:val="0"/>
      <w:snapToGrid w:val="0"/>
      <w:ind w:firstLine="720"/>
    </w:pPr>
    <w:rPr>
      <w:rFonts w:ascii="Arial" w:eastAsia="Times New Roman" w:hAnsi="Arial"/>
      <w:lang w:eastAsia="ru-RU"/>
    </w:rPr>
  </w:style>
  <w:style w:type="paragraph" w:customStyle="1" w:styleId="ConsCell">
    <w:name w:val="ConsCell"/>
    <w:uiPriority w:val="99"/>
    <w:rsid w:val="00133D77"/>
    <w:pPr>
      <w:widowControl w:val="0"/>
      <w:snapToGrid w:val="0"/>
    </w:pPr>
    <w:rPr>
      <w:rFonts w:ascii="Arial" w:eastAsia="Times New Roman" w:hAnsi="Arial"/>
      <w:lang w:eastAsia="ru-RU"/>
    </w:rPr>
  </w:style>
  <w:style w:type="paragraph" w:customStyle="1" w:styleId="T">
    <w:name w:val="T"/>
    <w:basedOn w:val="a4"/>
    <w:uiPriority w:val="99"/>
    <w:rsid w:val="00133D77"/>
    <w:pPr>
      <w:widowControl w:val="0"/>
      <w:spacing w:line="240" w:lineRule="auto"/>
      <w:jc w:val="center"/>
    </w:pPr>
    <w:rPr>
      <w:kern w:val="2"/>
      <w:szCs w:val="20"/>
      <w:lang w:eastAsia="ar-SA"/>
    </w:rPr>
  </w:style>
  <w:style w:type="paragraph" w:customStyle="1" w:styleId="1c">
    <w:name w:val="Без интервала1"/>
    <w:rsid w:val="00133D77"/>
    <w:rPr>
      <w:lang w:val="uk-UA" w:eastAsia="ru-RU"/>
    </w:rPr>
  </w:style>
  <w:style w:type="paragraph" w:customStyle="1" w:styleId="Style3">
    <w:name w:val="Style3"/>
    <w:basedOn w:val="a4"/>
    <w:uiPriority w:val="99"/>
    <w:rsid w:val="00133D77"/>
    <w:pPr>
      <w:widowControl w:val="0"/>
      <w:autoSpaceDE w:val="0"/>
      <w:autoSpaceDN w:val="0"/>
      <w:adjustRightInd w:val="0"/>
      <w:spacing w:line="240" w:lineRule="auto"/>
    </w:pPr>
    <w:rPr>
      <w:rFonts w:ascii="Arial Narrow" w:hAnsi="Arial Narrow"/>
      <w:szCs w:val="24"/>
      <w:lang w:eastAsia="ru-RU"/>
    </w:rPr>
  </w:style>
  <w:style w:type="paragraph" w:customStyle="1" w:styleId="Style6">
    <w:name w:val="Style6"/>
    <w:basedOn w:val="a4"/>
    <w:uiPriority w:val="99"/>
    <w:rsid w:val="00133D77"/>
    <w:pPr>
      <w:widowControl w:val="0"/>
      <w:autoSpaceDE w:val="0"/>
      <w:autoSpaceDN w:val="0"/>
      <w:adjustRightInd w:val="0"/>
      <w:spacing w:line="240" w:lineRule="auto"/>
    </w:pPr>
    <w:rPr>
      <w:rFonts w:ascii="Arial Narrow" w:hAnsi="Arial Narrow"/>
      <w:szCs w:val="24"/>
      <w:lang w:eastAsia="ru-RU"/>
    </w:rPr>
  </w:style>
  <w:style w:type="paragraph" w:customStyle="1" w:styleId="Style15">
    <w:name w:val="Style15"/>
    <w:basedOn w:val="a4"/>
    <w:uiPriority w:val="99"/>
    <w:rsid w:val="00133D77"/>
    <w:pPr>
      <w:widowControl w:val="0"/>
      <w:autoSpaceDE w:val="0"/>
      <w:autoSpaceDN w:val="0"/>
      <w:adjustRightInd w:val="0"/>
      <w:spacing w:line="240" w:lineRule="auto"/>
    </w:pPr>
    <w:rPr>
      <w:rFonts w:ascii="Arial Narrow" w:hAnsi="Arial Narrow"/>
      <w:szCs w:val="24"/>
      <w:lang w:eastAsia="ru-RU"/>
    </w:rPr>
  </w:style>
  <w:style w:type="paragraph" w:customStyle="1" w:styleId="Style18">
    <w:name w:val="Style18"/>
    <w:basedOn w:val="a4"/>
    <w:uiPriority w:val="99"/>
    <w:rsid w:val="00133D77"/>
    <w:pPr>
      <w:widowControl w:val="0"/>
      <w:autoSpaceDE w:val="0"/>
      <w:autoSpaceDN w:val="0"/>
      <w:adjustRightInd w:val="0"/>
      <w:spacing w:line="240" w:lineRule="auto"/>
    </w:pPr>
    <w:rPr>
      <w:rFonts w:ascii="Arial Narrow" w:hAnsi="Arial Narrow"/>
      <w:szCs w:val="24"/>
      <w:lang w:eastAsia="ru-RU"/>
    </w:rPr>
  </w:style>
  <w:style w:type="paragraph" w:customStyle="1" w:styleId="Style19">
    <w:name w:val="Style19"/>
    <w:basedOn w:val="a4"/>
    <w:uiPriority w:val="99"/>
    <w:rsid w:val="00133D77"/>
    <w:pPr>
      <w:widowControl w:val="0"/>
      <w:autoSpaceDE w:val="0"/>
      <w:autoSpaceDN w:val="0"/>
      <w:adjustRightInd w:val="0"/>
      <w:spacing w:line="240" w:lineRule="auto"/>
    </w:pPr>
    <w:rPr>
      <w:rFonts w:ascii="Arial Narrow" w:hAnsi="Arial Narrow"/>
      <w:szCs w:val="24"/>
      <w:lang w:eastAsia="ru-RU"/>
    </w:rPr>
  </w:style>
  <w:style w:type="paragraph" w:customStyle="1" w:styleId="110">
    <w:name w:val="Заголовок 11"/>
    <w:basedOn w:val="a4"/>
    <w:next w:val="a4"/>
    <w:uiPriority w:val="9"/>
    <w:rsid w:val="00133D77"/>
    <w:pPr>
      <w:keepNext/>
      <w:keepLines/>
      <w:spacing w:before="480"/>
      <w:outlineLvl w:val="0"/>
    </w:pPr>
    <w:rPr>
      <w:b/>
      <w:bCs/>
      <w:i/>
      <w:color w:val="000000"/>
      <w:szCs w:val="28"/>
      <w:lang w:eastAsia="ru-RU"/>
    </w:rPr>
  </w:style>
  <w:style w:type="paragraph" w:customStyle="1" w:styleId="211">
    <w:name w:val="Заголовок 21"/>
    <w:basedOn w:val="a4"/>
    <w:next w:val="a4"/>
    <w:uiPriority w:val="9"/>
    <w:rsid w:val="00133D77"/>
    <w:pPr>
      <w:keepNext/>
      <w:keepLines/>
      <w:spacing w:before="200"/>
      <w:outlineLvl w:val="1"/>
    </w:pPr>
    <w:rPr>
      <w:bCs/>
      <w:color w:val="000000"/>
      <w:szCs w:val="26"/>
      <w:lang w:eastAsia="ru-RU"/>
    </w:rPr>
  </w:style>
  <w:style w:type="paragraph" w:customStyle="1" w:styleId="311">
    <w:name w:val="Заголовок 31"/>
    <w:basedOn w:val="a4"/>
    <w:next w:val="a4"/>
    <w:uiPriority w:val="9"/>
    <w:rsid w:val="00133D77"/>
    <w:pPr>
      <w:keepNext/>
      <w:keepLines/>
      <w:spacing w:before="200"/>
      <w:outlineLvl w:val="2"/>
    </w:pPr>
    <w:rPr>
      <w:b/>
      <w:bCs/>
      <w:i/>
      <w:color w:val="000000"/>
      <w:lang w:eastAsia="ru-RU"/>
    </w:rPr>
  </w:style>
  <w:style w:type="paragraph" w:customStyle="1" w:styleId="afffffd">
    <w:name w:val="Знак Знак Знак Знак"/>
    <w:basedOn w:val="a4"/>
    <w:uiPriority w:val="99"/>
    <w:rsid w:val="00133D77"/>
    <w:pPr>
      <w:spacing w:before="100" w:beforeAutospacing="1" w:after="100" w:afterAutospacing="1" w:line="240" w:lineRule="auto"/>
    </w:pPr>
    <w:rPr>
      <w:rFonts w:ascii="Tahoma" w:hAnsi="Tahoma" w:cs="Tahoma"/>
      <w:sz w:val="20"/>
      <w:szCs w:val="20"/>
      <w:lang w:val="en-US" w:eastAsia="ru-RU"/>
    </w:rPr>
  </w:style>
  <w:style w:type="paragraph" w:customStyle="1" w:styleId="font7">
    <w:name w:val="font7"/>
    <w:basedOn w:val="a4"/>
    <w:rsid w:val="00133D77"/>
    <w:pPr>
      <w:spacing w:before="100" w:beforeAutospacing="1" w:after="100" w:afterAutospacing="1" w:line="240" w:lineRule="auto"/>
    </w:pPr>
    <w:rPr>
      <w:b/>
      <w:bCs/>
      <w:color w:val="000000"/>
      <w:sz w:val="20"/>
      <w:szCs w:val="20"/>
      <w:lang w:eastAsia="ru-RU"/>
    </w:rPr>
  </w:style>
  <w:style w:type="paragraph" w:customStyle="1" w:styleId="font8">
    <w:name w:val="font8"/>
    <w:basedOn w:val="a4"/>
    <w:rsid w:val="00133D77"/>
    <w:pPr>
      <w:spacing w:before="100" w:beforeAutospacing="1" w:after="100" w:afterAutospacing="1" w:line="240" w:lineRule="auto"/>
    </w:pPr>
    <w:rPr>
      <w:rFonts w:ascii="Symbol" w:hAnsi="Symbol"/>
      <w:b/>
      <w:bCs/>
      <w:color w:val="000000"/>
      <w:sz w:val="20"/>
      <w:szCs w:val="20"/>
      <w:lang w:eastAsia="ru-RU"/>
    </w:rPr>
  </w:style>
  <w:style w:type="paragraph" w:customStyle="1" w:styleId="57">
    <w:name w:val="Основной текст5"/>
    <w:basedOn w:val="a4"/>
    <w:uiPriority w:val="99"/>
    <w:rsid w:val="00133D77"/>
    <w:pPr>
      <w:widowControl w:val="0"/>
      <w:shd w:val="clear" w:color="auto" w:fill="FFFFFF"/>
      <w:spacing w:line="414" w:lineRule="exact"/>
      <w:ind w:hanging="500"/>
      <w:jc w:val="both"/>
    </w:pPr>
    <w:rPr>
      <w:color w:val="000000"/>
      <w:sz w:val="23"/>
      <w:szCs w:val="23"/>
      <w:lang w:eastAsia="ru-RU"/>
    </w:rPr>
  </w:style>
  <w:style w:type="character" w:customStyle="1" w:styleId="afffffe">
    <w:name w:val="Основной текст_"/>
    <w:link w:val="3b"/>
    <w:locked/>
    <w:rsid w:val="00133D77"/>
    <w:rPr>
      <w:rFonts w:eastAsia="Times New Roman"/>
      <w:sz w:val="23"/>
      <w:szCs w:val="23"/>
      <w:shd w:val="clear" w:color="auto" w:fill="FFFFFF"/>
    </w:rPr>
  </w:style>
  <w:style w:type="paragraph" w:customStyle="1" w:styleId="3b">
    <w:name w:val="Основной текст3"/>
    <w:basedOn w:val="a4"/>
    <w:link w:val="afffffe"/>
    <w:rsid w:val="00133D77"/>
    <w:pPr>
      <w:widowControl w:val="0"/>
      <w:shd w:val="clear" w:color="auto" w:fill="FFFFFF"/>
      <w:spacing w:after="180" w:line="0" w:lineRule="atLeast"/>
      <w:ind w:hanging="460"/>
      <w:jc w:val="both"/>
    </w:pPr>
    <w:rPr>
      <w:rFonts w:eastAsia="Times New Roman" w:cs="Times New Roman"/>
      <w:sz w:val="23"/>
      <w:szCs w:val="23"/>
    </w:rPr>
  </w:style>
  <w:style w:type="paragraph" w:customStyle="1" w:styleId="xl121">
    <w:name w:val="xl121"/>
    <w:basedOn w:val="a4"/>
    <w:rsid w:val="00133D77"/>
    <w:pPr>
      <w:spacing w:before="100" w:beforeAutospacing="1" w:after="100" w:afterAutospacing="1" w:line="240" w:lineRule="auto"/>
    </w:pPr>
    <w:rPr>
      <w:rFonts w:ascii="Helv" w:hAnsi="Helv"/>
      <w:szCs w:val="24"/>
      <w:lang w:eastAsia="ru-RU"/>
    </w:rPr>
  </w:style>
  <w:style w:type="paragraph" w:customStyle="1" w:styleId="xl122">
    <w:name w:val="xl122"/>
    <w:basedOn w:val="a4"/>
    <w:rsid w:val="00133D77"/>
    <w:pPr>
      <w:spacing w:before="100" w:beforeAutospacing="1" w:after="100" w:afterAutospacing="1" w:line="240" w:lineRule="auto"/>
    </w:pPr>
    <w:rPr>
      <w:rFonts w:ascii="Helv" w:hAnsi="Helv"/>
      <w:szCs w:val="24"/>
      <w:lang w:eastAsia="ru-RU"/>
    </w:rPr>
  </w:style>
  <w:style w:type="paragraph" w:customStyle="1" w:styleId="xl123">
    <w:name w:val="xl123"/>
    <w:basedOn w:val="a4"/>
    <w:rsid w:val="00133D77"/>
    <w:pPr>
      <w:shd w:val="clear" w:color="auto" w:fill="FFFFFF"/>
      <w:spacing w:before="100" w:beforeAutospacing="1" w:after="100" w:afterAutospacing="1" w:line="240" w:lineRule="auto"/>
    </w:pPr>
    <w:rPr>
      <w:rFonts w:ascii="Helv" w:hAnsi="Helv"/>
      <w:szCs w:val="24"/>
      <w:lang w:eastAsia="ru-RU"/>
    </w:rPr>
  </w:style>
  <w:style w:type="paragraph" w:customStyle="1" w:styleId="xl124">
    <w:name w:val="xl124"/>
    <w:basedOn w:val="a4"/>
    <w:rsid w:val="00133D77"/>
    <w:pPr>
      <w:shd w:val="thinReverseDiagStripe" w:color="666699" w:fill="FFFFFF"/>
      <w:spacing w:before="100" w:beforeAutospacing="1" w:after="100" w:afterAutospacing="1" w:line="240" w:lineRule="auto"/>
    </w:pPr>
    <w:rPr>
      <w:rFonts w:ascii="Helv" w:hAnsi="Helv"/>
      <w:szCs w:val="24"/>
      <w:lang w:eastAsia="ru-RU"/>
    </w:rPr>
  </w:style>
  <w:style w:type="paragraph" w:customStyle="1" w:styleId="xl125">
    <w:name w:val="xl125"/>
    <w:basedOn w:val="a4"/>
    <w:rsid w:val="00133D77"/>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b/>
      <w:bCs/>
      <w:color w:val="FFFFFF"/>
      <w:szCs w:val="24"/>
      <w:lang w:eastAsia="ru-RU"/>
    </w:rPr>
  </w:style>
  <w:style w:type="paragraph" w:customStyle="1" w:styleId="xl126">
    <w:name w:val="xl126"/>
    <w:basedOn w:val="a4"/>
    <w:rsid w:val="00133D77"/>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b/>
      <w:bCs/>
      <w:color w:val="FFFFFF"/>
      <w:szCs w:val="24"/>
      <w:lang w:eastAsia="ru-RU"/>
    </w:rPr>
  </w:style>
  <w:style w:type="paragraph" w:customStyle="1" w:styleId="xl127">
    <w:name w:val="xl127"/>
    <w:basedOn w:val="a4"/>
    <w:rsid w:val="00133D77"/>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b/>
      <w:bCs/>
      <w:color w:val="FFFFFF"/>
      <w:szCs w:val="24"/>
      <w:lang w:eastAsia="ru-RU"/>
    </w:rPr>
  </w:style>
  <w:style w:type="paragraph" w:customStyle="1" w:styleId="xl128">
    <w:name w:val="xl128"/>
    <w:basedOn w:val="a4"/>
    <w:rsid w:val="00133D7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b/>
      <w:bCs/>
      <w:szCs w:val="24"/>
      <w:lang w:eastAsia="ru-RU"/>
    </w:rPr>
  </w:style>
  <w:style w:type="paragraph" w:customStyle="1" w:styleId="xl129">
    <w:name w:val="xl129"/>
    <w:basedOn w:val="a4"/>
    <w:rsid w:val="00133D77"/>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b/>
      <w:bCs/>
      <w:szCs w:val="24"/>
      <w:lang w:eastAsia="ru-RU"/>
    </w:rPr>
  </w:style>
  <w:style w:type="paragraph" w:customStyle="1" w:styleId="xl130">
    <w:name w:val="xl130"/>
    <w:basedOn w:val="a4"/>
    <w:rsid w:val="00133D77"/>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b/>
      <w:bCs/>
      <w:szCs w:val="24"/>
      <w:lang w:eastAsia="ru-RU"/>
    </w:rPr>
  </w:style>
  <w:style w:type="paragraph" w:customStyle="1" w:styleId="xl131">
    <w:name w:val="xl131"/>
    <w:basedOn w:val="a4"/>
    <w:rsid w:val="00133D77"/>
    <w:pPr>
      <w:shd w:val="thinReverseDiagStripe" w:color="666699" w:fill="8DB4E2"/>
      <w:spacing w:before="100" w:beforeAutospacing="1" w:after="100" w:afterAutospacing="1" w:line="240" w:lineRule="auto"/>
    </w:pPr>
    <w:rPr>
      <w:rFonts w:ascii="Helv" w:hAnsi="Helv"/>
      <w:b/>
      <w:bCs/>
      <w:szCs w:val="24"/>
      <w:lang w:eastAsia="ru-RU"/>
    </w:rPr>
  </w:style>
  <w:style w:type="paragraph" w:customStyle="1" w:styleId="xl132">
    <w:name w:val="xl132"/>
    <w:basedOn w:val="a4"/>
    <w:rsid w:val="00133D77"/>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b/>
      <w:bCs/>
      <w:szCs w:val="24"/>
      <w:lang w:eastAsia="ru-RU"/>
    </w:rPr>
  </w:style>
  <w:style w:type="paragraph" w:customStyle="1" w:styleId="xl133">
    <w:name w:val="xl133"/>
    <w:basedOn w:val="a4"/>
    <w:rsid w:val="00133D77"/>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b/>
      <w:bCs/>
      <w:szCs w:val="24"/>
      <w:lang w:eastAsia="ru-RU"/>
    </w:rPr>
  </w:style>
  <w:style w:type="paragraph" w:customStyle="1" w:styleId="xl134">
    <w:name w:val="xl134"/>
    <w:basedOn w:val="a4"/>
    <w:rsid w:val="00133D77"/>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b/>
      <w:bCs/>
      <w:szCs w:val="24"/>
      <w:lang w:eastAsia="ru-RU"/>
    </w:rPr>
  </w:style>
  <w:style w:type="paragraph" w:customStyle="1" w:styleId="xl135">
    <w:name w:val="xl135"/>
    <w:basedOn w:val="a4"/>
    <w:rsid w:val="00133D77"/>
    <w:pPr>
      <w:shd w:val="clear" w:color="auto" w:fill="95B3D7"/>
      <w:spacing w:before="100" w:beforeAutospacing="1" w:after="100" w:afterAutospacing="1" w:line="240" w:lineRule="auto"/>
    </w:pPr>
    <w:rPr>
      <w:szCs w:val="24"/>
      <w:lang w:eastAsia="ru-RU"/>
    </w:rPr>
  </w:style>
  <w:style w:type="paragraph" w:customStyle="1" w:styleId="xl136">
    <w:name w:val="xl136"/>
    <w:basedOn w:val="a4"/>
    <w:rsid w:val="00133D77"/>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color w:val="366092"/>
      <w:szCs w:val="24"/>
      <w:lang w:eastAsia="ru-RU"/>
    </w:rPr>
  </w:style>
  <w:style w:type="paragraph" w:customStyle="1" w:styleId="xl137">
    <w:name w:val="xl137"/>
    <w:basedOn w:val="a4"/>
    <w:rsid w:val="00133D77"/>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color w:val="366092"/>
      <w:szCs w:val="24"/>
      <w:lang w:eastAsia="ru-RU"/>
    </w:rPr>
  </w:style>
  <w:style w:type="paragraph" w:customStyle="1" w:styleId="xl138">
    <w:name w:val="xl138"/>
    <w:basedOn w:val="a4"/>
    <w:rsid w:val="00133D77"/>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color w:val="366092"/>
      <w:szCs w:val="24"/>
      <w:lang w:eastAsia="ru-RU"/>
    </w:rPr>
  </w:style>
  <w:style w:type="paragraph" w:customStyle="1" w:styleId="xl139">
    <w:name w:val="xl139"/>
    <w:basedOn w:val="a4"/>
    <w:rsid w:val="00133D77"/>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color w:val="366092"/>
      <w:szCs w:val="24"/>
      <w:lang w:eastAsia="ru-RU"/>
    </w:rPr>
  </w:style>
  <w:style w:type="paragraph" w:customStyle="1" w:styleId="xl140">
    <w:name w:val="xl140"/>
    <w:basedOn w:val="a4"/>
    <w:rsid w:val="00133D77"/>
    <w:pPr>
      <w:shd w:val="clear" w:color="auto" w:fill="FFFFFF"/>
      <w:spacing w:before="100" w:beforeAutospacing="1" w:after="100" w:afterAutospacing="1" w:line="240" w:lineRule="auto"/>
    </w:pPr>
    <w:rPr>
      <w:rFonts w:ascii="Arial" w:hAnsi="Arial" w:cs="Arial"/>
      <w:color w:val="366092"/>
      <w:szCs w:val="24"/>
      <w:lang w:eastAsia="ru-RU"/>
    </w:rPr>
  </w:style>
  <w:style w:type="paragraph" w:customStyle="1" w:styleId="xl141">
    <w:name w:val="xl141"/>
    <w:basedOn w:val="a4"/>
    <w:rsid w:val="00133D77"/>
    <w:pPr>
      <w:spacing w:before="100" w:beforeAutospacing="1" w:after="100" w:afterAutospacing="1" w:line="240" w:lineRule="auto"/>
    </w:pPr>
    <w:rPr>
      <w:rFonts w:ascii="Arial" w:hAnsi="Arial" w:cs="Arial"/>
      <w:color w:val="366092"/>
      <w:szCs w:val="24"/>
      <w:lang w:eastAsia="ru-RU"/>
    </w:rPr>
  </w:style>
  <w:style w:type="paragraph" w:customStyle="1" w:styleId="xl142">
    <w:name w:val="xl142"/>
    <w:basedOn w:val="a4"/>
    <w:rsid w:val="00133D77"/>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color w:val="366092"/>
      <w:szCs w:val="24"/>
      <w:lang w:eastAsia="ru-RU"/>
    </w:rPr>
  </w:style>
  <w:style w:type="paragraph" w:customStyle="1" w:styleId="xl143">
    <w:name w:val="xl143"/>
    <w:basedOn w:val="a4"/>
    <w:rsid w:val="00133D77"/>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color w:val="366092"/>
      <w:szCs w:val="24"/>
      <w:lang w:eastAsia="ru-RU"/>
    </w:rPr>
  </w:style>
  <w:style w:type="paragraph" w:customStyle="1" w:styleId="xl144">
    <w:name w:val="xl144"/>
    <w:basedOn w:val="a4"/>
    <w:rsid w:val="00133D77"/>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color w:val="366092"/>
      <w:szCs w:val="24"/>
      <w:lang w:eastAsia="ru-RU"/>
    </w:rPr>
  </w:style>
  <w:style w:type="paragraph" w:customStyle="1" w:styleId="xl145">
    <w:name w:val="xl145"/>
    <w:basedOn w:val="a4"/>
    <w:rsid w:val="00133D77"/>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color w:val="366092"/>
      <w:szCs w:val="24"/>
      <w:lang w:eastAsia="ru-RU"/>
    </w:rPr>
  </w:style>
  <w:style w:type="paragraph" w:customStyle="1" w:styleId="xl146">
    <w:name w:val="xl146"/>
    <w:basedOn w:val="a4"/>
    <w:rsid w:val="00133D77"/>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color w:val="366092"/>
      <w:szCs w:val="24"/>
      <w:lang w:eastAsia="ru-RU"/>
    </w:rPr>
  </w:style>
  <w:style w:type="paragraph" w:customStyle="1" w:styleId="xl147">
    <w:name w:val="xl147"/>
    <w:basedOn w:val="a4"/>
    <w:rsid w:val="00133D77"/>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color w:val="366092"/>
      <w:szCs w:val="24"/>
      <w:lang w:eastAsia="ru-RU"/>
    </w:rPr>
  </w:style>
  <w:style w:type="paragraph" w:customStyle="1" w:styleId="xl148">
    <w:name w:val="xl148"/>
    <w:basedOn w:val="a4"/>
    <w:rsid w:val="00133D77"/>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color w:val="366092"/>
      <w:szCs w:val="24"/>
      <w:lang w:eastAsia="ru-RU"/>
    </w:rPr>
  </w:style>
  <w:style w:type="paragraph" w:customStyle="1" w:styleId="xl149">
    <w:name w:val="xl149"/>
    <w:basedOn w:val="a4"/>
    <w:rsid w:val="00133D77"/>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color w:val="366092"/>
      <w:szCs w:val="24"/>
      <w:lang w:eastAsia="ru-RU"/>
    </w:rPr>
  </w:style>
  <w:style w:type="paragraph" w:customStyle="1" w:styleId="xl150">
    <w:name w:val="xl150"/>
    <w:basedOn w:val="a4"/>
    <w:rsid w:val="00133D77"/>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color w:val="366092"/>
      <w:szCs w:val="24"/>
      <w:lang w:eastAsia="ru-RU"/>
    </w:rPr>
  </w:style>
  <w:style w:type="paragraph" w:customStyle="1" w:styleId="xl151">
    <w:name w:val="xl151"/>
    <w:basedOn w:val="a4"/>
    <w:rsid w:val="00133D77"/>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color w:val="366092"/>
      <w:szCs w:val="24"/>
      <w:lang w:eastAsia="ru-RU"/>
    </w:rPr>
  </w:style>
  <w:style w:type="paragraph" w:customStyle="1" w:styleId="xl152">
    <w:name w:val="xl152"/>
    <w:basedOn w:val="a4"/>
    <w:rsid w:val="00133D77"/>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color w:val="366092"/>
      <w:szCs w:val="24"/>
      <w:lang w:eastAsia="ru-RU"/>
    </w:rPr>
  </w:style>
  <w:style w:type="paragraph" w:customStyle="1" w:styleId="xl153">
    <w:name w:val="xl153"/>
    <w:basedOn w:val="a4"/>
    <w:rsid w:val="00133D77"/>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color w:val="366092"/>
      <w:szCs w:val="24"/>
      <w:lang w:eastAsia="ru-RU"/>
    </w:rPr>
  </w:style>
  <w:style w:type="paragraph" w:customStyle="1" w:styleId="xl154">
    <w:name w:val="xl154"/>
    <w:basedOn w:val="a4"/>
    <w:rsid w:val="00133D77"/>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color w:val="366092"/>
      <w:szCs w:val="24"/>
      <w:lang w:eastAsia="ru-RU"/>
    </w:rPr>
  </w:style>
  <w:style w:type="paragraph" w:customStyle="1" w:styleId="xl155">
    <w:name w:val="xl155"/>
    <w:basedOn w:val="a4"/>
    <w:rsid w:val="00133D77"/>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color w:val="366092"/>
      <w:szCs w:val="24"/>
      <w:lang w:eastAsia="ru-RU"/>
    </w:rPr>
  </w:style>
  <w:style w:type="paragraph" w:customStyle="1" w:styleId="xl156">
    <w:name w:val="xl156"/>
    <w:basedOn w:val="a4"/>
    <w:rsid w:val="00133D77"/>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color w:val="FF0000"/>
      <w:szCs w:val="24"/>
      <w:lang w:eastAsia="ru-RU"/>
    </w:rPr>
  </w:style>
  <w:style w:type="paragraph" w:customStyle="1" w:styleId="xl157">
    <w:name w:val="xl157"/>
    <w:basedOn w:val="a4"/>
    <w:rsid w:val="00133D77"/>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color w:val="FF0000"/>
      <w:szCs w:val="24"/>
      <w:lang w:eastAsia="ru-RU"/>
    </w:rPr>
  </w:style>
  <w:style w:type="paragraph" w:customStyle="1" w:styleId="xl158">
    <w:name w:val="xl158"/>
    <w:basedOn w:val="a4"/>
    <w:rsid w:val="00133D77"/>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color w:val="FF0000"/>
      <w:szCs w:val="24"/>
      <w:lang w:eastAsia="ru-RU"/>
    </w:rPr>
  </w:style>
  <w:style w:type="paragraph" w:customStyle="1" w:styleId="xl159">
    <w:name w:val="xl159"/>
    <w:basedOn w:val="a4"/>
    <w:rsid w:val="00133D77"/>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color w:val="FF0000"/>
      <w:szCs w:val="24"/>
      <w:lang w:eastAsia="ru-RU"/>
    </w:rPr>
  </w:style>
  <w:style w:type="paragraph" w:customStyle="1" w:styleId="xl160">
    <w:name w:val="xl160"/>
    <w:basedOn w:val="a4"/>
    <w:rsid w:val="00133D77"/>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color w:val="FF0000"/>
      <w:szCs w:val="24"/>
      <w:lang w:eastAsia="ru-RU"/>
    </w:rPr>
  </w:style>
  <w:style w:type="paragraph" w:customStyle="1" w:styleId="xl161">
    <w:name w:val="xl161"/>
    <w:basedOn w:val="a4"/>
    <w:rsid w:val="00133D77"/>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color w:val="FF0000"/>
      <w:szCs w:val="24"/>
      <w:lang w:eastAsia="ru-RU"/>
    </w:rPr>
  </w:style>
  <w:style w:type="paragraph" w:customStyle="1" w:styleId="xl162">
    <w:name w:val="xl162"/>
    <w:basedOn w:val="a4"/>
    <w:rsid w:val="00133D77"/>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color w:val="FF0000"/>
      <w:szCs w:val="24"/>
      <w:lang w:eastAsia="ru-RU"/>
    </w:rPr>
  </w:style>
  <w:style w:type="paragraph" w:customStyle="1" w:styleId="xl163">
    <w:name w:val="xl163"/>
    <w:basedOn w:val="a4"/>
    <w:rsid w:val="00133D77"/>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color w:val="FF0000"/>
      <w:szCs w:val="24"/>
      <w:lang w:eastAsia="ru-RU"/>
    </w:rPr>
  </w:style>
  <w:style w:type="paragraph" w:customStyle="1" w:styleId="xl164">
    <w:name w:val="xl164"/>
    <w:basedOn w:val="a4"/>
    <w:rsid w:val="00133D77"/>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color w:val="376091"/>
      <w:szCs w:val="24"/>
      <w:lang w:eastAsia="ru-RU"/>
    </w:rPr>
  </w:style>
  <w:style w:type="paragraph" w:customStyle="1" w:styleId="xl165">
    <w:name w:val="xl165"/>
    <w:basedOn w:val="a4"/>
    <w:rsid w:val="00133D77"/>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color w:val="FF0000"/>
      <w:szCs w:val="24"/>
      <w:lang w:eastAsia="ru-RU"/>
    </w:rPr>
  </w:style>
  <w:style w:type="paragraph" w:customStyle="1" w:styleId="xl166">
    <w:name w:val="xl166"/>
    <w:basedOn w:val="a4"/>
    <w:rsid w:val="00133D77"/>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color w:val="376091"/>
      <w:szCs w:val="24"/>
      <w:lang w:eastAsia="ru-RU"/>
    </w:rPr>
  </w:style>
  <w:style w:type="paragraph" w:customStyle="1" w:styleId="xl167">
    <w:name w:val="xl167"/>
    <w:basedOn w:val="a4"/>
    <w:rsid w:val="00133D77"/>
    <w:pPr>
      <w:pBdr>
        <w:top w:val="single" w:sz="4" w:space="0" w:color="auto"/>
        <w:right w:val="single" w:sz="4" w:space="0" w:color="auto"/>
      </w:pBdr>
      <w:shd w:val="clear" w:color="auto" w:fill="FCD5B4"/>
      <w:spacing w:before="100" w:beforeAutospacing="1" w:after="100" w:afterAutospacing="1" w:line="240" w:lineRule="auto"/>
      <w:jc w:val="right"/>
    </w:pPr>
    <w:rPr>
      <w:color w:val="FF0000"/>
      <w:szCs w:val="24"/>
      <w:lang w:eastAsia="ru-RU"/>
    </w:rPr>
  </w:style>
  <w:style w:type="paragraph" w:customStyle="1" w:styleId="xl168">
    <w:name w:val="xl168"/>
    <w:basedOn w:val="a4"/>
    <w:rsid w:val="00133D77"/>
    <w:pPr>
      <w:pBdr>
        <w:top w:val="single" w:sz="4" w:space="0" w:color="auto"/>
        <w:right w:val="single" w:sz="4" w:space="0" w:color="auto"/>
      </w:pBdr>
      <w:shd w:val="clear" w:color="auto" w:fill="D7E4BC"/>
      <w:spacing w:before="100" w:beforeAutospacing="1" w:after="100" w:afterAutospacing="1" w:line="240" w:lineRule="auto"/>
      <w:jc w:val="right"/>
    </w:pPr>
    <w:rPr>
      <w:color w:val="FF0000"/>
      <w:szCs w:val="24"/>
      <w:lang w:eastAsia="ru-RU"/>
    </w:rPr>
  </w:style>
  <w:style w:type="paragraph" w:customStyle="1" w:styleId="xl169">
    <w:name w:val="xl169"/>
    <w:basedOn w:val="a4"/>
    <w:rsid w:val="00133D77"/>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b/>
      <w:bCs/>
      <w:color w:val="FF0000"/>
      <w:szCs w:val="24"/>
      <w:lang w:eastAsia="ru-RU"/>
    </w:rPr>
  </w:style>
  <w:style w:type="paragraph" w:customStyle="1" w:styleId="xl170">
    <w:name w:val="xl170"/>
    <w:basedOn w:val="a4"/>
    <w:rsid w:val="00133D77"/>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b/>
      <w:bCs/>
      <w:color w:val="FF0000"/>
      <w:szCs w:val="24"/>
      <w:lang w:eastAsia="ru-RU"/>
    </w:rPr>
  </w:style>
  <w:style w:type="paragraph" w:customStyle="1" w:styleId="xl171">
    <w:name w:val="xl171"/>
    <w:basedOn w:val="a4"/>
    <w:rsid w:val="00133D77"/>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b/>
      <w:bCs/>
      <w:color w:val="FF0000"/>
      <w:szCs w:val="24"/>
      <w:lang w:eastAsia="ru-RU"/>
    </w:rPr>
  </w:style>
  <w:style w:type="paragraph" w:customStyle="1" w:styleId="xl172">
    <w:name w:val="xl172"/>
    <w:basedOn w:val="a4"/>
    <w:rsid w:val="00133D77"/>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color w:val="FF0000"/>
      <w:szCs w:val="24"/>
      <w:lang w:eastAsia="ru-RU"/>
    </w:rPr>
  </w:style>
  <w:style w:type="paragraph" w:customStyle="1" w:styleId="xl173">
    <w:name w:val="xl173"/>
    <w:basedOn w:val="a4"/>
    <w:rsid w:val="00133D77"/>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color w:val="FF0000"/>
      <w:szCs w:val="24"/>
      <w:lang w:eastAsia="ru-RU"/>
    </w:rPr>
  </w:style>
  <w:style w:type="paragraph" w:customStyle="1" w:styleId="xl174">
    <w:name w:val="xl174"/>
    <w:basedOn w:val="a4"/>
    <w:rsid w:val="00133D77"/>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b/>
      <w:bCs/>
      <w:color w:val="FF0000"/>
      <w:szCs w:val="24"/>
      <w:lang w:eastAsia="ru-RU"/>
    </w:rPr>
  </w:style>
  <w:style w:type="paragraph" w:customStyle="1" w:styleId="xl175">
    <w:name w:val="xl175"/>
    <w:basedOn w:val="a4"/>
    <w:rsid w:val="00133D77"/>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b/>
      <w:bCs/>
      <w:color w:val="FF0000"/>
      <w:szCs w:val="24"/>
      <w:lang w:eastAsia="ru-RU"/>
    </w:rPr>
  </w:style>
  <w:style w:type="paragraph" w:customStyle="1" w:styleId="xl176">
    <w:name w:val="xl176"/>
    <w:basedOn w:val="a4"/>
    <w:rsid w:val="00133D77"/>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color w:val="FF0000"/>
      <w:szCs w:val="24"/>
      <w:lang w:eastAsia="ru-RU"/>
    </w:rPr>
  </w:style>
  <w:style w:type="paragraph" w:customStyle="1" w:styleId="xl177">
    <w:name w:val="xl177"/>
    <w:basedOn w:val="a4"/>
    <w:rsid w:val="00133D77"/>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b/>
      <w:bCs/>
      <w:color w:val="FF0000"/>
      <w:szCs w:val="24"/>
      <w:lang w:eastAsia="ru-RU"/>
    </w:rPr>
  </w:style>
  <w:style w:type="paragraph" w:customStyle="1" w:styleId="xl178">
    <w:name w:val="xl178"/>
    <w:basedOn w:val="a4"/>
    <w:rsid w:val="00133D77"/>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b/>
      <w:bCs/>
      <w:color w:val="FF0000"/>
      <w:szCs w:val="24"/>
      <w:lang w:eastAsia="ru-RU"/>
    </w:rPr>
  </w:style>
  <w:style w:type="paragraph" w:customStyle="1" w:styleId="xl179">
    <w:name w:val="xl179"/>
    <w:basedOn w:val="a4"/>
    <w:rsid w:val="00133D77"/>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b/>
      <w:bCs/>
      <w:color w:val="FF0000"/>
      <w:szCs w:val="24"/>
      <w:lang w:eastAsia="ru-RU"/>
    </w:rPr>
  </w:style>
  <w:style w:type="paragraph" w:customStyle="1" w:styleId="xl180">
    <w:name w:val="xl180"/>
    <w:basedOn w:val="a4"/>
    <w:rsid w:val="00133D77"/>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b/>
      <w:bCs/>
      <w:color w:val="FF0000"/>
      <w:szCs w:val="24"/>
      <w:lang w:eastAsia="ru-RU"/>
    </w:rPr>
  </w:style>
  <w:style w:type="paragraph" w:customStyle="1" w:styleId="xl181">
    <w:name w:val="xl181"/>
    <w:basedOn w:val="a4"/>
    <w:rsid w:val="00133D77"/>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b/>
      <w:bCs/>
      <w:color w:val="FF0000"/>
      <w:szCs w:val="24"/>
      <w:lang w:eastAsia="ru-RU"/>
    </w:rPr>
  </w:style>
  <w:style w:type="paragraph" w:customStyle="1" w:styleId="xl182">
    <w:name w:val="xl182"/>
    <w:basedOn w:val="a4"/>
    <w:rsid w:val="00133D77"/>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b/>
      <w:bCs/>
      <w:color w:val="FF0000"/>
      <w:szCs w:val="24"/>
      <w:lang w:eastAsia="ru-RU"/>
    </w:rPr>
  </w:style>
  <w:style w:type="paragraph" w:customStyle="1" w:styleId="Iauiue">
    <w:name w:val="Iau?iue"/>
    <w:uiPriority w:val="99"/>
    <w:rsid w:val="00133D77"/>
    <w:rPr>
      <w:rFonts w:eastAsia="Times New Roman"/>
      <w:lang w:val="en-US" w:eastAsia="ru-RU"/>
    </w:rPr>
  </w:style>
  <w:style w:type="character" w:customStyle="1" w:styleId="58">
    <w:name w:val="Основной текст (5)_"/>
    <w:link w:val="59"/>
    <w:locked/>
    <w:rsid w:val="00133D77"/>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4"/>
    <w:link w:val="58"/>
    <w:rsid w:val="00133D77"/>
    <w:pPr>
      <w:widowControl w:val="0"/>
      <w:shd w:val="clear" w:color="auto" w:fill="FFFFFF"/>
      <w:spacing w:line="0" w:lineRule="atLeast"/>
      <w:jc w:val="center"/>
    </w:pPr>
    <w:rPr>
      <w:rFonts w:ascii="Palatino Linotype" w:eastAsia="Palatino Linotype" w:hAnsi="Palatino Linotype" w:cs="Palatino Linotype"/>
      <w:i/>
      <w:iCs/>
      <w:sz w:val="10"/>
      <w:szCs w:val="10"/>
    </w:rPr>
  </w:style>
  <w:style w:type="character" w:styleId="affffff">
    <w:name w:val="line number"/>
    <w:uiPriority w:val="99"/>
    <w:unhideWhenUsed/>
    <w:rsid w:val="00133D77"/>
    <w:rPr>
      <w:sz w:val="18"/>
    </w:rPr>
  </w:style>
  <w:style w:type="character" w:styleId="affffff0">
    <w:name w:val="page number"/>
    <w:uiPriority w:val="99"/>
    <w:unhideWhenUsed/>
    <w:rsid w:val="00133D77"/>
    <w:rPr>
      <w:rFonts w:ascii="Arial Black" w:hAnsi="Arial Black" w:hint="default"/>
      <w:spacing w:val="-10"/>
      <w:sz w:val="18"/>
    </w:rPr>
  </w:style>
  <w:style w:type="character" w:styleId="affffff1">
    <w:name w:val="Intense Emphasis"/>
    <w:uiPriority w:val="21"/>
    <w:rsid w:val="00133D77"/>
    <w:rPr>
      <w:b/>
      <w:bCs/>
      <w:i/>
      <w:iCs/>
      <w:color w:val="4F81BD"/>
    </w:rPr>
  </w:style>
  <w:style w:type="character" w:customStyle="1" w:styleId="bindvalue">
    <w:name w:val="bindvalue"/>
    <w:basedOn w:val="a8"/>
    <w:uiPriority w:val="99"/>
    <w:rsid w:val="00133D77"/>
  </w:style>
  <w:style w:type="character" w:customStyle="1" w:styleId="PEStyleFont6">
    <w:name w:val="PEStyleFont6"/>
    <w:rsid w:val="00133D77"/>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133D77"/>
    <w:rPr>
      <w:rFonts w:ascii="Arial CYR" w:hAnsi="Arial CYR" w:cs="Courier New" w:hint="default"/>
      <w:strike w:val="0"/>
      <w:dstrike w:val="0"/>
      <w:spacing w:val="0"/>
      <w:position w:val="0"/>
      <w:sz w:val="16"/>
      <w:u w:val="none"/>
      <w:effect w:val="none"/>
    </w:rPr>
  </w:style>
  <w:style w:type="character" w:customStyle="1" w:styleId="PEStyleFont7">
    <w:name w:val="PEStyleFont7"/>
    <w:rsid w:val="00133D77"/>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133D77"/>
    <w:rPr>
      <w:rFonts w:ascii="Arial Narrow" w:hAnsi="Arial Narrow" w:cs="Arial Narrow" w:hint="default"/>
      <w:sz w:val="24"/>
      <w:szCs w:val="24"/>
    </w:rPr>
  </w:style>
  <w:style w:type="character" w:customStyle="1" w:styleId="FontStyle27">
    <w:name w:val="Font Style27"/>
    <w:rsid w:val="00133D77"/>
    <w:rPr>
      <w:rFonts w:ascii="Arial Narrow" w:hAnsi="Arial Narrow" w:cs="Arial Narrow" w:hint="default"/>
      <w:b/>
      <w:bCs/>
      <w:sz w:val="16"/>
      <w:szCs w:val="16"/>
    </w:rPr>
  </w:style>
  <w:style w:type="character" w:customStyle="1" w:styleId="FontStyle28">
    <w:name w:val="Font Style28"/>
    <w:rsid w:val="00133D77"/>
    <w:rPr>
      <w:rFonts w:ascii="Arial Narrow" w:hAnsi="Arial Narrow" w:cs="Arial Narrow" w:hint="default"/>
      <w:sz w:val="16"/>
      <w:szCs w:val="16"/>
    </w:rPr>
  </w:style>
  <w:style w:type="character" w:customStyle="1" w:styleId="FontStyle29">
    <w:name w:val="Font Style29"/>
    <w:rsid w:val="00133D77"/>
    <w:rPr>
      <w:rFonts w:ascii="Trebuchet MS" w:hAnsi="Trebuchet MS" w:cs="Trebuchet MS" w:hint="default"/>
      <w:b/>
      <w:bCs/>
      <w:sz w:val="12"/>
      <w:szCs w:val="12"/>
    </w:rPr>
  </w:style>
  <w:style w:type="character" w:customStyle="1" w:styleId="111">
    <w:name w:val="Заголовок 1 Знак1"/>
    <w:uiPriority w:val="9"/>
    <w:rsid w:val="00133D77"/>
    <w:rPr>
      <w:rFonts w:ascii="Cambria" w:eastAsia="Times New Roman" w:hAnsi="Cambria" w:cs="Times New Roman" w:hint="default"/>
      <w:b/>
      <w:bCs/>
      <w:color w:val="365F91"/>
      <w:sz w:val="28"/>
    </w:rPr>
  </w:style>
  <w:style w:type="character" w:customStyle="1" w:styleId="1d">
    <w:name w:val="Гиперссылка1"/>
    <w:uiPriority w:val="99"/>
    <w:rsid w:val="00133D77"/>
    <w:rPr>
      <w:color w:val="0000FF"/>
      <w:u w:val="single"/>
    </w:rPr>
  </w:style>
  <w:style w:type="character" w:customStyle="1" w:styleId="212">
    <w:name w:val="Заголовок 2 Знак1"/>
    <w:rsid w:val="00133D77"/>
    <w:rPr>
      <w:rFonts w:ascii="Cambria" w:eastAsia="Times New Roman" w:hAnsi="Cambria" w:cs="Times New Roman" w:hint="default"/>
      <w:b/>
      <w:bCs/>
      <w:color w:val="4F81BD"/>
      <w:sz w:val="26"/>
      <w:szCs w:val="26"/>
    </w:rPr>
  </w:style>
  <w:style w:type="character" w:customStyle="1" w:styleId="312">
    <w:name w:val="Заголовок 3 Знак1"/>
    <w:rsid w:val="00133D77"/>
    <w:rPr>
      <w:rFonts w:ascii="Cambria" w:eastAsia="Times New Roman" w:hAnsi="Cambria" w:cs="Times New Roman" w:hint="default"/>
      <w:b/>
      <w:bCs/>
      <w:color w:val="4F81BD"/>
    </w:rPr>
  </w:style>
  <w:style w:type="character" w:customStyle="1" w:styleId="1e">
    <w:name w:val="Основной текст1"/>
    <w:rsid w:val="00133D77"/>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
    <w:name w:val="Table Simple 1"/>
    <w:basedOn w:val="a9"/>
    <w:unhideWhenUsed/>
    <w:rsid w:val="00133D77"/>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9"/>
    <w:unhideWhenUsed/>
    <w:rsid w:val="00133D77"/>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unhideWhenUsed/>
    <w:rsid w:val="00133D77"/>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Classic 1"/>
    <w:basedOn w:val="a9"/>
    <w:unhideWhenUsed/>
    <w:rsid w:val="00133D77"/>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9"/>
    <w:unhideWhenUsed/>
    <w:rsid w:val="00133D77"/>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0">
    <w:name w:val="Table Columns 2"/>
    <w:basedOn w:val="a9"/>
    <w:unhideWhenUsed/>
    <w:rsid w:val="00133D77"/>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9"/>
    <w:unhideWhenUsed/>
    <w:rsid w:val="00133D77"/>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unhideWhenUsed/>
    <w:rsid w:val="00133D77"/>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9"/>
    <w:unhideWhenUsed/>
    <w:rsid w:val="00133D77"/>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1">
    <w:name w:val="Table Grid 1"/>
    <w:basedOn w:val="a9"/>
    <w:unhideWhenUsed/>
    <w:rsid w:val="00133D77"/>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9"/>
    <w:unhideWhenUsed/>
    <w:rsid w:val="00133D77"/>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9"/>
    <w:unhideWhenUsed/>
    <w:rsid w:val="00133D77"/>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unhideWhenUsed/>
    <w:rsid w:val="00133D77"/>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9"/>
    <w:unhideWhenUsed/>
    <w:rsid w:val="00133D77"/>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9"/>
    <w:unhideWhenUsed/>
    <w:rsid w:val="00133D77"/>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2">
    <w:name w:val="Table Contemporary"/>
    <w:basedOn w:val="a9"/>
    <w:unhideWhenUsed/>
    <w:rsid w:val="00133D77"/>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Elegant"/>
    <w:basedOn w:val="a9"/>
    <w:unhideWhenUsed/>
    <w:rsid w:val="00133D77"/>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4">
    <w:name w:val="Table Professional"/>
    <w:basedOn w:val="a9"/>
    <w:unhideWhenUsed/>
    <w:rsid w:val="00133D77"/>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2">
    <w:name w:val="Table Subtle 1"/>
    <w:basedOn w:val="a9"/>
    <w:unhideWhenUsed/>
    <w:rsid w:val="00133D77"/>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unhideWhenUsed/>
    <w:rsid w:val="00133D77"/>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9"/>
    <w:unhideWhenUsed/>
    <w:rsid w:val="00133D77"/>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9"/>
    <w:unhideWhenUsed/>
    <w:rsid w:val="00133D77"/>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9"/>
    <w:unhideWhenUsed/>
    <w:rsid w:val="00133D77"/>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9"/>
    <w:uiPriority w:val="64"/>
    <w:rsid w:val="00133D77"/>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9"/>
    <w:rsid w:val="00133D77"/>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affffff5">
    <w:name w:val="Папушкин"/>
    <w:basedOn w:val="af6"/>
    <w:rsid w:val="00133D77"/>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9"/>
    <w:rsid w:val="00133D77"/>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
    <w:name w:val="Средний список 11"/>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9"/>
    <w:uiPriority w:val="65"/>
    <w:rsid w:val="00133D77"/>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Story" w:eastAsia="Times New Roman" w:hAnsi="Story"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3">
    <w:name w:val="Сетка таблицы1"/>
    <w:basedOn w:val="a9"/>
    <w:uiPriority w:val="59"/>
    <w:rsid w:val="00133D77"/>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Сетка таблицы2"/>
    <w:basedOn w:val="a9"/>
    <w:uiPriority w:val="59"/>
    <w:rsid w:val="00133D77"/>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ветлая заливка11"/>
    <w:basedOn w:val="a9"/>
    <w:uiPriority w:val="60"/>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4">
    <w:name w:val="Светлая заливка1"/>
    <w:basedOn w:val="a9"/>
    <w:uiPriority w:val="60"/>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4">
    <w:name w:val="Светлая заливка2"/>
    <w:basedOn w:val="a9"/>
    <w:uiPriority w:val="60"/>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e">
    <w:name w:val="Сетка таблицы3"/>
    <w:basedOn w:val="a9"/>
    <w:uiPriority w:val="59"/>
    <w:rsid w:val="00133D77"/>
    <w:rPr>
      <w:rFonts w:ascii="Calibri" w:hAnsi="Calibri"/>
      <w:sz w:val="22"/>
      <w:szCs w:val="22"/>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ветлая заливка113"/>
    <w:basedOn w:val="a9"/>
    <w:uiPriority w:val="60"/>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115"/>
    <w:basedOn w:val="a9"/>
    <w:uiPriority w:val="60"/>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9"/>
    <w:uiPriority w:val="60"/>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
    <w:name w:val="Светлая заливка3"/>
    <w:basedOn w:val="a9"/>
    <w:uiPriority w:val="60"/>
    <w:rsid w:val="00133D77"/>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9"/>
    <w:uiPriority w:val="60"/>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9"/>
    <w:uiPriority w:val="60"/>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9"/>
    <w:uiPriority w:val="59"/>
    <w:rsid w:val="00133D77"/>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ветлая заливка114"/>
    <w:basedOn w:val="a9"/>
    <w:uiPriority w:val="60"/>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6">
    <w:name w:val="рпдлпжлопж"/>
    <w:basedOn w:val="a9"/>
    <w:uiPriority w:val="99"/>
    <w:rsid w:val="00133D77"/>
    <w:pPr>
      <w:jc w:val="right"/>
    </w:pPr>
    <w:rPr>
      <w:rFonts w:ascii="Arial" w:hAnsi="Arial"/>
      <w:sz w:val="18"/>
      <w:szCs w:val="22"/>
      <w:lang w:eastAsia="ru-RU"/>
    </w:rPr>
    <w:tblPr>
      <w:tblStyleRowBandSize w:val="1"/>
      <w:tblStyleColBandSize w:val="1"/>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3">
    <w:name w:val="Светлая заливка31"/>
    <w:basedOn w:val="a9"/>
    <w:uiPriority w:val="60"/>
    <w:rsid w:val="00133D77"/>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9"/>
    <w:uiPriority w:val="59"/>
    <w:rsid w:val="00133D77"/>
    <w:pPr>
      <w:ind w:left="1080"/>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9"/>
    <w:rsid w:val="00133D77"/>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9"/>
    <w:rsid w:val="00133D77"/>
    <w:rPr>
      <w:rFonts w:eastAsia="Times New Roman"/>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1f5">
    <w:name w:val="Папушкин1"/>
    <w:basedOn w:val="af6"/>
    <w:rsid w:val="00133D77"/>
    <w:pPr>
      <w:spacing w:after="200" w:line="276" w:lineRule="auto"/>
      <w:jc w:val="center"/>
    </w:pPr>
    <w:rPr>
      <w:rFonts w:ascii="Arial" w:eastAsia="Times New Roman" w:hAnsi="Arial"/>
      <w:sz w:val="18"/>
      <w:szCs w:val="18"/>
      <w:lang w:eastAsia="ru-RU"/>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9"/>
    <w:rsid w:val="00133D77"/>
    <w:pPr>
      <w:ind w:left="1080"/>
    </w:pPr>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
    <w:name w:val="Столбцы таблицы 31"/>
    <w:basedOn w:val="a9"/>
    <w:rsid w:val="00133D77"/>
    <w:pPr>
      <w:widowControl w:val="0"/>
      <w:adjustRightInd w:val="0"/>
      <w:spacing w:line="360" w:lineRule="atLeast"/>
      <w:ind w:firstLine="567"/>
      <w:jc w:val="both"/>
    </w:pPr>
    <w:rPr>
      <w:rFonts w:eastAsia="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9"/>
    <w:rsid w:val="00133D77"/>
    <w:pPr>
      <w:widowControl w:val="0"/>
      <w:adjustRightInd w:val="0"/>
      <w:spacing w:line="360" w:lineRule="atLeast"/>
      <w:ind w:firstLine="567"/>
      <w:jc w:val="both"/>
    </w:pPr>
    <w:rPr>
      <w:rFonts w:eastAsia="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rsid w:val="00133D77"/>
    <w:pPr>
      <w:widowControl w:val="0"/>
      <w:adjustRightInd w:val="0"/>
      <w:spacing w:line="360" w:lineRule="atLeast"/>
      <w:ind w:firstLine="567"/>
      <w:jc w:val="both"/>
    </w:pPr>
    <w:rPr>
      <w:rFonts w:eastAsia="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9"/>
    <w:rsid w:val="00133D77"/>
    <w:pPr>
      <w:widowControl w:val="0"/>
      <w:adjustRightInd w:val="0"/>
      <w:spacing w:line="360" w:lineRule="atLeast"/>
      <w:ind w:firstLine="567"/>
      <w:jc w:val="both"/>
    </w:pPr>
    <w:rPr>
      <w:rFonts w:eastAsia="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Столбцы таблицы 21"/>
    <w:basedOn w:val="a9"/>
    <w:rsid w:val="00133D77"/>
    <w:pPr>
      <w:widowControl w:val="0"/>
      <w:adjustRightInd w:val="0"/>
      <w:spacing w:line="360" w:lineRule="atLeast"/>
      <w:ind w:firstLine="567"/>
      <w:jc w:val="both"/>
    </w:pPr>
    <w:rPr>
      <w:rFonts w:eastAsia="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9"/>
    <w:rsid w:val="00133D77"/>
    <w:pPr>
      <w:widowControl w:val="0"/>
      <w:adjustRightInd w:val="0"/>
      <w:spacing w:line="360" w:lineRule="atLeast"/>
      <w:ind w:firstLine="567"/>
      <w:jc w:val="both"/>
    </w:pPr>
    <w:rPr>
      <w:rFonts w:eastAsia="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6">
    <w:name w:val="Современная таблица1"/>
    <w:basedOn w:val="a9"/>
    <w:rsid w:val="00133D77"/>
    <w:pPr>
      <w:widowControl w:val="0"/>
      <w:adjustRightInd w:val="0"/>
      <w:spacing w:line="360" w:lineRule="atLeast"/>
      <w:ind w:firstLine="567"/>
      <w:jc w:val="both"/>
    </w:pPr>
    <w:rPr>
      <w:rFonts w:eastAsia="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9"/>
    <w:uiPriority w:val="65"/>
    <w:rsid w:val="00133D77"/>
    <w:rPr>
      <w:rFonts w:eastAsia="Times New Roman"/>
      <w:color w:val="000000"/>
      <w:lang w:eastAsia="ru-RU"/>
    </w:rPr>
    <w:tblPr>
      <w:tblStyleRowBandSize w:val="1"/>
      <w:tblStyleColBandSize w:val="1"/>
      <w:tblBorders>
        <w:top w:val="single" w:sz="8" w:space="0" w:color="4F81BD"/>
        <w:bottom w:val="single" w:sz="8" w:space="0" w:color="4F81BD"/>
      </w:tblBorders>
    </w:tblPr>
    <w:tblStylePr w:type="firstRow">
      <w:rPr>
        <w:rFonts w:ascii="Story" w:eastAsia="Times New Roman" w:hAnsi="Story"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
    <w:name w:val="Простая таблица 21"/>
    <w:basedOn w:val="a9"/>
    <w:rsid w:val="00133D77"/>
    <w:pPr>
      <w:widowControl w:val="0"/>
      <w:adjustRightInd w:val="0"/>
      <w:spacing w:line="360" w:lineRule="atLeast"/>
      <w:ind w:firstLine="567"/>
      <w:jc w:val="both"/>
    </w:pPr>
    <w:rPr>
      <w:rFonts w:eastAsia="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7">
    <w:name w:val="Стандартная таблица1"/>
    <w:basedOn w:val="a9"/>
    <w:rsid w:val="00133D77"/>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9"/>
    <w:rsid w:val="00133D77"/>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9"/>
    <w:rsid w:val="00133D77"/>
    <w:pPr>
      <w:widowControl w:val="0"/>
      <w:adjustRightInd w:val="0"/>
      <w:spacing w:before="120" w:after="120"/>
      <w:ind w:firstLine="567"/>
      <w:jc w:val="both"/>
    </w:pPr>
    <w:rPr>
      <w:rFonts w:eastAsia="Times New Roman"/>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Изящная таблица 21"/>
    <w:basedOn w:val="a9"/>
    <w:rsid w:val="00133D77"/>
    <w:pPr>
      <w:widowControl w:val="0"/>
      <w:adjustRightInd w:val="0"/>
      <w:spacing w:before="120" w:after="120"/>
      <w:ind w:firstLine="567"/>
      <w:jc w:val="both"/>
    </w:pPr>
    <w:rPr>
      <w:rFonts w:eastAsia="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9"/>
    <w:rsid w:val="00133D77"/>
    <w:pPr>
      <w:widowControl w:val="0"/>
      <w:adjustRightInd w:val="0"/>
      <w:spacing w:before="120" w:after="120"/>
      <w:ind w:firstLine="567"/>
      <w:jc w:val="both"/>
    </w:pPr>
    <w:rPr>
      <w:rFonts w:eastAsia="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9"/>
    <w:rsid w:val="00133D77"/>
    <w:pPr>
      <w:widowControl w:val="0"/>
      <w:adjustRightInd w:val="0"/>
      <w:spacing w:before="120" w:after="120"/>
      <w:ind w:firstLine="567"/>
      <w:jc w:val="both"/>
    </w:pPr>
    <w:rPr>
      <w:rFonts w:eastAsia="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rsid w:val="00133D77"/>
    <w:pPr>
      <w:widowControl w:val="0"/>
      <w:adjustRightInd w:val="0"/>
      <w:spacing w:before="120" w:after="120"/>
      <w:ind w:firstLine="567"/>
      <w:jc w:val="both"/>
    </w:pPr>
    <w:rPr>
      <w:rFonts w:eastAsia="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8">
    <w:name w:val="Изысканная таблица1"/>
    <w:basedOn w:val="a9"/>
    <w:rsid w:val="00133D77"/>
    <w:pPr>
      <w:widowControl w:val="0"/>
      <w:adjustRightInd w:val="0"/>
      <w:spacing w:before="120" w:after="120"/>
      <w:ind w:firstLine="567"/>
      <w:jc w:val="both"/>
    </w:pPr>
    <w:rPr>
      <w:rFonts w:eastAsia="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9"/>
    <w:rsid w:val="00133D77"/>
    <w:pPr>
      <w:widowControl w:val="0"/>
      <w:adjustRightInd w:val="0"/>
      <w:spacing w:before="120" w:after="120"/>
      <w:ind w:firstLine="567"/>
      <w:jc w:val="both"/>
    </w:pPr>
    <w:rPr>
      <w:rFonts w:eastAsia="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Классическая таблица 21"/>
    <w:basedOn w:val="a9"/>
    <w:rsid w:val="00133D77"/>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9">
    <w:name w:val="Сетка таблицы11"/>
    <w:basedOn w:val="a9"/>
    <w:rsid w:val="00133D77"/>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
    <w:basedOn w:val="a9"/>
    <w:rsid w:val="00133D77"/>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9"/>
    <w:rsid w:val="00133D77"/>
    <w:pPr>
      <w:widowControl w:val="0"/>
      <w:adjustRightInd w:val="0"/>
      <w:spacing w:before="120" w:after="120"/>
      <w:ind w:firstLine="567"/>
      <w:jc w:val="both"/>
    </w:pPr>
    <w:rPr>
      <w:rFonts w:eastAsia="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
    <w:name w:val="Сетка таблицы 21"/>
    <w:basedOn w:val="a9"/>
    <w:rsid w:val="00133D77"/>
    <w:pPr>
      <w:widowControl w:val="0"/>
      <w:adjustRightInd w:val="0"/>
      <w:spacing w:before="120" w:after="120"/>
      <w:ind w:firstLine="567"/>
      <w:jc w:val="both"/>
    </w:pPr>
    <w:rPr>
      <w:rFonts w:eastAsia="Times New Roman"/>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9"/>
    <w:rsid w:val="00133D77"/>
    <w:pPr>
      <w:widowControl w:val="0"/>
      <w:adjustRightInd w:val="0"/>
      <w:spacing w:before="120" w:after="120"/>
      <w:ind w:firstLine="567"/>
      <w:jc w:val="both"/>
    </w:pPr>
    <w:rPr>
      <w:rFonts w:eastAsia="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
    <w:name w:val="Простая таблица 31"/>
    <w:basedOn w:val="a9"/>
    <w:rsid w:val="00133D77"/>
    <w:pPr>
      <w:widowControl w:val="0"/>
      <w:adjustRightInd w:val="0"/>
      <w:spacing w:before="120" w:after="120"/>
      <w:ind w:firstLine="567"/>
      <w:jc w:val="both"/>
    </w:pPr>
    <w:rPr>
      <w:rFonts w:eastAsia="Times New Roman"/>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9"/>
    <w:uiPriority w:val="64"/>
    <w:rsid w:val="00133D77"/>
    <w:rPr>
      <w:rFonts w:eastAsia="Times New Roman"/>
      <w:lang w:eastAsia="ru-RU"/>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9"/>
    <w:uiPriority w:val="65"/>
    <w:rsid w:val="00133D77"/>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9"/>
    <w:uiPriority w:val="65"/>
    <w:rsid w:val="00133D77"/>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9"/>
    <w:uiPriority w:val="60"/>
    <w:rsid w:val="00133D77"/>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редний список 12"/>
    <w:basedOn w:val="a9"/>
    <w:uiPriority w:val="65"/>
    <w:rsid w:val="00133D77"/>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
    <w:name w:val="Светлая заливка12"/>
    <w:basedOn w:val="a9"/>
    <w:uiPriority w:val="60"/>
    <w:rsid w:val="00133D77"/>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редний список 114"/>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0">
    <w:name w:val="Средний список 115"/>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9">
    <w:name w:val="Светлая заливка21"/>
    <w:basedOn w:val="a9"/>
    <w:uiPriority w:val="60"/>
    <w:rsid w:val="00133D77"/>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9"/>
    <w:uiPriority w:val="60"/>
    <w:rsid w:val="00133D77"/>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9"/>
    <w:uiPriority w:val="65"/>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rPr>
        <w:rFonts w:ascii="Story" w:eastAsia="Times New Roman" w:hAnsi="Story"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9"/>
    <w:uiPriority w:val="60"/>
    <w:rsid w:val="00133D77"/>
    <w:rPr>
      <w:rFonts w:eastAsia="Times New Roman"/>
      <w:color w:val="000000"/>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9"/>
    <w:uiPriority w:val="60"/>
    <w:rsid w:val="00133D77"/>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9"/>
    <w:uiPriority w:val="60"/>
    <w:rsid w:val="00133D77"/>
    <w:rPr>
      <w:rFonts w:ascii="Calibri" w:hAnsi="Calibri"/>
      <w:color w:val="000000"/>
      <w:sz w:val="22"/>
      <w:szCs w:val="22"/>
      <w:lang w:eastAsia="ru-RU"/>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9"/>
    <w:rsid w:val="00133D77"/>
    <w:rPr>
      <w:rFonts w:eastAsia="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2">
    <w:name w:val="Классическая таблица 12"/>
    <w:basedOn w:val="a9"/>
    <w:rsid w:val="00133D77"/>
    <w:pPr>
      <w:widowControl w:val="0"/>
      <w:adjustRightInd w:val="0"/>
      <w:spacing w:before="120" w:after="120"/>
      <w:ind w:firstLine="567"/>
      <w:jc w:val="both"/>
    </w:pPr>
    <w:rPr>
      <w:rFonts w:eastAsia="Times New Roman"/>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9"/>
    <w:uiPriority w:val="59"/>
    <w:rsid w:val="00133D77"/>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9"/>
    <w:uiPriority w:val="59"/>
    <w:rsid w:val="00133D77"/>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
    <w:basedOn w:val="a9"/>
    <w:uiPriority w:val="59"/>
    <w:rsid w:val="00133D77"/>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
    <w:basedOn w:val="a9"/>
    <w:uiPriority w:val="59"/>
    <w:rsid w:val="00133D77"/>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9"/>
    <w:uiPriority w:val="59"/>
    <w:rsid w:val="00133D77"/>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9"/>
    <w:uiPriority w:val="59"/>
    <w:rsid w:val="00133D77"/>
    <w:rPr>
      <w:rFonts w:ascii="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uiPriority w:val="59"/>
    <w:rsid w:val="00133D77"/>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9"/>
    <w:uiPriority w:val="59"/>
    <w:rsid w:val="00133D77"/>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
    <w:basedOn w:val="a9"/>
    <w:uiPriority w:val="59"/>
    <w:rsid w:val="00133D77"/>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9"/>
    <w:uiPriority w:val="59"/>
    <w:rsid w:val="00133D77"/>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9"/>
    <w:uiPriority w:val="59"/>
    <w:rsid w:val="00133D77"/>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9"/>
    <w:uiPriority w:val="59"/>
    <w:rsid w:val="00133D77"/>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9"/>
    <w:rsid w:val="00133D77"/>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9"/>
    <w:uiPriority w:val="59"/>
    <w:rsid w:val="00133D77"/>
    <w:rPr>
      <w:rFonts w:ascii="Calibri" w:eastAsia="Times New Roman"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9"/>
    <w:rsid w:val="00133D77"/>
    <w:pPr>
      <w:widowControl w:val="0"/>
      <w:suppressAutoHyphens/>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9"/>
    <w:rsid w:val="00133D77"/>
    <w:pPr>
      <w:widowControl w:val="0"/>
    </w:pPr>
    <w:rPr>
      <w:rFonts w:ascii="Calibri" w:hAnsi="Calibri"/>
      <w:sz w:val="22"/>
      <w:szCs w:val="22"/>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4">
    <w:name w:val="1 / 1.1 / 1.1.4"/>
    <w:rsid w:val="00133D77"/>
    <w:pPr>
      <w:numPr>
        <w:numId w:val="2"/>
      </w:numPr>
    </w:pPr>
  </w:style>
  <w:style w:type="numbering" w:styleId="a0">
    <w:name w:val="Outline List 3"/>
    <w:basedOn w:val="aa"/>
    <w:uiPriority w:val="99"/>
    <w:semiHidden/>
    <w:unhideWhenUsed/>
    <w:rsid w:val="00133D77"/>
    <w:pPr>
      <w:numPr>
        <w:numId w:val="4"/>
      </w:numPr>
    </w:pPr>
  </w:style>
  <w:style w:type="numbering" w:styleId="1ai">
    <w:name w:val="Outline List 1"/>
    <w:basedOn w:val="aa"/>
    <w:uiPriority w:val="99"/>
    <w:semiHidden/>
    <w:unhideWhenUsed/>
    <w:rsid w:val="00133D77"/>
    <w:pPr>
      <w:numPr>
        <w:numId w:val="5"/>
      </w:numPr>
    </w:pPr>
  </w:style>
  <w:style w:type="numbering" w:customStyle="1" w:styleId="111112">
    <w:name w:val="1 / 1.1 / 1.1.2"/>
    <w:rsid w:val="00133D77"/>
    <w:pPr>
      <w:numPr>
        <w:numId w:val="6"/>
      </w:numPr>
    </w:pPr>
  </w:style>
  <w:style w:type="numbering" w:customStyle="1" w:styleId="1ai11">
    <w:name w:val="1 / a / i11"/>
    <w:rsid w:val="00133D77"/>
    <w:pPr>
      <w:numPr>
        <w:numId w:val="7"/>
      </w:numPr>
    </w:pPr>
  </w:style>
  <w:style w:type="numbering" w:customStyle="1" w:styleId="11">
    <w:name w:val="Статья / Раздел11"/>
    <w:rsid w:val="00133D77"/>
    <w:pPr>
      <w:numPr>
        <w:numId w:val="8"/>
      </w:numPr>
    </w:pPr>
  </w:style>
  <w:style w:type="character" w:customStyle="1" w:styleId="S10">
    <w:name w:val="S_Маркированный Знак1"/>
    <w:basedOn w:val="a8"/>
    <w:locked/>
    <w:rsid w:val="00133D77"/>
  </w:style>
  <w:style w:type="character" w:customStyle="1" w:styleId="S3">
    <w:name w:val="S_Обычный Знак Знак"/>
    <w:locked/>
    <w:rsid w:val="00133D77"/>
    <w:rPr>
      <w:rFonts w:eastAsia="Times New Roman"/>
    </w:rPr>
  </w:style>
  <w:style w:type="paragraph" w:customStyle="1" w:styleId="affffff7">
    <w:name w:val="Абзац"/>
    <w:basedOn w:val="a4"/>
    <w:link w:val="affffff8"/>
    <w:rsid w:val="00133D77"/>
    <w:pPr>
      <w:spacing w:before="120" w:after="60" w:line="240" w:lineRule="auto"/>
      <w:ind w:firstLine="567"/>
      <w:jc w:val="both"/>
    </w:pPr>
    <w:rPr>
      <w:rFonts w:ascii="Calibri" w:hAnsi="Calibri"/>
      <w:szCs w:val="24"/>
      <w:lang w:eastAsia="ru-RU"/>
    </w:rPr>
  </w:style>
  <w:style w:type="character" w:customStyle="1" w:styleId="affffff8">
    <w:name w:val="Абзац Знак"/>
    <w:link w:val="affffff7"/>
    <w:rsid w:val="00133D77"/>
    <w:rPr>
      <w:rFonts w:ascii="Calibri" w:eastAsiaTheme="minorEastAsia" w:hAnsi="Calibri" w:cstheme="minorBidi"/>
      <w:lang w:eastAsia="ru-RU"/>
    </w:rPr>
  </w:style>
  <w:style w:type="character" w:customStyle="1" w:styleId="S4">
    <w:name w:val="S_Маркированный Знак Знак"/>
    <w:basedOn w:val="a8"/>
    <w:locked/>
    <w:rsid w:val="00133D77"/>
  </w:style>
  <w:style w:type="paragraph" w:customStyle="1" w:styleId="font0">
    <w:name w:val="font0"/>
    <w:basedOn w:val="a4"/>
    <w:rsid w:val="00133D77"/>
    <w:pPr>
      <w:spacing w:before="100" w:beforeAutospacing="1" w:after="100" w:afterAutospacing="1" w:line="240" w:lineRule="auto"/>
    </w:pPr>
    <w:rPr>
      <w:rFonts w:eastAsia="Times New Roman" w:cs="Times New Roman"/>
      <w:color w:val="000000"/>
      <w:sz w:val="20"/>
      <w:szCs w:val="20"/>
      <w:lang w:eastAsia="ru-RU"/>
    </w:rPr>
  </w:style>
  <w:style w:type="paragraph" w:customStyle="1" w:styleId="xl95">
    <w:name w:val="xl95"/>
    <w:basedOn w:val="a4"/>
    <w:rsid w:val="00133D7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6">
    <w:name w:val="xl96"/>
    <w:basedOn w:val="a4"/>
    <w:rsid w:val="00133D7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97">
    <w:name w:val="xl97"/>
    <w:basedOn w:val="a4"/>
    <w:rsid w:val="00133D7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98">
    <w:name w:val="xl98"/>
    <w:basedOn w:val="a4"/>
    <w:rsid w:val="00133D77"/>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9">
    <w:name w:val="xl99"/>
    <w:basedOn w:val="a4"/>
    <w:rsid w:val="00133D77"/>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0">
    <w:name w:val="xl100"/>
    <w:basedOn w:val="a4"/>
    <w:rsid w:val="00133D77"/>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1">
    <w:name w:val="xl101"/>
    <w:basedOn w:val="a4"/>
    <w:rsid w:val="00133D77"/>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2">
    <w:name w:val="xl102"/>
    <w:basedOn w:val="a4"/>
    <w:rsid w:val="00133D77"/>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3">
    <w:name w:val="xl103"/>
    <w:basedOn w:val="a4"/>
    <w:rsid w:val="00133D77"/>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04">
    <w:name w:val="xl104"/>
    <w:basedOn w:val="a4"/>
    <w:rsid w:val="00133D77"/>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numbering" w:styleId="111111">
    <w:name w:val="Outline List 2"/>
    <w:aliases w:val="1 / 1.1 / 1.1."/>
    <w:basedOn w:val="aa"/>
    <w:rsid w:val="00133D77"/>
  </w:style>
  <w:style w:type="numbering" w:customStyle="1" w:styleId="1f9">
    <w:name w:val="Нет списка1"/>
    <w:next w:val="aa"/>
    <w:uiPriority w:val="99"/>
    <w:semiHidden/>
    <w:unhideWhenUsed/>
    <w:rsid w:val="00133D77"/>
  </w:style>
  <w:style w:type="numbering" w:customStyle="1" w:styleId="111113">
    <w:name w:val="1 / 1.1 / 1.1.3"/>
    <w:basedOn w:val="aa"/>
    <w:next w:val="111111"/>
    <w:locked/>
    <w:rsid w:val="00133D77"/>
  </w:style>
  <w:style w:type="numbering" w:customStyle="1" w:styleId="2f5">
    <w:name w:val="Нет списка2"/>
    <w:next w:val="aa"/>
    <w:semiHidden/>
    <w:unhideWhenUsed/>
    <w:rsid w:val="00133D77"/>
  </w:style>
  <w:style w:type="numbering" w:customStyle="1" w:styleId="11b">
    <w:name w:val="Нет списка11"/>
    <w:next w:val="aa"/>
    <w:uiPriority w:val="99"/>
    <w:semiHidden/>
    <w:unhideWhenUsed/>
    <w:rsid w:val="00133D77"/>
  </w:style>
  <w:style w:type="numbering" w:customStyle="1" w:styleId="21a">
    <w:name w:val="Нет списка21"/>
    <w:next w:val="aa"/>
    <w:uiPriority w:val="99"/>
    <w:semiHidden/>
    <w:unhideWhenUsed/>
    <w:rsid w:val="00133D77"/>
  </w:style>
  <w:style w:type="numbering" w:customStyle="1" w:styleId="1118">
    <w:name w:val="Нет списка111"/>
    <w:next w:val="aa"/>
    <w:uiPriority w:val="99"/>
    <w:semiHidden/>
    <w:unhideWhenUsed/>
    <w:rsid w:val="00133D77"/>
  </w:style>
  <w:style w:type="numbering" w:customStyle="1" w:styleId="3f0">
    <w:name w:val="Нет списка3"/>
    <w:next w:val="aa"/>
    <w:uiPriority w:val="99"/>
    <w:semiHidden/>
    <w:unhideWhenUsed/>
    <w:rsid w:val="00133D77"/>
  </w:style>
  <w:style w:type="numbering" w:customStyle="1" w:styleId="4b">
    <w:name w:val="Нет списка4"/>
    <w:next w:val="aa"/>
    <w:uiPriority w:val="99"/>
    <w:semiHidden/>
    <w:unhideWhenUsed/>
    <w:rsid w:val="00133D77"/>
  </w:style>
  <w:style w:type="numbering" w:customStyle="1" w:styleId="5d">
    <w:name w:val="Нет списка5"/>
    <w:next w:val="aa"/>
    <w:uiPriority w:val="99"/>
    <w:semiHidden/>
    <w:unhideWhenUsed/>
    <w:rsid w:val="00133D77"/>
  </w:style>
  <w:style w:type="numbering" w:customStyle="1" w:styleId="63">
    <w:name w:val="Нет списка6"/>
    <w:next w:val="aa"/>
    <w:uiPriority w:val="99"/>
    <w:semiHidden/>
    <w:unhideWhenUsed/>
    <w:rsid w:val="00133D77"/>
  </w:style>
  <w:style w:type="numbering" w:customStyle="1" w:styleId="73">
    <w:name w:val="Нет списка7"/>
    <w:next w:val="aa"/>
    <w:uiPriority w:val="99"/>
    <w:semiHidden/>
    <w:unhideWhenUsed/>
    <w:rsid w:val="00133D77"/>
  </w:style>
  <w:style w:type="numbering" w:customStyle="1" w:styleId="84">
    <w:name w:val="Нет списка8"/>
    <w:next w:val="aa"/>
    <w:uiPriority w:val="99"/>
    <w:semiHidden/>
    <w:unhideWhenUsed/>
    <w:rsid w:val="00133D77"/>
  </w:style>
  <w:style w:type="numbering" w:customStyle="1" w:styleId="93">
    <w:name w:val="Нет списка9"/>
    <w:next w:val="aa"/>
    <w:uiPriority w:val="99"/>
    <w:semiHidden/>
    <w:unhideWhenUsed/>
    <w:rsid w:val="00133D77"/>
  </w:style>
  <w:style w:type="numbering" w:customStyle="1" w:styleId="101">
    <w:name w:val="Нет списка10"/>
    <w:next w:val="aa"/>
    <w:uiPriority w:val="99"/>
    <w:semiHidden/>
    <w:unhideWhenUsed/>
    <w:rsid w:val="00133D77"/>
  </w:style>
  <w:style w:type="numbering" w:customStyle="1" w:styleId="124">
    <w:name w:val="Нет списка12"/>
    <w:next w:val="aa"/>
    <w:uiPriority w:val="99"/>
    <w:semiHidden/>
    <w:unhideWhenUsed/>
    <w:rsid w:val="00133D77"/>
  </w:style>
  <w:style w:type="numbering" w:customStyle="1" w:styleId="133">
    <w:name w:val="Нет списка13"/>
    <w:next w:val="aa"/>
    <w:uiPriority w:val="99"/>
    <w:semiHidden/>
    <w:unhideWhenUsed/>
    <w:rsid w:val="00133D77"/>
  </w:style>
  <w:style w:type="numbering" w:customStyle="1" w:styleId="141">
    <w:name w:val="Нет списка14"/>
    <w:next w:val="aa"/>
    <w:uiPriority w:val="99"/>
    <w:semiHidden/>
    <w:unhideWhenUsed/>
    <w:rsid w:val="00133D77"/>
  </w:style>
  <w:style w:type="numbering" w:customStyle="1" w:styleId="151">
    <w:name w:val="Нет списка15"/>
    <w:next w:val="aa"/>
    <w:uiPriority w:val="99"/>
    <w:semiHidden/>
    <w:unhideWhenUsed/>
    <w:rsid w:val="00133D77"/>
  </w:style>
  <w:style w:type="numbering" w:customStyle="1" w:styleId="161">
    <w:name w:val="Нет списка16"/>
    <w:next w:val="aa"/>
    <w:uiPriority w:val="99"/>
    <w:semiHidden/>
    <w:unhideWhenUsed/>
    <w:rsid w:val="00133D77"/>
  </w:style>
  <w:style w:type="numbering" w:customStyle="1" w:styleId="221">
    <w:name w:val="Нет списка22"/>
    <w:next w:val="aa"/>
    <w:semiHidden/>
    <w:rsid w:val="00133D77"/>
  </w:style>
  <w:style w:type="numbering" w:customStyle="1" w:styleId="171">
    <w:name w:val="Нет списка17"/>
    <w:next w:val="aa"/>
    <w:uiPriority w:val="99"/>
    <w:semiHidden/>
    <w:unhideWhenUsed/>
    <w:rsid w:val="00133D77"/>
  </w:style>
  <w:style w:type="numbering" w:customStyle="1" w:styleId="180">
    <w:name w:val="Нет списка18"/>
    <w:next w:val="aa"/>
    <w:uiPriority w:val="99"/>
    <w:semiHidden/>
    <w:unhideWhenUsed/>
    <w:rsid w:val="00133D77"/>
  </w:style>
  <w:style w:type="numbering" w:customStyle="1" w:styleId="230">
    <w:name w:val="Нет списка23"/>
    <w:next w:val="aa"/>
    <w:semiHidden/>
    <w:rsid w:val="00133D77"/>
  </w:style>
  <w:style w:type="numbering" w:customStyle="1" w:styleId="21b">
    <w:name w:val="Статья / Раздел21"/>
    <w:basedOn w:val="aa"/>
    <w:next w:val="a0"/>
    <w:rsid w:val="00133D77"/>
  </w:style>
  <w:style w:type="numbering" w:customStyle="1" w:styleId="1ai31">
    <w:name w:val="1 / a / i31"/>
    <w:basedOn w:val="aa"/>
    <w:next w:val="1ai"/>
    <w:rsid w:val="00133D77"/>
  </w:style>
  <w:style w:type="numbering" w:customStyle="1" w:styleId="1ai3">
    <w:name w:val="1 / a / i3"/>
    <w:rsid w:val="00133D77"/>
    <w:pPr>
      <w:numPr>
        <w:numId w:val="9"/>
      </w:numPr>
    </w:pPr>
  </w:style>
  <w:style w:type="numbering" w:customStyle="1" w:styleId="1ai316">
    <w:name w:val="1 / a / i316"/>
    <w:basedOn w:val="aa"/>
    <w:next w:val="1ai"/>
    <w:rsid w:val="00133D77"/>
  </w:style>
  <w:style w:type="paragraph" w:customStyle="1" w:styleId="xl105">
    <w:name w:val="xl105"/>
    <w:basedOn w:val="a4"/>
    <w:rsid w:val="00133D77"/>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06">
    <w:name w:val="xl106"/>
    <w:basedOn w:val="a4"/>
    <w:rsid w:val="00133D77"/>
    <w:pPr>
      <w:pBdr>
        <w:lef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07">
    <w:name w:val="xl107"/>
    <w:basedOn w:val="a4"/>
    <w:rsid w:val="00133D77"/>
    <w:pPr>
      <w:pBdr>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08">
    <w:name w:val="xl108"/>
    <w:basedOn w:val="a4"/>
    <w:rsid w:val="00133D77"/>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09">
    <w:name w:val="xl109"/>
    <w:basedOn w:val="a4"/>
    <w:rsid w:val="00133D77"/>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10">
    <w:name w:val="xl110"/>
    <w:basedOn w:val="a4"/>
    <w:rsid w:val="00133D7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111">
    <w:name w:val="xl111"/>
    <w:basedOn w:val="a4"/>
    <w:rsid w:val="00133D7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112">
    <w:name w:val="xl112"/>
    <w:basedOn w:val="a4"/>
    <w:rsid w:val="00133D77"/>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113">
    <w:name w:val="xl113"/>
    <w:basedOn w:val="a4"/>
    <w:rsid w:val="00133D77"/>
    <w:pPr>
      <w:pBdr>
        <w:bottom w:val="single" w:sz="4" w:space="0" w:color="auto"/>
        <w:right w:val="single" w:sz="4" w:space="0" w:color="auto"/>
      </w:pBdr>
      <w:shd w:val="clear" w:color="auto" w:fill="C4BD97"/>
      <w:spacing w:before="100" w:beforeAutospacing="1" w:after="100" w:afterAutospacing="1" w:line="240" w:lineRule="auto"/>
      <w:jc w:val="center"/>
    </w:pPr>
    <w:rPr>
      <w:rFonts w:eastAsia="Times New Roman" w:cs="Times New Roman"/>
      <w:b/>
      <w:bCs/>
      <w:szCs w:val="24"/>
      <w:lang w:eastAsia="ru-RU"/>
    </w:rPr>
  </w:style>
  <w:style w:type="paragraph" w:customStyle="1" w:styleId="xl114">
    <w:name w:val="xl114"/>
    <w:basedOn w:val="a4"/>
    <w:rsid w:val="00133D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eastAsia="Times New Roman" w:cs="Times New Roman"/>
      <w:color w:val="000000"/>
      <w:szCs w:val="24"/>
      <w:lang w:eastAsia="ru-RU"/>
    </w:rPr>
  </w:style>
  <w:style w:type="numbering" w:customStyle="1" w:styleId="190">
    <w:name w:val="Нет списка19"/>
    <w:next w:val="aa"/>
    <w:uiPriority w:val="99"/>
    <w:semiHidden/>
    <w:unhideWhenUsed/>
    <w:rsid w:val="00133D77"/>
  </w:style>
  <w:style w:type="numbering" w:customStyle="1" w:styleId="111115">
    <w:name w:val="1 / 1.1 / 1.1.5"/>
    <w:basedOn w:val="aa"/>
    <w:next w:val="111111"/>
    <w:rsid w:val="00133D77"/>
  </w:style>
  <w:style w:type="numbering" w:customStyle="1" w:styleId="1100">
    <w:name w:val="Нет списка110"/>
    <w:next w:val="aa"/>
    <w:uiPriority w:val="99"/>
    <w:semiHidden/>
    <w:unhideWhenUsed/>
    <w:rsid w:val="00133D77"/>
  </w:style>
  <w:style w:type="table" w:customStyle="1" w:styleId="1171">
    <w:name w:val="Светлая заливка117"/>
    <w:basedOn w:val="a9"/>
    <w:uiPriority w:val="60"/>
    <w:rsid w:val="00133D77"/>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9"/>
    <w:next w:val="2-4"/>
    <w:uiPriority w:val="64"/>
    <w:rsid w:val="00133D77"/>
    <w:pPr>
      <w:spacing w:after="0" w:line="240" w:lineRule="auto"/>
    </w:pPr>
    <w:rPr>
      <w:rFonts w:eastAsia="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9"/>
    <w:uiPriority w:val="60"/>
    <w:rsid w:val="00133D77"/>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9"/>
    <w:uiPriority w:val="60"/>
    <w:rsid w:val="00133D77"/>
    <w:pPr>
      <w:spacing w:after="0" w:line="240" w:lineRule="auto"/>
    </w:pPr>
    <w:rPr>
      <w:rFonts w:eastAsia="Times New Roman"/>
      <w:color w:val="000000" w:themeColor="text1" w:themeShade="BF"/>
      <w:sz w:val="20"/>
      <w:szCs w:val="20"/>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a">
    <w:name w:val="рпдлпжлопж1"/>
    <w:basedOn w:val="a9"/>
    <w:uiPriority w:val="99"/>
    <w:rsid w:val="00133D77"/>
    <w:pPr>
      <w:spacing w:after="0" w:line="240" w:lineRule="auto"/>
      <w:jc w:val="right"/>
    </w:pPr>
    <w:rPr>
      <w:rFonts w:ascii="Arial" w:hAnsi="Arial" w:cstheme="minorBidi"/>
      <w:sz w:val="18"/>
      <w:szCs w:val="22"/>
    </w:rPr>
    <w:tblPr>
      <w:tblStyleRowBandSize w:val="1"/>
      <w:tblStyleColBandSize w:val="1"/>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a"/>
    <w:next w:val="111111"/>
    <w:locked/>
    <w:rsid w:val="00133D77"/>
  </w:style>
  <w:style w:type="numbering" w:customStyle="1" w:styleId="240">
    <w:name w:val="Нет списка24"/>
    <w:next w:val="aa"/>
    <w:semiHidden/>
    <w:unhideWhenUsed/>
    <w:rsid w:val="00133D77"/>
  </w:style>
  <w:style w:type="numbering" w:customStyle="1" w:styleId="1122">
    <w:name w:val="Нет списка112"/>
    <w:next w:val="aa"/>
    <w:uiPriority w:val="99"/>
    <w:semiHidden/>
    <w:unhideWhenUsed/>
    <w:rsid w:val="00133D77"/>
  </w:style>
  <w:style w:type="numbering" w:customStyle="1" w:styleId="2110">
    <w:name w:val="Нет списка211"/>
    <w:next w:val="aa"/>
    <w:uiPriority w:val="99"/>
    <w:semiHidden/>
    <w:unhideWhenUsed/>
    <w:rsid w:val="00133D77"/>
  </w:style>
  <w:style w:type="numbering" w:customStyle="1" w:styleId="11112">
    <w:name w:val="Нет списка1111"/>
    <w:next w:val="aa"/>
    <w:uiPriority w:val="99"/>
    <w:semiHidden/>
    <w:unhideWhenUsed/>
    <w:rsid w:val="00133D77"/>
  </w:style>
  <w:style w:type="numbering" w:customStyle="1" w:styleId="317">
    <w:name w:val="Нет списка31"/>
    <w:next w:val="aa"/>
    <w:uiPriority w:val="99"/>
    <w:semiHidden/>
    <w:unhideWhenUsed/>
    <w:rsid w:val="00133D77"/>
  </w:style>
  <w:style w:type="numbering" w:customStyle="1" w:styleId="411">
    <w:name w:val="Нет списка41"/>
    <w:next w:val="aa"/>
    <w:uiPriority w:val="99"/>
    <w:semiHidden/>
    <w:unhideWhenUsed/>
    <w:rsid w:val="00133D77"/>
  </w:style>
  <w:style w:type="numbering" w:customStyle="1" w:styleId="512">
    <w:name w:val="Нет списка51"/>
    <w:next w:val="aa"/>
    <w:uiPriority w:val="99"/>
    <w:semiHidden/>
    <w:unhideWhenUsed/>
    <w:rsid w:val="00133D77"/>
  </w:style>
  <w:style w:type="numbering" w:customStyle="1" w:styleId="610">
    <w:name w:val="Нет списка61"/>
    <w:next w:val="aa"/>
    <w:uiPriority w:val="99"/>
    <w:semiHidden/>
    <w:unhideWhenUsed/>
    <w:rsid w:val="00133D77"/>
  </w:style>
  <w:style w:type="numbering" w:customStyle="1" w:styleId="710">
    <w:name w:val="Нет списка71"/>
    <w:next w:val="aa"/>
    <w:uiPriority w:val="99"/>
    <w:semiHidden/>
    <w:unhideWhenUsed/>
    <w:rsid w:val="00133D77"/>
  </w:style>
  <w:style w:type="numbering" w:customStyle="1" w:styleId="811">
    <w:name w:val="Нет списка81"/>
    <w:next w:val="aa"/>
    <w:uiPriority w:val="99"/>
    <w:semiHidden/>
    <w:unhideWhenUsed/>
    <w:rsid w:val="00133D77"/>
  </w:style>
  <w:style w:type="numbering" w:customStyle="1" w:styleId="910">
    <w:name w:val="Нет списка91"/>
    <w:next w:val="aa"/>
    <w:uiPriority w:val="99"/>
    <w:semiHidden/>
    <w:unhideWhenUsed/>
    <w:rsid w:val="00133D77"/>
  </w:style>
  <w:style w:type="numbering" w:customStyle="1" w:styleId="1010">
    <w:name w:val="Нет списка101"/>
    <w:next w:val="aa"/>
    <w:uiPriority w:val="99"/>
    <w:semiHidden/>
    <w:unhideWhenUsed/>
    <w:rsid w:val="00133D77"/>
  </w:style>
  <w:style w:type="numbering" w:customStyle="1" w:styleId="1211">
    <w:name w:val="Нет списка121"/>
    <w:next w:val="aa"/>
    <w:uiPriority w:val="99"/>
    <w:semiHidden/>
    <w:unhideWhenUsed/>
    <w:rsid w:val="00133D77"/>
  </w:style>
  <w:style w:type="table" w:customStyle="1" w:styleId="911">
    <w:name w:val="Сетка таблицы91"/>
    <w:basedOn w:val="a9"/>
    <w:next w:val="af6"/>
    <w:uiPriority w:val="59"/>
    <w:rsid w:val="00133D7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a"/>
    <w:uiPriority w:val="99"/>
    <w:semiHidden/>
    <w:unhideWhenUsed/>
    <w:rsid w:val="00133D77"/>
  </w:style>
  <w:style w:type="table" w:customStyle="1" w:styleId="1011">
    <w:name w:val="Сетка таблицы101"/>
    <w:basedOn w:val="a9"/>
    <w:next w:val="af6"/>
    <w:uiPriority w:val="59"/>
    <w:rsid w:val="00133D77"/>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9"/>
    <w:next w:val="af6"/>
    <w:uiPriority w:val="59"/>
    <w:rsid w:val="00133D77"/>
    <w:pPr>
      <w:spacing w:after="0" w:line="240" w:lineRule="auto"/>
    </w:pPr>
    <w:rPr>
      <w:rFonts w:asciiTheme="minorHAnsi" w:eastAsia="Times New Roman"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9"/>
    <w:next w:val="af6"/>
    <w:uiPriority w:val="59"/>
    <w:rsid w:val="00133D77"/>
    <w:pPr>
      <w:spacing w:after="0" w:line="240" w:lineRule="auto"/>
    </w:pPr>
    <w:rPr>
      <w:rFonts w:ascii="Calibri" w:eastAsia="Times New Roman" w:hAnsi="Calibr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a"/>
    <w:uiPriority w:val="99"/>
    <w:semiHidden/>
    <w:unhideWhenUsed/>
    <w:rsid w:val="00133D77"/>
  </w:style>
  <w:style w:type="numbering" w:customStyle="1" w:styleId="1510">
    <w:name w:val="Нет списка151"/>
    <w:next w:val="aa"/>
    <w:uiPriority w:val="99"/>
    <w:semiHidden/>
    <w:unhideWhenUsed/>
    <w:rsid w:val="00133D77"/>
  </w:style>
  <w:style w:type="numbering" w:customStyle="1" w:styleId="1610">
    <w:name w:val="Нет списка161"/>
    <w:next w:val="aa"/>
    <w:uiPriority w:val="99"/>
    <w:semiHidden/>
    <w:unhideWhenUsed/>
    <w:rsid w:val="00133D77"/>
  </w:style>
  <w:style w:type="numbering" w:customStyle="1" w:styleId="2210">
    <w:name w:val="Нет списка221"/>
    <w:next w:val="aa"/>
    <w:semiHidden/>
    <w:rsid w:val="00133D77"/>
  </w:style>
  <w:style w:type="numbering" w:customStyle="1" w:styleId="1710">
    <w:name w:val="Нет списка171"/>
    <w:next w:val="aa"/>
    <w:uiPriority w:val="99"/>
    <w:semiHidden/>
    <w:unhideWhenUsed/>
    <w:rsid w:val="00133D77"/>
  </w:style>
  <w:style w:type="numbering" w:customStyle="1" w:styleId="181">
    <w:name w:val="Нет списка181"/>
    <w:next w:val="aa"/>
    <w:uiPriority w:val="99"/>
    <w:semiHidden/>
    <w:unhideWhenUsed/>
    <w:rsid w:val="00133D77"/>
  </w:style>
  <w:style w:type="numbering" w:customStyle="1" w:styleId="231">
    <w:name w:val="Нет списка231"/>
    <w:next w:val="aa"/>
    <w:semiHidden/>
    <w:rsid w:val="00133D77"/>
  </w:style>
  <w:style w:type="numbering" w:customStyle="1" w:styleId="2111">
    <w:name w:val="Статья / Раздел211"/>
    <w:basedOn w:val="aa"/>
    <w:next w:val="a0"/>
    <w:rsid w:val="00133D77"/>
  </w:style>
  <w:style w:type="numbering" w:customStyle="1" w:styleId="1ai311">
    <w:name w:val="1 / a / i311"/>
    <w:basedOn w:val="aa"/>
    <w:next w:val="1ai"/>
    <w:rsid w:val="00133D77"/>
  </w:style>
  <w:style w:type="numbering" w:customStyle="1" w:styleId="1ai3161">
    <w:name w:val="1 / a / i3161"/>
    <w:basedOn w:val="aa"/>
    <w:next w:val="1ai"/>
    <w:rsid w:val="00133D77"/>
    <w:pPr>
      <w:numPr>
        <w:numId w:val="10"/>
      </w:numPr>
    </w:pPr>
  </w:style>
  <w:style w:type="paragraph" w:customStyle="1" w:styleId="xl846">
    <w:name w:val="xl846"/>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7">
    <w:name w:val="xl847"/>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848">
    <w:name w:val="xl848"/>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849">
    <w:name w:val="xl849"/>
    <w:basedOn w:val="a4"/>
    <w:rsid w:val="00133D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cs="Times New Roman"/>
      <w:color w:val="000000"/>
      <w:sz w:val="20"/>
      <w:szCs w:val="20"/>
      <w:lang w:eastAsia="ru-RU"/>
    </w:rPr>
  </w:style>
  <w:style w:type="paragraph" w:customStyle="1" w:styleId="xl850">
    <w:name w:val="xl850"/>
    <w:basedOn w:val="a4"/>
    <w:rsid w:val="00133D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51">
    <w:name w:val="xl851"/>
    <w:basedOn w:val="a4"/>
    <w:rsid w:val="00133D77"/>
    <w:pPr>
      <w:pBdr>
        <w:top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852">
    <w:name w:val="xl852"/>
    <w:basedOn w:val="a4"/>
    <w:rsid w:val="00133D77"/>
    <w:pPr>
      <w:pBdr>
        <w:top w:val="single" w:sz="8" w:space="0" w:color="auto"/>
        <w:left w:val="single" w:sz="8" w:space="0" w:color="auto"/>
        <w:right w:val="single" w:sz="8" w:space="0" w:color="auto"/>
      </w:pBdr>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853">
    <w:name w:val="xl853"/>
    <w:basedOn w:val="a4"/>
    <w:rsid w:val="00133D77"/>
    <w:pPr>
      <w:pBdr>
        <w:top w:val="single" w:sz="8" w:space="0" w:color="auto"/>
        <w:left w:val="single" w:sz="8" w:space="0" w:color="auto"/>
        <w:right w:val="single" w:sz="8" w:space="0" w:color="auto"/>
      </w:pBdr>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854">
    <w:name w:val="xl854"/>
    <w:basedOn w:val="a4"/>
    <w:rsid w:val="00133D77"/>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b/>
      <w:bCs/>
      <w:sz w:val="20"/>
      <w:szCs w:val="20"/>
      <w:lang w:eastAsia="ru-RU"/>
    </w:rPr>
  </w:style>
  <w:style w:type="paragraph" w:customStyle="1" w:styleId="xl855">
    <w:name w:val="xl855"/>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856">
    <w:name w:val="xl856"/>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57">
    <w:name w:val="xl857"/>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858">
    <w:name w:val="xl858"/>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859">
    <w:name w:val="xl859"/>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860">
    <w:name w:val="xl860"/>
    <w:basedOn w:val="a4"/>
    <w:rsid w:val="00133D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61">
    <w:name w:val="xl861"/>
    <w:basedOn w:val="a4"/>
    <w:rsid w:val="00133D77"/>
    <w:pPr>
      <w:pBdr>
        <w:top w:val="single" w:sz="8" w:space="0" w:color="auto"/>
        <w:bottom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62">
    <w:name w:val="xl862"/>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63">
    <w:name w:val="xl863"/>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864">
    <w:name w:val="xl864"/>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865">
    <w:name w:val="xl865"/>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color w:val="000000"/>
      <w:szCs w:val="24"/>
      <w:lang w:eastAsia="ru-RU"/>
    </w:rPr>
  </w:style>
  <w:style w:type="paragraph" w:customStyle="1" w:styleId="xl866">
    <w:name w:val="xl866"/>
    <w:basedOn w:val="a4"/>
    <w:rsid w:val="00133D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67">
    <w:name w:val="xl867"/>
    <w:basedOn w:val="a4"/>
    <w:rsid w:val="00133D7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cs="Times New Roman"/>
      <w:szCs w:val="24"/>
      <w:lang w:eastAsia="ru-RU"/>
    </w:rPr>
  </w:style>
  <w:style w:type="paragraph" w:customStyle="1" w:styleId="xl868">
    <w:name w:val="xl868"/>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869">
    <w:name w:val="xl869"/>
    <w:basedOn w:val="a4"/>
    <w:rsid w:val="00133D7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70">
    <w:name w:val="xl870"/>
    <w:basedOn w:val="a4"/>
    <w:rsid w:val="00133D7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eastAsia="Times New Roman" w:cs="Times New Roman"/>
      <w:szCs w:val="24"/>
      <w:lang w:eastAsia="ru-RU"/>
    </w:rPr>
  </w:style>
  <w:style w:type="paragraph" w:customStyle="1" w:styleId="xl871">
    <w:name w:val="xl871"/>
    <w:basedOn w:val="a4"/>
    <w:rsid w:val="00133D77"/>
    <w:pPr>
      <w:pBdr>
        <w:top w:val="single" w:sz="4" w:space="0" w:color="auto"/>
        <w:left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872">
    <w:name w:val="xl872"/>
    <w:basedOn w:val="a4"/>
    <w:rsid w:val="00133D77"/>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873">
    <w:name w:val="xl873"/>
    <w:basedOn w:val="a4"/>
    <w:rsid w:val="00133D7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4">
    <w:name w:val="xl874"/>
    <w:basedOn w:val="a4"/>
    <w:rsid w:val="00133D7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875">
    <w:name w:val="xl875"/>
    <w:basedOn w:val="a4"/>
    <w:rsid w:val="00133D7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876">
    <w:name w:val="xl876"/>
    <w:basedOn w:val="a4"/>
    <w:rsid w:val="00133D77"/>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877">
    <w:name w:val="xl877"/>
    <w:basedOn w:val="a4"/>
    <w:rsid w:val="00133D7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878">
    <w:name w:val="xl878"/>
    <w:basedOn w:val="a4"/>
    <w:rsid w:val="00133D77"/>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879">
    <w:name w:val="xl879"/>
    <w:basedOn w:val="a4"/>
    <w:rsid w:val="00133D77"/>
    <w:pPr>
      <w:pBdr>
        <w:top w:val="single" w:sz="8" w:space="0" w:color="auto"/>
        <w:left w:val="single" w:sz="8" w:space="0" w:color="auto"/>
        <w:bottom w:val="single" w:sz="8" w:space="0" w:color="auto"/>
      </w:pBdr>
      <w:spacing w:before="100" w:beforeAutospacing="1" w:after="100" w:afterAutospacing="1" w:line="240" w:lineRule="auto"/>
    </w:pPr>
    <w:rPr>
      <w:rFonts w:eastAsia="Times New Roman" w:cs="Times New Roman"/>
      <w:b/>
      <w:bCs/>
      <w:szCs w:val="24"/>
      <w:lang w:eastAsia="ru-RU"/>
    </w:rPr>
  </w:style>
  <w:style w:type="paragraph" w:customStyle="1" w:styleId="xl840">
    <w:name w:val="xl840"/>
    <w:basedOn w:val="a4"/>
    <w:rsid w:val="00133D7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41">
    <w:name w:val="xl841"/>
    <w:basedOn w:val="a4"/>
    <w:rsid w:val="00133D77"/>
    <w:pPr>
      <w:spacing w:before="100" w:beforeAutospacing="1" w:after="100" w:afterAutospacing="1" w:line="240" w:lineRule="auto"/>
      <w:jc w:val="center"/>
    </w:pPr>
    <w:rPr>
      <w:rFonts w:eastAsia="Times New Roman" w:cs="Times New Roman"/>
      <w:szCs w:val="24"/>
      <w:lang w:eastAsia="ru-RU"/>
    </w:rPr>
  </w:style>
  <w:style w:type="paragraph" w:customStyle="1" w:styleId="xl842">
    <w:name w:val="xl842"/>
    <w:basedOn w:val="a4"/>
    <w:rsid w:val="00133D77"/>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843">
    <w:name w:val="xl843"/>
    <w:basedOn w:val="a4"/>
    <w:rsid w:val="00133D77"/>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44">
    <w:name w:val="xl844"/>
    <w:basedOn w:val="a4"/>
    <w:rsid w:val="00133D77"/>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45">
    <w:name w:val="xl845"/>
    <w:basedOn w:val="a4"/>
    <w:rsid w:val="00133D77"/>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837">
    <w:name w:val="xl837"/>
    <w:basedOn w:val="a4"/>
    <w:rsid w:val="00133D77"/>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38">
    <w:name w:val="xl838"/>
    <w:basedOn w:val="a4"/>
    <w:rsid w:val="00133D77"/>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39">
    <w:name w:val="xl839"/>
    <w:basedOn w:val="a4"/>
    <w:rsid w:val="00133D77"/>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880">
    <w:name w:val="xl880"/>
    <w:basedOn w:val="a4"/>
    <w:rsid w:val="00133D7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81">
    <w:name w:val="xl881"/>
    <w:basedOn w:val="a4"/>
    <w:rsid w:val="00133D77"/>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82">
    <w:name w:val="xl882"/>
    <w:basedOn w:val="a4"/>
    <w:rsid w:val="00133D7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83">
    <w:name w:val="xl883"/>
    <w:basedOn w:val="a4"/>
    <w:rsid w:val="00133D77"/>
    <w:pPr>
      <w:pBdr>
        <w:left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84">
    <w:name w:val="xl884"/>
    <w:basedOn w:val="a4"/>
    <w:rsid w:val="00133D7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85">
    <w:name w:val="xl885"/>
    <w:basedOn w:val="a4"/>
    <w:rsid w:val="00133D7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117">
    <w:name w:val="xl117"/>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18">
    <w:name w:val="xl118"/>
    <w:basedOn w:val="a4"/>
    <w:rsid w:val="00133D77"/>
    <w:pPr>
      <w:spacing w:before="100" w:beforeAutospacing="1" w:after="100" w:afterAutospacing="1" w:line="240" w:lineRule="auto"/>
    </w:pPr>
    <w:rPr>
      <w:rFonts w:eastAsia="Times New Roman" w:cs="Times New Roman"/>
      <w:szCs w:val="24"/>
      <w:lang w:eastAsia="ru-RU"/>
    </w:rPr>
  </w:style>
  <w:style w:type="paragraph" w:customStyle="1" w:styleId="xl119">
    <w:name w:val="xl119"/>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20">
    <w:name w:val="xl120"/>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szCs w:val="24"/>
      <w:lang w:eastAsia="ru-RU"/>
    </w:rPr>
  </w:style>
  <w:style w:type="paragraph" w:customStyle="1" w:styleId="xl886">
    <w:name w:val="xl886"/>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87">
    <w:name w:val="xl887"/>
    <w:basedOn w:val="a4"/>
    <w:rsid w:val="00133D77"/>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88">
    <w:name w:val="xl888"/>
    <w:basedOn w:val="a4"/>
    <w:rsid w:val="00133D7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89">
    <w:name w:val="xl889"/>
    <w:basedOn w:val="a4"/>
    <w:rsid w:val="00133D7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0">
    <w:name w:val="xl890"/>
    <w:basedOn w:val="a4"/>
    <w:rsid w:val="00133D77"/>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1">
    <w:name w:val="xl891"/>
    <w:basedOn w:val="a4"/>
    <w:rsid w:val="00133D7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2">
    <w:name w:val="xl892"/>
    <w:basedOn w:val="a4"/>
    <w:rsid w:val="00133D77"/>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893">
    <w:name w:val="xl893"/>
    <w:basedOn w:val="a4"/>
    <w:rsid w:val="00133D7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894">
    <w:name w:val="xl894"/>
    <w:basedOn w:val="a4"/>
    <w:rsid w:val="00133D7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95">
    <w:name w:val="xl895"/>
    <w:basedOn w:val="a4"/>
    <w:rsid w:val="00133D7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6">
    <w:name w:val="xl896"/>
    <w:basedOn w:val="a4"/>
    <w:rsid w:val="00133D77"/>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7">
    <w:name w:val="xl897"/>
    <w:basedOn w:val="a4"/>
    <w:rsid w:val="00133D77"/>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8">
    <w:name w:val="xl898"/>
    <w:basedOn w:val="a4"/>
    <w:rsid w:val="00133D77"/>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899">
    <w:name w:val="xl899"/>
    <w:basedOn w:val="a4"/>
    <w:rsid w:val="00133D77"/>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00">
    <w:name w:val="xl900"/>
    <w:basedOn w:val="a4"/>
    <w:rsid w:val="00133D77"/>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901">
    <w:name w:val="xl901"/>
    <w:basedOn w:val="a4"/>
    <w:rsid w:val="00133D7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902">
    <w:name w:val="xl902"/>
    <w:basedOn w:val="a4"/>
    <w:rsid w:val="00133D7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903">
    <w:name w:val="xl903"/>
    <w:basedOn w:val="a4"/>
    <w:rsid w:val="00133D77"/>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04">
    <w:name w:val="xl904"/>
    <w:basedOn w:val="a4"/>
    <w:rsid w:val="00133D77"/>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905">
    <w:name w:val="xl905"/>
    <w:basedOn w:val="a4"/>
    <w:rsid w:val="00133D7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906">
    <w:name w:val="xl906"/>
    <w:basedOn w:val="a4"/>
    <w:rsid w:val="00133D7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907">
    <w:name w:val="xl907"/>
    <w:basedOn w:val="a4"/>
    <w:rsid w:val="00133D7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908">
    <w:name w:val="xl908"/>
    <w:basedOn w:val="a4"/>
    <w:rsid w:val="00133D7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909">
    <w:name w:val="xl909"/>
    <w:basedOn w:val="a4"/>
    <w:rsid w:val="00133D7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910">
    <w:name w:val="xl910"/>
    <w:basedOn w:val="a4"/>
    <w:rsid w:val="00133D7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911">
    <w:name w:val="xl911"/>
    <w:basedOn w:val="a4"/>
    <w:rsid w:val="00133D77"/>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912">
    <w:name w:val="xl912"/>
    <w:basedOn w:val="a4"/>
    <w:rsid w:val="00133D77"/>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913">
    <w:name w:val="xl913"/>
    <w:basedOn w:val="a4"/>
    <w:rsid w:val="00133D7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49">
    <w:name w:val="xl1649"/>
    <w:basedOn w:val="a4"/>
    <w:rsid w:val="00133D77"/>
    <w:pPr>
      <w:pBdr>
        <w:top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50">
    <w:name w:val="xl1650"/>
    <w:basedOn w:val="a4"/>
    <w:rsid w:val="00133D7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51">
    <w:name w:val="xl1651"/>
    <w:basedOn w:val="a4"/>
    <w:rsid w:val="00133D7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52">
    <w:name w:val="xl1652"/>
    <w:basedOn w:val="a4"/>
    <w:rsid w:val="00133D7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53">
    <w:name w:val="xl1653"/>
    <w:basedOn w:val="a4"/>
    <w:rsid w:val="00133D7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54">
    <w:name w:val="xl1654"/>
    <w:basedOn w:val="a4"/>
    <w:rsid w:val="00133D7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55">
    <w:name w:val="xl1655"/>
    <w:basedOn w:val="a4"/>
    <w:rsid w:val="00133D77"/>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56">
    <w:name w:val="xl1656"/>
    <w:basedOn w:val="a4"/>
    <w:rsid w:val="00133D77"/>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57">
    <w:name w:val="xl1657"/>
    <w:basedOn w:val="a4"/>
    <w:rsid w:val="00133D77"/>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58">
    <w:name w:val="xl1658"/>
    <w:basedOn w:val="a4"/>
    <w:rsid w:val="00133D77"/>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59">
    <w:name w:val="xl1659"/>
    <w:basedOn w:val="a4"/>
    <w:rsid w:val="00133D77"/>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660">
    <w:name w:val="xl1660"/>
    <w:basedOn w:val="a4"/>
    <w:rsid w:val="00133D77"/>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61">
    <w:name w:val="xl1661"/>
    <w:basedOn w:val="a4"/>
    <w:rsid w:val="00133D77"/>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62">
    <w:name w:val="xl1662"/>
    <w:basedOn w:val="a4"/>
    <w:rsid w:val="00133D77"/>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63">
    <w:name w:val="xl1663"/>
    <w:basedOn w:val="a4"/>
    <w:rsid w:val="00133D77"/>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64">
    <w:name w:val="xl1664"/>
    <w:basedOn w:val="a4"/>
    <w:rsid w:val="00133D7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65">
    <w:name w:val="xl1665"/>
    <w:basedOn w:val="a4"/>
    <w:rsid w:val="00133D77"/>
    <w:pP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03">
    <w:name w:val="xl1603"/>
    <w:basedOn w:val="a4"/>
    <w:rsid w:val="00133D77"/>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04">
    <w:name w:val="xl1604"/>
    <w:basedOn w:val="a4"/>
    <w:rsid w:val="00133D7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827">
    <w:name w:val="xl827"/>
    <w:basedOn w:val="a4"/>
    <w:rsid w:val="00133D77"/>
    <w:pPr>
      <w:spacing w:before="100" w:beforeAutospacing="1" w:after="100" w:afterAutospacing="1" w:line="240" w:lineRule="auto"/>
    </w:pPr>
    <w:rPr>
      <w:rFonts w:eastAsia="Times New Roman" w:cs="Times New Roman"/>
      <w:szCs w:val="24"/>
      <w:lang w:eastAsia="ru-RU"/>
    </w:rPr>
  </w:style>
  <w:style w:type="paragraph" w:customStyle="1" w:styleId="xl828">
    <w:name w:val="xl828"/>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29">
    <w:name w:val="xl829"/>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830">
    <w:name w:val="xl830"/>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31">
    <w:name w:val="xl831"/>
    <w:basedOn w:val="a4"/>
    <w:rsid w:val="00133D7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832">
    <w:name w:val="xl832"/>
    <w:basedOn w:val="a4"/>
    <w:rsid w:val="00133D7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33">
    <w:name w:val="xl833"/>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color w:val="000000"/>
      <w:sz w:val="20"/>
      <w:szCs w:val="20"/>
      <w:lang w:eastAsia="ru-RU"/>
    </w:rPr>
  </w:style>
  <w:style w:type="paragraph" w:customStyle="1" w:styleId="xl834">
    <w:name w:val="xl834"/>
    <w:basedOn w:val="a4"/>
    <w:rsid w:val="00133D7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eastAsia="Times New Roman" w:cs="Times New Roman"/>
      <w:color w:val="000000"/>
      <w:sz w:val="20"/>
      <w:szCs w:val="20"/>
      <w:lang w:eastAsia="ru-RU"/>
    </w:rPr>
  </w:style>
  <w:style w:type="paragraph" w:customStyle="1" w:styleId="xl835">
    <w:name w:val="xl835"/>
    <w:basedOn w:val="a4"/>
    <w:rsid w:val="00133D7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836">
    <w:name w:val="xl836"/>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b/>
      <w:bCs/>
      <w:color w:val="000000"/>
      <w:sz w:val="20"/>
      <w:szCs w:val="20"/>
      <w:lang w:eastAsia="ru-RU"/>
    </w:rPr>
  </w:style>
  <w:style w:type="paragraph" w:customStyle="1" w:styleId="xl115">
    <w:name w:val="xl115"/>
    <w:basedOn w:val="a4"/>
    <w:rsid w:val="00133D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16">
    <w:name w:val="xl116"/>
    <w:basedOn w:val="a4"/>
    <w:rsid w:val="00133D77"/>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1666">
    <w:name w:val="xl1666"/>
    <w:basedOn w:val="a4"/>
    <w:rsid w:val="00133D7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667">
    <w:name w:val="xl1667"/>
    <w:basedOn w:val="a4"/>
    <w:rsid w:val="00133D77"/>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68">
    <w:name w:val="xl1668"/>
    <w:basedOn w:val="a4"/>
    <w:rsid w:val="00133D77"/>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69">
    <w:name w:val="xl1669"/>
    <w:basedOn w:val="a4"/>
    <w:rsid w:val="00133D77"/>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0">
    <w:name w:val="xl1670"/>
    <w:basedOn w:val="a4"/>
    <w:rsid w:val="00133D77"/>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1">
    <w:name w:val="xl1671"/>
    <w:basedOn w:val="a4"/>
    <w:rsid w:val="00133D7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2">
    <w:name w:val="xl1672"/>
    <w:basedOn w:val="a4"/>
    <w:rsid w:val="00133D77"/>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3">
    <w:name w:val="xl1673"/>
    <w:basedOn w:val="a4"/>
    <w:rsid w:val="00133D77"/>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4">
    <w:name w:val="xl1674"/>
    <w:basedOn w:val="a4"/>
    <w:rsid w:val="00133D77"/>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5">
    <w:name w:val="xl1675"/>
    <w:basedOn w:val="a4"/>
    <w:rsid w:val="00133D7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1676">
    <w:name w:val="xl1676"/>
    <w:basedOn w:val="a4"/>
    <w:rsid w:val="00133D7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1677">
    <w:name w:val="xl1677"/>
    <w:basedOn w:val="a4"/>
    <w:rsid w:val="00133D77"/>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8">
    <w:name w:val="xl1678"/>
    <w:basedOn w:val="a4"/>
    <w:rsid w:val="00133D77"/>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cs="Times New Roman"/>
      <w:b/>
      <w:bCs/>
      <w:sz w:val="22"/>
      <w:lang w:eastAsia="ru-RU"/>
    </w:rPr>
  </w:style>
  <w:style w:type="paragraph" w:customStyle="1" w:styleId="xl1679">
    <w:name w:val="xl1679"/>
    <w:basedOn w:val="a4"/>
    <w:rsid w:val="00133D77"/>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1680">
    <w:name w:val="xl1680"/>
    <w:basedOn w:val="a4"/>
    <w:rsid w:val="00133D77"/>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22"/>
      <w:lang w:eastAsia="ru-RU"/>
    </w:rPr>
  </w:style>
  <w:style w:type="paragraph" w:customStyle="1" w:styleId="xl1681">
    <w:name w:val="xl1681"/>
    <w:basedOn w:val="a4"/>
    <w:rsid w:val="00133D7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2">
    <w:name w:val="xl1682"/>
    <w:basedOn w:val="a4"/>
    <w:rsid w:val="00133D77"/>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3">
    <w:name w:val="xl1683"/>
    <w:basedOn w:val="a4"/>
    <w:rsid w:val="00133D77"/>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4">
    <w:name w:val="xl1684"/>
    <w:basedOn w:val="a4"/>
    <w:rsid w:val="00133D77"/>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5">
    <w:name w:val="xl1685"/>
    <w:basedOn w:val="a4"/>
    <w:rsid w:val="00133D7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6">
    <w:name w:val="xl1686"/>
    <w:basedOn w:val="a4"/>
    <w:rsid w:val="00133D77"/>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7">
    <w:name w:val="xl1687"/>
    <w:basedOn w:val="a4"/>
    <w:rsid w:val="00133D77"/>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1688">
    <w:name w:val="xl1688"/>
    <w:basedOn w:val="a4"/>
    <w:rsid w:val="00133D77"/>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8"/>
      <w:szCs w:val="18"/>
      <w:lang w:eastAsia="ru-RU"/>
    </w:rPr>
  </w:style>
  <w:style w:type="paragraph" w:customStyle="1" w:styleId="xl1689">
    <w:name w:val="xl1689"/>
    <w:basedOn w:val="a4"/>
    <w:rsid w:val="00133D77"/>
    <w:pPr>
      <w:shd w:val="clear" w:color="000000" w:fill="FFC000"/>
      <w:spacing w:before="100" w:beforeAutospacing="1" w:after="100" w:afterAutospacing="1" w:line="240" w:lineRule="auto"/>
      <w:jc w:val="center"/>
    </w:pPr>
    <w:rPr>
      <w:rFonts w:eastAsia="Times New Roman" w:cs="Times New Roman"/>
      <w:sz w:val="18"/>
      <w:szCs w:val="18"/>
      <w:lang w:eastAsia="ru-RU"/>
    </w:rPr>
  </w:style>
  <w:style w:type="paragraph" w:customStyle="1" w:styleId="xl1690">
    <w:name w:val="xl1690"/>
    <w:basedOn w:val="a4"/>
    <w:rsid w:val="00133D77"/>
    <w:pPr>
      <w:pBdr>
        <w:lef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387">
    <w:name w:val="xl2387"/>
    <w:basedOn w:val="a4"/>
    <w:rsid w:val="00133D77"/>
    <w:pPr>
      <w:spacing w:before="100" w:beforeAutospacing="1" w:after="100" w:afterAutospacing="1" w:line="240" w:lineRule="auto"/>
    </w:pPr>
    <w:rPr>
      <w:rFonts w:eastAsia="Times New Roman" w:cs="Times New Roman"/>
      <w:szCs w:val="24"/>
      <w:lang w:eastAsia="ru-RU"/>
    </w:rPr>
  </w:style>
  <w:style w:type="paragraph" w:customStyle="1" w:styleId="xl2388">
    <w:name w:val="xl2388"/>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389">
    <w:name w:val="xl2389"/>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390">
    <w:name w:val="xl2390"/>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2391">
    <w:name w:val="xl2391"/>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392">
    <w:name w:val="xl2392"/>
    <w:basedOn w:val="a4"/>
    <w:rsid w:val="00133D77"/>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393">
    <w:name w:val="xl2393"/>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394">
    <w:name w:val="xl2394"/>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395">
    <w:name w:val="xl2395"/>
    <w:basedOn w:val="a4"/>
    <w:rsid w:val="00133D77"/>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396">
    <w:name w:val="xl2396"/>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397">
    <w:name w:val="xl2397"/>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398">
    <w:name w:val="xl2398"/>
    <w:basedOn w:val="a4"/>
    <w:rsid w:val="00133D77"/>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399">
    <w:name w:val="xl2399"/>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00">
    <w:name w:val="xl2400"/>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01">
    <w:name w:val="xl2401"/>
    <w:basedOn w:val="a4"/>
    <w:rsid w:val="00133D77"/>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02">
    <w:name w:val="xl2402"/>
    <w:basedOn w:val="a4"/>
    <w:rsid w:val="00133D7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03">
    <w:name w:val="xl2403"/>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04">
    <w:name w:val="xl2404"/>
    <w:basedOn w:val="a4"/>
    <w:rsid w:val="00133D77"/>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05">
    <w:name w:val="xl2405"/>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06">
    <w:name w:val="xl2406"/>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07">
    <w:name w:val="xl2407"/>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08">
    <w:name w:val="xl2408"/>
    <w:basedOn w:val="a4"/>
    <w:rsid w:val="00133D7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09">
    <w:name w:val="xl2409"/>
    <w:basedOn w:val="a4"/>
    <w:rsid w:val="00133D77"/>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10">
    <w:name w:val="xl2410"/>
    <w:basedOn w:val="a4"/>
    <w:rsid w:val="00133D77"/>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11">
    <w:name w:val="xl2411"/>
    <w:basedOn w:val="a4"/>
    <w:rsid w:val="00133D7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12">
    <w:name w:val="xl2412"/>
    <w:basedOn w:val="a4"/>
    <w:rsid w:val="00133D77"/>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13">
    <w:name w:val="xl2413"/>
    <w:basedOn w:val="a4"/>
    <w:rsid w:val="00133D77"/>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14">
    <w:name w:val="xl2414"/>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15">
    <w:name w:val="xl2415"/>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16">
    <w:name w:val="xl2416"/>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17">
    <w:name w:val="xl2417"/>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18">
    <w:name w:val="xl2418"/>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19">
    <w:name w:val="xl2419"/>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20">
    <w:name w:val="xl2420"/>
    <w:basedOn w:val="a4"/>
    <w:rsid w:val="00133D7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21">
    <w:name w:val="xl2421"/>
    <w:basedOn w:val="a4"/>
    <w:rsid w:val="00133D77"/>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2422">
    <w:name w:val="xl2422"/>
    <w:basedOn w:val="a4"/>
    <w:rsid w:val="00133D77"/>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3">
    <w:name w:val="xl2423"/>
    <w:basedOn w:val="a4"/>
    <w:rsid w:val="00133D77"/>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4">
    <w:name w:val="xl2424"/>
    <w:basedOn w:val="a4"/>
    <w:rsid w:val="00133D77"/>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5">
    <w:name w:val="xl2425"/>
    <w:basedOn w:val="a4"/>
    <w:rsid w:val="00133D77"/>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6">
    <w:name w:val="xl2426"/>
    <w:basedOn w:val="a4"/>
    <w:rsid w:val="00133D77"/>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7">
    <w:name w:val="xl2427"/>
    <w:basedOn w:val="a4"/>
    <w:rsid w:val="00133D77"/>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8">
    <w:name w:val="xl2428"/>
    <w:basedOn w:val="a4"/>
    <w:rsid w:val="00133D77"/>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29">
    <w:name w:val="xl2429"/>
    <w:basedOn w:val="a4"/>
    <w:rsid w:val="00133D77"/>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30">
    <w:name w:val="xl2430"/>
    <w:basedOn w:val="a4"/>
    <w:rsid w:val="00133D77"/>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31">
    <w:name w:val="xl2431"/>
    <w:basedOn w:val="a4"/>
    <w:rsid w:val="00133D77"/>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32">
    <w:name w:val="xl2432"/>
    <w:basedOn w:val="a4"/>
    <w:rsid w:val="00133D77"/>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33">
    <w:name w:val="xl2433"/>
    <w:basedOn w:val="a4"/>
    <w:rsid w:val="00133D77"/>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34">
    <w:name w:val="xl2434"/>
    <w:basedOn w:val="a4"/>
    <w:rsid w:val="00133D77"/>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35">
    <w:name w:val="xl2435"/>
    <w:basedOn w:val="a4"/>
    <w:rsid w:val="00133D77"/>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36">
    <w:name w:val="xl2436"/>
    <w:basedOn w:val="a4"/>
    <w:rsid w:val="00133D77"/>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eastAsia="Times New Roman" w:cs="Times New Roman"/>
      <w:b/>
      <w:bCs/>
      <w:color w:val="000000"/>
      <w:szCs w:val="24"/>
      <w:lang w:eastAsia="ru-RU"/>
    </w:rPr>
  </w:style>
  <w:style w:type="paragraph" w:customStyle="1" w:styleId="xl2437">
    <w:name w:val="xl2437"/>
    <w:basedOn w:val="a4"/>
    <w:rsid w:val="00133D77"/>
    <w:pPr>
      <w:pBdr>
        <w:left w:val="single" w:sz="4" w:space="0" w:color="auto"/>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38">
    <w:name w:val="xl2438"/>
    <w:basedOn w:val="a4"/>
    <w:rsid w:val="00133D77"/>
    <w:pPr>
      <w:pBdr>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39">
    <w:name w:val="xl2439"/>
    <w:basedOn w:val="a4"/>
    <w:rsid w:val="00133D77"/>
    <w:pPr>
      <w:pBdr>
        <w:left w:val="single" w:sz="4" w:space="0" w:color="auto"/>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0">
    <w:name w:val="xl2440"/>
    <w:basedOn w:val="a4"/>
    <w:rsid w:val="00133D77"/>
    <w:pPr>
      <w:pBdr>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1">
    <w:name w:val="xl2441"/>
    <w:basedOn w:val="a4"/>
    <w:rsid w:val="00133D77"/>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eastAsia="Times New Roman" w:cs="Times New Roman"/>
      <w:b/>
      <w:bCs/>
      <w:color w:val="000000"/>
      <w:szCs w:val="24"/>
      <w:lang w:eastAsia="ru-RU"/>
    </w:rPr>
  </w:style>
  <w:style w:type="paragraph" w:customStyle="1" w:styleId="xl2442">
    <w:name w:val="xl2442"/>
    <w:basedOn w:val="a4"/>
    <w:rsid w:val="00133D77"/>
    <w:pPr>
      <w:pBdr>
        <w:left w:val="single" w:sz="4" w:space="0" w:color="auto"/>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3">
    <w:name w:val="xl2443"/>
    <w:basedOn w:val="a4"/>
    <w:rsid w:val="00133D77"/>
    <w:pPr>
      <w:pBdr>
        <w:left w:val="single" w:sz="4" w:space="0" w:color="auto"/>
        <w:bottom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44">
    <w:name w:val="xl2444"/>
    <w:basedOn w:val="a4"/>
    <w:rsid w:val="00133D77"/>
    <w:pPr>
      <w:pBdr>
        <w:left w:val="single" w:sz="4" w:space="0" w:color="auto"/>
        <w:bottom w:val="single" w:sz="4" w:space="0" w:color="auto"/>
      </w:pBdr>
      <w:shd w:val="clear" w:color="000000" w:fill="DDD9C4"/>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5">
    <w:name w:val="xl2445"/>
    <w:basedOn w:val="a4"/>
    <w:rsid w:val="00133D77"/>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6">
    <w:name w:val="xl2446"/>
    <w:basedOn w:val="a4"/>
    <w:rsid w:val="00133D77"/>
    <w:pPr>
      <w:pBdr>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7">
    <w:name w:val="xl2447"/>
    <w:basedOn w:val="a4"/>
    <w:rsid w:val="00133D77"/>
    <w:pPr>
      <w:pBdr>
        <w:bottom w:val="single" w:sz="4" w:space="0" w:color="auto"/>
      </w:pBdr>
      <w:shd w:val="clear" w:color="000000" w:fill="EEECE1"/>
      <w:spacing w:before="100" w:beforeAutospacing="1" w:after="100" w:afterAutospacing="1" w:line="240" w:lineRule="auto"/>
      <w:textAlignment w:val="center"/>
    </w:pPr>
    <w:rPr>
      <w:rFonts w:eastAsia="Times New Roman" w:cs="Times New Roman"/>
      <w:color w:val="000000"/>
      <w:szCs w:val="24"/>
      <w:lang w:eastAsia="ru-RU"/>
    </w:rPr>
  </w:style>
  <w:style w:type="paragraph" w:customStyle="1" w:styleId="xl2448">
    <w:name w:val="xl2448"/>
    <w:basedOn w:val="a4"/>
    <w:rsid w:val="00133D77"/>
    <w:pPr>
      <w:pBdr>
        <w:bottom w:val="single" w:sz="4" w:space="0" w:color="auto"/>
      </w:pBdr>
      <w:shd w:val="clear" w:color="000000" w:fill="DDD9C4"/>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49">
    <w:name w:val="xl2449"/>
    <w:basedOn w:val="a4"/>
    <w:rsid w:val="00133D77"/>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50">
    <w:name w:val="xl2450"/>
    <w:basedOn w:val="a4"/>
    <w:rsid w:val="00133D7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2451">
    <w:name w:val="xl2451"/>
    <w:basedOn w:val="a4"/>
    <w:rsid w:val="00133D77"/>
    <w:pPr>
      <w:shd w:val="clear" w:color="000000" w:fill="92D050"/>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2452">
    <w:name w:val="xl2452"/>
    <w:basedOn w:val="a4"/>
    <w:rsid w:val="00133D77"/>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8"/>
      <w:szCs w:val="18"/>
      <w:lang w:eastAsia="ru-RU"/>
    </w:rPr>
  </w:style>
  <w:style w:type="paragraph" w:customStyle="1" w:styleId="xl2453">
    <w:name w:val="xl2453"/>
    <w:basedOn w:val="a4"/>
    <w:rsid w:val="00133D77"/>
    <w:pPr>
      <w:shd w:val="clear" w:color="000000" w:fill="FFC000"/>
      <w:spacing w:before="100" w:beforeAutospacing="1" w:after="100" w:afterAutospacing="1" w:line="240" w:lineRule="auto"/>
      <w:jc w:val="center"/>
    </w:pPr>
    <w:rPr>
      <w:rFonts w:eastAsia="Times New Roman" w:cs="Times New Roman"/>
      <w:sz w:val="18"/>
      <w:szCs w:val="18"/>
      <w:lang w:eastAsia="ru-RU"/>
    </w:rPr>
  </w:style>
  <w:style w:type="paragraph" w:customStyle="1" w:styleId="xl2454">
    <w:name w:val="xl2454"/>
    <w:basedOn w:val="a4"/>
    <w:rsid w:val="00133D77"/>
    <w:pPr>
      <w:pBdr>
        <w:left w:val="single" w:sz="4" w:space="0" w:color="auto"/>
      </w:pBdr>
      <w:shd w:val="clear" w:color="000000" w:fill="92D050"/>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455">
    <w:name w:val="xl2455"/>
    <w:basedOn w:val="a4"/>
    <w:rsid w:val="00133D77"/>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eastAsia="Times New Roman" w:cs="Times New Roman"/>
      <w:sz w:val="18"/>
      <w:szCs w:val="18"/>
      <w:lang w:eastAsia="ru-RU"/>
    </w:rPr>
  </w:style>
  <w:style w:type="paragraph" w:customStyle="1" w:styleId="xl2456">
    <w:name w:val="xl2456"/>
    <w:basedOn w:val="a4"/>
    <w:rsid w:val="00133D77"/>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eastAsia="Times New Roman" w:cs="Times New Roman"/>
      <w:b/>
      <w:bCs/>
      <w:sz w:val="18"/>
      <w:szCs w:val="18"/>
      <w:lang w:eastAsia="ru-RU"/>
    </w:rPr>
  </w:style>
  <w:style w:type="paragraph" w:customStyle="1" w:styleId="xl2457">
    <w:name w:val="xl2457"/>
    <w:basedOn w:val="a4"/>
    <w:rsid w:val="00133D77"/>
    <w:pPr>
      <w:pBdr>
        <w:lef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458">
    <w:name w:val="xl2458"/>
    <w:basedOn w:val="a4"/>
    <w:rsid w:val="00133D77"/>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459">
    <w:name w:val="xl2459"/>
    <w:basedOn w:val="a4"/>
    <w:rsid w:val="00133D77"/>
    <w:pPr>
      <w:pBdr>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460">
    <w:name w:val="xl2460"/>
    <w:basedOn w:val="a4"/>
    <w:rsid w:val="00133D7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2461">
    <w:name w:val="xl2461"/>
    <w:basedOn w:val="a4"/>
    <w:rsid w:val="00133D77"/>
    <w:pPr>
      <w:pBdr>
        <w:lef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462">
    <w:name w:val="xl2462"/>
    <w:basedOn w:val="a4"/>
    <w:rsid w:val="00133D77"/>
    <w:pP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463">
    <w:name w:val="xl2463"/>
    <w:basedOn w:val="a4"/>
    <w:rsid w:val="00133D77"/>
    <w:pPr>
      <w:pBdr>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464">
    <w:name w:val="xl2464"/>
    <w:basedOn w:val="a4"/>
    <w:rsid w:val="00133D77"/>
    <w:pPr>
      <w:pBdr>
        <w:top w:val="single" w:sz="4" w:space="0" w:color="auto"/>
        <w:lef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65">
    <w:name w:val="xl2465"/>
    <w:basedOn w:val="a4"/>
    <w:rsid w:val="00133D77"/>
    <w:pPr>
      <w:pBdr>
        <w:top w:val="single" w:sz="4" w:space="0" w:color="auto"/>
      </w:pBdr>
      <w:shd w:val="clear" w:color="000000" w:fill="EEECE1"/>
      <w:spacing w:before="100" w:beforeAutospacing="1" w:after="100" w:afterAutospacing="1" w:line="240" w:lineRule="auto"/>
      <w:jc w:val="center"/>
      <w:textAlignment w:val="center"/>
    </w:pPr>
    <w:rPr>
      <w:rFonts w:eastAsia="Times New Roman" w:cs="Times New Roman"/>
      <w:b/>
      <w:bCs/>
      <w:color w:val="000000"/>
      <w:szCs w:val="24"/>
      <w:lang w:eastAsia="ru-RU"/>
    </w:rPr>
  </w:style>
  <w:style w:type="paragraph" w:customStyle="1" w:styleId="xl2466">
    <w:name w:val="xl2466"/>
    <w:basedOn w:val="a4"/>
    <w:rsid w:val="00133D77"/>
    <w:pPr>
      <w:pBdr>
        <w:top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67">
    <w:name w:val="xl2467"/>
    <w:basedOn w:val="a4"/>
    <w:rsid w:val="00133D77"/>
    <w:pPr>
      <w:pBdr>
        <w:top w:val="single" w:sz="4" w:space="0" w:color="auto"/>
        <w:right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paragraph" w:customStyle="1" w:styleId="xl2468">
    <w:name w:val="xl2468"/>
    <w:basedOn w:val="a4"/>
    <w:rsid w:val="00133D77"/>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eastAsia="Times New Roman" w:cs="Times New Roman"/>
      <w:b/>
      <w:bCs/>
      <w:color w:val="000000"/>
      <w:szCs w:val="24"/>
      <w:lang w:eastAsia="ru-RU"/>
    </w:rPr>
  </w:style>
  <w:style w:type="character" w:customStyle="1" w:styleId="affffff9">
    <w:name w:val="_Обычный Знак"/>
    <w:basedOn w:val="a8"/>
    <w:link w:val="affffffa"/>
    <w:locked/>
    <w:rsid w:val="001D31E9"/>
    <w:rPr>
      <w:iCs/>
      <w:sz w:val="26"/>
      <w:szCs w:val="26"/>
    </w:rPr>
  </w:style>
  <w:style w:type="paragraph" w:customStyle="1" w:styleId="affffffa">
    <w:name w:val="_Обычный"/>
    <w:basedOn w:val="a4"/>
    <w:link w:val="affffff9"/>
    <w:rsid w:val="001D31E9"/>
    <w:pPr>
      <w:spacing w:before="120" w:after="120" w:line="360" w:lineRule="auto"/>
      <w:ind w:firstLine="709"/>
      <w:contextualSpacing/>
      <w:jc w:val="both"/>
    </w:pPr>
    <w:rPr>
      <w:rFonts w:eastAsiaTheme="minorHAnsi" w:cs="Times New Roman"/>
      <w:iCs/>
      <w:sz w:val="26"/>
      <w:szCs w:val="26"/>
    </w:rPr>
  </w:style>
  <w:style w:type="character" w:customStyle="1" w:styleId="affffffb">
    <w:name w:val="_Список маркерованный Знак"/>
    <w:basedOn w:val="affffff9"/>
    <w:link w:val="a2"/>
    <w:locked/>
    <w:rsid w:val="00133D77"/>
    <w:rPr>
      <w:iCs/>
      <w:sz w:val="26"/>
      <w:szCs w:val="26"/>
    </w:rPr>
  </w:style>
  <w:style w:type="paragraph" w:customStyle="1" w:styleId="a2">
    <w:name w:val="_Список маркерованный"/>
    <w:basedOn w:val="affffffa"/>
    <w:link w:val="affffffb"/>
    <w:rsid w:val="00133D77"/>
    <w:pPr>
      <w:numPr>
        <w:numId w:val="11"/>
      </w:numPr>
      <w:tabs>
        <w:tab w:val="left" w:pos="284"/>
      </w:tabs>
      <w:spacing w:line="276" w:lineRule="auto"/>
    </w:pPr>
  </w:style>
  <w:style w:type="paragraph" w:customStyle="1" w:styleId="affffffc">
    <w:name w:val="_Таблица_по центру"/>
    <w:basedOn w:val="affffffa"/>
    <w:next w:val="affffffa"/>
    <w:link w:val="affffffd"/>
    <w:rsid w:val="001D31E9"/>
    <w:pPr>
      <w:spacing w:before="0" w:after="0" w:line="240" w:lineRule="auto"/>
      <w:ind w:firstLine="0"/>
      <w:jc w:val="center"/>
    </w:pPr>
    <w:rPr>
      <w:sz w:val="20"/>
      <w:szCs w:val="20"/>
      <w:lang w:eastAsia="ru-RU"/>
    </w:rPr>
  </w:style>
  <w:style w:type="character" w:customStyle="1" w:styleId="affffffd">
    <w:name w:val="_Таблица_по центру Знак"/>
    <w:basedOn w:val="affffff9"/>
    <w:link w:val="affffffc"/>
    <w:rsid w:val="001D31E9"/>
    <w:rPr>
      <w:iCs/>
      <w:sz w:val="20"/>
      <w:szCs w:val="20"/>
      <w:lang w:eastAsia="ru-RU"/>
    </w:rPr>
  </w:style>
  <w:style w:type="paragraph" w:customStyle="1" w:styleId="340">
    <w:name w:val="3.4 Т. Центр"/>
    <w:link w:val="341"/>
    <w:rsid w:val="0014496A"/>
    <w:pPr>
      <w:spacing w:after="0" w:line="240" w:lineRule="auto"/>
      <w:jc w:val="center"/>
    </w:pPr>
    <w:rPr>
      <w:rFonts w:eastAsia="Times New Roman"/>
      <w:sz w:val="20"/>
      <w:szCs w:val="20"/>
    </w:rPr>
  </w:style>
  <w:style w:type="character" w:customStyle="1" w:styleId="341">
    <w:name w:val="3.4 Т. Центр Знак"/>
    <w:basedOn w:val="a8"/>
    <w:link w:val="340"/>
    <w:rsid w:val="0014496A"/>
    <w:rPr>
      <w:rFonts w:eastAsia="Times New Roman"/>
      <w:sz w:val="20"/>
      <w:szCs w:val="20"/>
    </w:rPr>
  </w:style>
  <w:style w:type="paragraph" w:customStyle="1" w:styleId="260">
    <w:name w:val="2.6 Заказчик"/>
    <w:basedOn w:val="a4"/>
    <w:link w:val="261"/>
    <w:rsid w:val="0014496A"/>
    <w:pPr>
      <w:snapToGrid w:val="0"/>
      <w:spacing w:before="40" w:after="40" w:line="300" w:lineRule="auto"/>
      <w:ind w:left="-57"/>
    </w:pPr>
    <w:rPr>
      <w:rFonts w:eastAsia="Times New Roman" w:cs="Times New Roman"/>
      <w:sz w:val="26"/>
      <w:szCs w:val="26"/>
    </w:rPr>
  </w:style>
  <w:style w:type="character" w:customStyle="1" w:styleId="261">
    <w:name w:val="2.6 Заказчик Знак"/>
    <w:basedOn w:val="a8"/>
    <w:link w:val="260"/>
    <w:rsid w:val="0014496A"/>
    <w:rPr>
      <w:rFonts w:eastAsia="Times New Roman"/>
      <w:sz w:val="26"/>
      <w:szCs w:val="26"/>
    </w:rPr>
  </w:style>
  <w:style w:type="character" w:customStyle="1" w:styleId="fontstyle01">
    <w:name w:val="fontstyle01"/>
    <w:basedOn w:val="a8"/>
    <w:rsid w:val="00C377F5"/>
    <w:rPr>
      <w:rFonts w:ascii="ArialMT" w:hAnsi="ArialMT" w:hint="default"/>
      <w:b w:val="0"/>
      <w:bCs w:val="0"/>
      <w:i w:val="0"/>
      <w:iCs w:val="0"/>
      <w:color w:val="000000"/>
      <w:sz w:val="24"/>
      <w:szCs w:val="24"/>
    </w:rPr>
  </w:style>
  <w:style w:type="paragraph" w:customStyle="1" w:styleId="1">
    <w:name w:val="Перечень 1"/>
    <w:basedOn w:val="a5"/>
    <w:link w:val="1fb"/>
    <w:rsid w:val="001D31E9"/>
    <w:pPr>
      <w:numPr>
        <w:numId w:val="12"/>
      </w:numPr>
      <w:spacing w:after="60" w:line="240" w:lineRule="auto"/>
      <w:ind w:left="1134" w:hanging="283"/>
      <w:jc w:val="both"/>
    </w:pPr>
    <w:rPr>
      <w:rFonts w:eastAsia="Times New Roman"/>
      <w:sz w:val="22"/>
      <w:lang w:eastAsia="ru-RU"/>
    </w:rPr>
  </w:style>
  <w:style w:type="character" w:customStyle="1" w:styleId="1fb">
    <w:name w:val="Перечень 1 Знак"/>
    <w:basedOn w:val="af1"/>
    <w:link w:val="1"/>
    <w:rsid w:val="001D31E9"/>
    <w:rPr>
      <w:rFonts w:eastAsia="Times New Roman" w:cstheme="minorBidi"/>
      <w:sz w:val="22"/>
      <w:szCs w:val="22"/>
      <w:lang w:eastAsia="ru-RU"/>
    </w:rPr>
  </w:style>
  <w:style w:type="paragraph" w:customStyle="1" w:styleId="affffffe">
    <w:name w:val="ОСНОВНОЙ"/>
    <w:basedOn w:val="a4"/>
    <w:link w:val="afffffff"/>
    <w:rsid w:val="001D31E9"/>
    <w:pPr>
      <w:spacing w:after="60" w:line="240" w:lineRule="auto"/>
      <w:ind w:firstLine="567"/>
      <w:jc w:val="both"/>
    </w:pPr>
    <w:rPr>
      <w:rFonts w:eastAsia="Times New Roman" w:cs="Times New Roman"/>
      <w:color w:val="000000" w:themeColor="text1"/>
      <w:sz w:val="22"/>
      <w:lang w:eastAsia="ru-RU"/>
    </w:rPr>
  </w:style>
  <w:style w:type="character" w:customStyle="1" w:styleId="afffffff">
    <w:name w:val="ОСНОВНОЙ Знак"/>
    <w:basedOn w:val="a8"/>
    <w:link w:val="affffffe"/>
    <w:rsid w:val="001D31E9"/>
    <w:rPr>
      <w:rFonts w:eastAsia="Times New Roman"/>
      <w:color w:val="000000" w:themeColor="text1"/>
      <w:sz w:val="22"/>
      <w:szCs w:val="22"/>
      <w:lang w:eastAsia="ru-RU"/>
    </w:rPr>
  </w:style>
  <w:style w:type="paragraph" w:customStyle="1" w:styleId="Gel-0">
    <w:name w:val="Gel_Список -"/>
    <w:basedOn w:val="a4"/>
    <w:rsid w:val="00622D50"/>
    <w:pPr>
      <w:numPr>
        <w:numId w:val="13"/>
      </w:numPr>
      <w:tabs>
        <w:tab w:val="num" w:pos="360"/>
      </w:tabs>
      <w:snapToGrid w:val="0"/>
      <w:spacing w:after="60" w:line="240" w:lineRule="auto"/>
      <w:ind w:left="1260" w:hanging="360"/>
      <w:jc w:val="both"/>
    </w:pPr>
    <w:rPr>
      <w:rFonts w:eastAsia="Times New Roman" w:cs="Times New Roman"/>
      <w:szCs w:val="24"/>
    </w:rPr>
  </w:style>
  <w:style w:type="numbering" w:customStyle="1" w:styleId="Gel-">
    <w:name w:val="Gel_Нумерация списка -"/>
    <w:rsid w:val="00622D50"/>
    <w:pPr>
      <w:numPr>
        <w:numId w:val="13"/>
      </w:numPr>
    </w:pPr>
  </w:style>
  <w:style w:type="table" w:customStyle="1" w:styleId="3-11">
    <w:name w:val="Средняя сетка 3 - Акцент 11"/>
    <w:basedOn w:val="a9"/>
    <w:next w:val="3-1"/>
    <w:uiPriority w:val="69"/>
    <w:rsid w:val="006C3AFD"/>
    <w:pPr>
      <w:spacing w:after="0" w:line="240" w:lineRule="auto"/>
    </w:pPr>
    <w:rPr>
      <w:rFonts w:asciiTheme="minorHAnsi" w:eastAsia="Times New Roman" w:hAnsiTheme="minorHAnsi" w:cstheme="minorBidi"/>
      <w:sz w:val="22"/>
      <w:szCs w:val="22"/>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9"/>
    <w:uiPriority w:val="69"/>
    <w:semiHidden/>
    <w:unhideWhenUsed/>
    <w:rsid w:val="006C3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afffffff0">
    <w:name w:val="Абзац_пост"/>
    <w:basedOn w:val="a4"/>
    <w:rsid w:val="000B6E82"/>
    <w:pPr>
      <w:spacing w:before="120" w:line="240" w:lineRule="auto"/>
      <w:ind w:firstLine="720"/>
      <w:jc w:val="both"/>
    </w:pPr>
    <w:rPr>
      <w:rFonts w:eastAsia="Times New Roman" w:cs="Times New Roman"/>
      <w:sz w:val="26"/>
      <w:szCs w:val="26"/>
      <w:lang w:eastAsia="ru-RU"/>
    </w:rPr>
  </w:style>
  <w:style w:type="character" w:customStyle="1" w:styleId="1fc">
    <w:name w:val="Основной шрифт абзаца1"/>
    <w:rsid w:val="004013E1"/>
  </w:style>
  <w:style w:type="paragraph" w:customStyle="1" w:styleId="a3">
    <w:name w:val="Пункт_пост"/>
    <w:basedOn w:val="a4"/>
    <w:rsid w:val="00384208"/>
    <w:pPr>
      <w:numPr>
        <w:numId w:val="14"/>
      </w:numPr>
      <w:spacing w:before="120" w:line="240" w:lineRule="auto"/>
      <w:jc w:val="both"/>
    </w:pPr>
    <w:rPr>
      <w:rFonts w:eastAsia="Times New Roman" w:cs="Times New Roman"/>
      <w:sz w:val="26"/>
      <w:szCs w:val="24"/>
      <w:lang w:eastAsia="ru-RU"/>
    </w:rPr>
  </w:style>
  <w:style w:type="character" w:customStyle="1" w:styleId="1fd">
    <w:name w:val="Неразрешенное упоминание1"/>
    <w:basedOn w:val="a8"/>
    <w:uiPriority w:val="99"/>
    <w:semiHidden/>
    <w:unhideWhenUsed/>
    <w:rsid w:val="002921AE"/>
    <w:rPr>
      <w:color w:val="605E5C"/>
      <w:shd w:val="clear" w:color="auto" w:fill="E1DFDD"/>
    </w:rPr>
  </w:style>
  <w:style w:type="paragraph" w:customStyle="1" w:styleId="zag3">
    <w:name w:val="zag3"/>
    <w:basedOn w:val="a4"/>
    <w:rsid w:val="00C319EE"/>
    <w:pPr>
      <w:spacing w:before="240" w:after="240" w:line="240" w:lineRule="auto"/>
      <w:ind w:left="709" w:hanging="709"/>
      <w:jc w:val="center"/>
    </w:pPr>
    <w:rPr>
      <w:rFonts w:eastAsia="Times New Roman" w:cs="Times New Roman"/>
      <w:szCs w:val="24"/>
      <w:lang w:eastAsia="ru-RU"/>
    </w:rPr>
  </w:style>
  <w:style w:type="paragraph" w:customStyle="1" w:styleId="msonormal0">
    <w:name w:val="msonormal"/>
    <w:basedOn w:val="a4"/>
    <w:rsid w:val="006C5999"/>
    <w:pPr>
      <w:spacing w:before="100" w:beforeAutospacing="1" w:after="100" w:afterAutospacing="1" w:line="240" w:lineRule="auto"/>
    </w:pPr>
    <w:rPr>
      <w:rFonts w:eastAsia="Times New Roman" w:cs="Times New Roman"/>
      <w:szCs w:val="24"/>
      <w:lang w:eastAsia="ru-RU"/>
    </w:rPr>
  </w:style>
  <w:style w:type="character" w:customStyle="1" w:styleId="WW8Num12z3">
    <w:name w:val="WW8Num12z3"/>
    <w:rsid w:val="008E7079"/>
  </w:style>
  <w:style w:type="character" w:customStyle="1" w:styleId="afffffff1">
    <w:name w:val="_Об_Таблица Знак"/>
    <w:basedOn w:val="a8"/>
    <w:link w:val="afffffff2"/>
    <w:locked/>
    <w:rsid w:val="001D31E9"/>
    <w:rPr>
      <w:iCs/>
      <w:szCs w:val="26"/>
      <w:lang w:eastAsia="ru-RU"/>
    </w:rPr>
  </w:style>
  <w:style w:type="paragraph" w:customStyle="1" w:styleId="afffffff2">
    <w:name w:val="_Об_Таблица"/>
    <w:basedOn w:val="a4"/>
    <w:link w:val="afffffff1"/>
    <w:rsid w:val="001D31E9"/>
    <w:pPr>
      <w:keepNext/>
      <w:keepLines/>
      <w:spacing w:before="120" w:line="240" w:lineRule="auto"/>
      <w:jc w:val="both"/>
    </w:pPr>
    <w:rPr>
      <w:rFonts w:eastAsiaTheme="minorHAnsi" w:cs="Times New Roman"/>
      <w:iCs/>
      <w:szCs w:val="26"/>
      <w:lang w:eastAsia="ru-RU"/>
    </w:rPr>
  </w:style>
  <w:style w:type="paragraph" w:customStyle="1" w:styleId="a1">
    <w:name w:val="Перечень"/>
    <w:basedOn w:val="a6"/>
    <w:link w:val="afffffff3"/>
    <w:rsid w:val="00894EDE"/>
    <w:pPr>
      <w:numPr>
        <w:numId w:val="19"/>
      </w:numPr>
      <w:spacing w:before="120" w:after="120"/>
    </w:pPr>
  </w:style>
  <w:style w:type="character" w:customStyle="1" w:styleId="afffffff3">
    <w:name w:val="Перечень Знак"/>
    <w:basedOn w:val="af4"/>
    <w:link w:val="a1"/>
    <w:rsid w:val="00894EDE"/>
  </w:style>
  <w:style w:type="paragraph" w:customStyle="1" w:styleId="xl1554">
    <w:name w:val="xl1554"/>
    <w:basedOn w:val="a4"/>
    <w:rsid w:val="00091788"/>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55">
    <w:name w:val="xl1555"/>
    <w:basedOn w:val="a4"/>
    <w:rsid w:val="00091788"/>
    <w:pP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556">
    <w:name w:val="xl1556"/>
    <w:basedOn w:val="a4"/>
    <w:rsid w:val="000917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57">
    <w:name w:val="xl1557"/>
    <w:basedOn w:val="a4"/>
    <w:rsid w:val="000917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58">
    <w:name w:val="xl1558"/>
    <w:basedOn w:val="a4"/>
    <w:rsid w:val="000917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59">
    <w:name w:val="xl1559"/>
    <w:basedOn w:val="a4"/>
    <w:rsid w:val="000917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560">
    <w:name w:val="xl1560"/>
    <w:basedOn w:val="a4"/>
    <w:rsid w:val="000917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61">
    <w:name w:val="xl1561"/>
    <w:basedOn w:val="a4"/>
    <w:rsid w:val="000917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62">
    <w:name w:val="xl1562"/>
    <w:basedOn w:val="a4"/>
    <w:rsid w:val="000917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63">
    <w:name w:val="xl1563"/>
    <w:basedOn w:val="a4"/>
    <w:rsid w:val="000917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1fe">
    <w:name w:val="Основной текст ТАХОМА1"/>
    <w:basedOn w:val="a4"/>
    <w:rsid w:val="001F7216"/>
    <w:pPr>
      <w:autoSpaceDE w:val="0"/>
      <w:autoSpaceDN w:val="0"/>
      <w:adjustRightInd w:val="0"/>
      <w:spacing w:line="240" w:lineRule="auto"/>
      <w:ind w:firstLine="709"/>
      <w:jc w:val="both"/>
    </w:pPr>
    <w:rPr>
      <w:rFonts w:ascii="Tahoma" w:eastAsia="Times New Roman" w:hAnsi="Tahoma" w:cs="Tahoma"/>
      <w:bCs/>
      <w:szCs w:val="28"/>
      <w:lang w:eastAsia="ru-RU"/>
    </w:rPr>
  </w:style>
  <w:style w:type="paragraph" w:styleId="afffffff4">
    <w:name w:val="Intense Quote"/>
    <w:basedOn w:val="a4"/>
    <w:next w:val="a4"/>
    <w:link w:val="afffffff5"/>
    <w:uiPriority w:val="30"/>
    <w:rsid w:val="001F7216"/>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5">
    <w:name w:val="Выделенная цитата Знак"/>
    <w:basedOn w:val="a8"/>
    <w:link w:val="afffffff4"/>
    <w:uiPriority w:val="30"/>
    <w:rsid w:val="001F7216"/>
    <w:rPr>
      <w:rFonts w:ascii="Cambria" w:eastAsia="Times New Roman" w:hAnsi="Cambria"/>
      <w:smallCaps/>
      <w:color w:val="365F91"/>
      <w:sz w:val="28"/>
      <w:szCs w:val="28"/>
    </w:rPr>
  </w:style>
  <w:style w:type="character" w:styleId="afffffff6">
    <w:name w:val="Subtle Emphasis"/>
    <w:basedOn w:val="a8"/>
    <w:uiPriority w:val="19"/>
    <w:rsid w:val="001F7216"/>
    <w:rPr>
      <w:smallCaps/>
      <w:color w:val="5A5A5A"/>
      <w:vertAlign w:val="baseline"/>
    </w:rPr>
  </w:style>
  <w:style w:type="character" w:styleId="afffffff7">
    <w:name w:val="Subtle Reference"/>
    <w:basedOn w:val="a8"/>
    <w:uiPriority w:val="31"/>
    <w:rsid w:val="001F7216"/>
    <w:rPr>
      <w:rFonts w:ascii="Cambria" w:hAnsi="Cambria"/>
      <w:i/>
      <w:smallCaps/>
      <w:color w:val="5A5A5A"/>
      <w:spacing w:val="20"/>
    </w:rPr>
  </w:style>
  <w:style w:type="character" w:styleId="afffffff8">
    <w:name w:val="Intense Reference"/>
    <w:basedOn w:val="a8"/>
    <w:uiPriority w:val="32"/>
    <w:rsid w:val="001F7216"/>
    <w:rPr>
      <w:rFonts w:ascii="Cambria" w:hAnsi="Cambria"/>
      <w:b/>
      <w:i/>
      <w:smallCaps/>
      <w:color w:val="17365D"/>
      <w:spacing w:val="20"/>
    </w:rPr>
  </w:style>
  <w:style w:type="paragraph" w:customStyle="1" w:styleId="afffffff9">
    <w:name w:val="Нименование раздела"/>
    <w:basedOn w:val="10"/>
    <w:next w:val="afffffffa"/>
    <w:link w:val="afffffffb"/>
    <w:autoRedefine/>
    <w:rsid w:val="001F7216"/>
    <w:pPr>
      <w:numPr>
        <w:numId w:val="0"/>
      </w:numPr>
      <w:pBdr>
        <w:bottom w:val="single" w:sz="4" w:space="1" w:color="auto"/>
      </w:pBdr>
      <w:autoSpaceDE w:val="0"/>
      <w:autoSpaceDN w:val="0"/>
      <w:adjustRightInd w:val="0"/>
      <w:spacing w:before="0" w:after="200"/>
      <w:ind w:left="360" w:hanging="360"/>
      <w:jc w:val="both"/>
      <w:outlineLvl w:val="1"/>
    </w:pPr>
    <w:rPr>
      <w:rFonts w:ascii="Tahoma" w:eastAsia="Times New Roman" w:hAnsi="Tahoma" w:cs="Times New Roman"/>
      <w:caps/>
      <w:color w:val="365F91"/>
      <w:spacing w:val="20"/>
      <w:szCs w:val="28"/>
      <w:lang w:eastAsia="ru-RU"/>
    </w:rPr>
  </w:style>
  <w:style w:type="paragraph" w:customStyle="1" w:styleId="afffffffa">
    <w:name w:val="Основной текст ТАХОМА"/>
    <w:basedOn w:val="a4"/>
    <w:link w:val="afffffffc"/>
    <w:rsid w:val="001F7216"/>
    <w:pPr>
      <w:autoSpaceDE w:val="0"/>
      <w:autoSpaceDN w:val="0"/>
      <w:adjustRightInd w:val="0"/>
      <w:spacing w:line="240" w:lineRule="auto"/>
      <w:ind w:firstLine="709"/>
      <w:jc w:val="both"/>
    </w:pPr>
    <w:rPr>
      <w:rFonts w:ascii="Tahoma" w:eastAsia="Times New Roman" w:hAnsi="Tahoma" w:cs="Tahoma"/>
      <w:bCs/>
      <w:szCs w:val="28"/>
      <w:lang w:eastAsia="ru-RU"/>
    </w:rPr>
  </w:style>
  <w:style w:type="character" w:customStyle="1" w:styleId="afffffffc">
    <w:name w:val="Основной текст ТАХОМА Знак"/>
    <w:link w:val="afffffffa"/>
    <w:locked/>
    <w:rsid w:val="001F7216"/>
    <w:rPr>
      <w:rFonts w:ascii="Tahoma" w:eastAsia="Times New Roman" w:hAnsi="Tahoma" w:cs="Tahoma"/>
      <w:bCs/>
      <w:szCs w:val="28"/>
      <w:lang w:eastAsia="ru-RU"/>
    </w:rPr>
  </w:style>
  <w:style w:type="character" w:customStyle="1" w:styleId="afffffffb">
    <w:name w:val="Нименование раздела Знак"/>
    <w:link w:val="afffffff9"/>
    <w:locked/>
    <w:rsid w:val="001F7216"/>
    <w:rPr>
      <w:rFonts w:ascii="Tahoma" w:eastAsia="Times New Roman" w:hAnsi="Tahoma"/>
      <w:b/>
      <w:color w:val="365F91"/>
      <w:spacing w:val="20"/>
      <w:szCs w:val="28"/>
      <w:lang w:eastAsia="ru-RU"/>
    </w:rPr>
  </w:style>
  <w:style w:type="paragraph" w:customStyle="1" w:styleId="21c">
    <w:name w:val="Основной текст 21"/>
    <w:basedOn w:val="a4"/>
    <w:uiPriority w:val="99"/>
    <w:rsid w:val="001F7216"/>
    <w:pPr>
      <w:suppressLineNumbers/>
      <w:overflowPunct w:val="0"/>
      <w:autoSpaceDE w:val="0"/>
      <w:autoSpaceDN w:val="0"/>
      <w:adjustRightInd w:val="0"/>
      <w:spacing w:line="240" w:lineRule="auto"/>
      <w:ind w:left="397" w:firstLine="680"/>
      <w:jc w:val="center"/>
      <w:textAlignment w:val="baseline"/>
    </w:pPr>
    <w:rPr>
      <w:rFonts w:eastAsia="Times New Roman" w:cs="Times New Roman"/>
      <w:b/>
      <w:sz w:val="28"/>
      <w:szCs w:val="28"/>
      <w:lang w:val="en-US" w:eastAsia="ru-RU"/>
    </w:rPr>
  </w:style>
  <w:style w:type="paragraph" w:customStyle="1" w:styleId="1ff">
    <w:name w:val="Схема документа1"/>
    <w:basedOn w:val="a4"/>
    <w:uiPriority w:val="99"/>
    <w:rsid w:val="001F7216"/>
    <w:pPr>
      <w:shd w:val="clear" w:color="auto" w:fill="000080"/>
      <w:overflowPunct w:val="0"/>
      <w:autoSpaceDE w:val="0"/>
      <w:autoSpaceDN w:val="0"/>
      <w:adjustRightInd w:val="0"/>
      <w:spacing w:line="240" w:lineRule="auto"/>
      <w:jc w:val="center"/>
      <w:textAlignment w:val="baseline"/>
    </w:pPr>
    <w:rPr>
      <w:rFonts w:ascii="Tahoma" w:eastAsia="Times New Roman" w:hAnsi="Tahoma" w:cs="Times New Roman"/>
      <w:sz w:val="28"/>
      <w:szCs w:val="28"/>
      <w:lang w:eastAsia="ru-RU"/>
    </w:rPr>
  </w:style>
  <w:style w:type="paragraph" w:customStyle="1" w:styleId="21d">
    <w:name w:val="Основной текст с отступом 21"/>
    <w:basedOn w:val="a4"/>
    <w:uiPriority w:val="99"/>
    <w:rsid w:val="001F7216"/>
    <w:pPr>
      <w:overflowPunct w:val="0"/>
      <w:autoSpaceDE w:val="0"/>
      <w:autoSpaceDN w:val="0"/>
      <w:adjustRightInd w:val="0"/>
      <w:spacing w:line="240" w:lineRule="auto"/>
      <w:ind w:firstLine="851"/>
      <w:jc w:val="both"/>
      <w:textAlignment w:val="baseline"/>
    </w:pPr>
    <w:rPr>
      <w:rFonts w:eastAsia="Times New Roman" w:cs="Times New Roman"/>
      <w:sz w:val="28"/>
      <w:szCs w:val="28"/>
      <w:lang w:eastAsia="ru-RU"/>
    </w:rPr>
  </w:style>
  <w:style w:type="character" w:customStyle="1" w:styleId="1ff0">
    <w:name w:val="Основной текст с отступом Знак1"/>
    <w:basedOn w:val="a8"/>
    <w:uiPriority w:val="99"/>
    <w:semiHidden/>
    <w:rsid w:val="001F7216"/>
    <w:rPr>
      <w:sz w:val="28"/>
    </w:rPr>
  </w:style>
  <w:style w:type="character" w:customStyle="1" w:styleId="11c">
    <w:name w:val="Основной текст с отступом Знак11"/>
    <w:basedOn w:val="a8"/>
    <w:uiPriority w:val="99"/>
    <w:rsid w:val="001F7216"/>
    <w:rPr>
      <w:rFonts w:cs="Times New Roman"/>
      <w:sz w:val="28"/>
    </w:rPr>
  </w:style>
  <w:style w:type="character" w:customStyle="1" w:styleId="21e">
    <w:name w:val="Основной текст с отступом 2 Знак1"/>
    <w:basedOn w:val="a8"/>
    <w:uiPriority w:val="99"/>
    <w:semiHidden/>
    <w:rsid w:val="001F7216"/>
    <w:rPr>
      <w:sz w:val="28"/>
    </w:rPr>
  </w:style>
  <w:style w:type="character" w:customStyle="1" w:styleId="2112">
    <w:name w:val="Основной текст с отступом 2 Знак11"/>
    <w:basedOn w:val="a8"/>
    <w:uiPriority w:val="99"/>
    <w:rsid w:val="001F7216"/>
    <w:rPr>
      <w:rFonts w:cs="Times New Roman"/>
      <w:sz w:val="28"/>
    </w:rPr>
  </w:style>
  <w:style w:type="character" w:customStyle="1" w:styleId="318">
    <w:name w:val="Основной текст с отступом 3 Знак1"/>
    <w:basedOn w:val="a8"/>
    <w:uiPriority w:val="99"/>
    <w:semiHidden/>
    <w:rsid w:val="001F7216"/>
    <w:rPr>
      <w:sz w:val="16"/>
      <w:szCs w:val="16"/>
    </w:rPr>
  </w:style>
  <w:style w:type="character" w:customStyle="1" w:styleId="3110">
    <w:name w:val="Основной текст с отступом 3 Знак11"/>
    <w:basedOn w:val="a8"/>
    <w:uiPriority w:val="99"/>
    <w:rsid w:val="001F7216"/>
    <w:rPr>
      <w:rFonts w:cs="Times New Roman"/>
      <w:sz w:val="16"/>
      <w:szCs w:val="16"/>
    </w:rPr>
  </w:style>
  <w:style w:type="character" w:customStyle="1" w:styleId="1ff1">
    <w:name w:val="Схема документа Знак1"/>
    <w:basedOn w:val="a8"/>
    <w:uiPriority w:val="99"/>
    <w:semiHidden/>
    <w:rsid w:val="001F7216"/>
    <w:rPr>
      <w:rFonts w:ascii="Tahoma" w:hAnsi="Tahoma" w:cs="Tahoma"/>
      <w:sz w:val="16"/>
      <w:szCs w:val="16"/>
    </w:rPr>
  </w:style>
  <w:style w:type="character" w:customStyle="1" w:styleId="11d">
    <w:name w:val="Схема документа Знак11"/>
    <w:basedOn w:val="a8"/>
    <w:uiPriority w:val="99"/>
    <w:rsid w:val="001F7216"/>
    <w:rPr>
      <w:rFonts w:ascii="Segoe UI" w:hAnsi="Segoe UI" w:cs="Segoe UI"/>
      <w:sz w:val="16"/>
      <w:szCs w:val="16"/>
    </w:rPr>
  </w:style>
  <w:style w:type="character" w:customStyle="1" w:styleId="319">
    <w:name w:val="Основной текст 3 Знак1"/>
    <w:basedOn w:val="a8"/>
    <w:uiPriority w:val="99"/>
    <w:semiHidden/>
    <w:rsid w:val="001F7216"/>
    <w:rPr>
      <w:sz w:val="16"/>
      <w:szCs w:val="16"/>
    </w:rPr>
  </w:style>
  <w:style w:type="character" w:customStyle="1" w:styleId="3111">
    <w:name w:val="Основной текст 3 Знак11"/>
    <w:basedOn w:val="a8"/>
    <w:uiPriority w:val="99"/>
    <w:rsid w:val="001F7216"/>
    <w:rPr>
      <w:rFonts w:cs="Times New Roman"/>
      <w:sz w:val="16"/>
      <w:szCs w:val="16"/>
    </w:rPr>
  </w:style>
  <w:style w:type="paragraph" w:customStyle="1" w:styleId="TAHOMA">
    <w:name w:val="Список TAHOMA"/>
    <w:basedOn w:val="afffffffa"/>
    <w:link w:val="TAHOMA0"/>
    <w:rsid w:val="001F7216"/>
    <w:pPr>
      <w:ind w:leftChars="102" w:left="102" w:hangingChars="176" w:hanging="420"/>
    </w:pPr>
  </w:style>
  <w:style w:type="character" w:customStyle="1" w:styleId="TAHOMA0">
    <w:name w:val="Список TAHOMA Знак"/>
    <w:link w:val="TAHOMA"/>
    <w:locked/>
    <w:rsid w:val="001F7216"/>
    <w:rPr>
      <w:rFonts w:ascii="Tahoma" w:eastAsia="Times New Roman" w:hAnsi="Tahoma" w:cs="Tahoma"/>
      <w:bCs/>
      <w:szCs w:val="28"/>
      <w:lang w:eastAsia="ru-RU"/>
    </w:rPr>
  </w:style>
  <w:style w:type="paragraph" w:customStyle="1" w:styleId="-">
    <w:name w:val="Название - Таблица"/>
    <w:basedOn w:val="ac"/>
    <w:link w:val="-0"/>
    <w:rsid w:val="001F7216"/>
    <w:pPr>
      <w:keepNext w:val="0"/>
      <w:keepLines w:val="0"/>
      <w:spacing w:before="100" w:after="100"/>
      <w:ind w:firstLine="709"/>
      <w:jc w:val="center"/>
    </w:pPr>
    <w:rPr>
      <w:rFonts w:ascii="Tahoma" w:eastAsia="Times New Roman" w:hAnsi="Tahoma" w:cs="Times New Roman"/>
      <w:color w:val="1F497D"/>
      <w:spacing w:val="10"/>
      <w:szCs w:val="18"/>
      <w:lang w:eastAsia="ru-RU"/>
    </w:rPr>
  </w:style>
  <w:style w:type="character" w:customStyle="1" w:styleId="-0">
    <w:name w:val="Название - Таблица Знак"/>
    <w:link w:val="-"/>
    <w:locked/>
    <w:rsid w:val="001F7216"/>
    <w:rPr>
      <w:rFonts w:ascii="Tahoma" w:eastAsia="Times New Roman" w:hAnsi="Tahoma"/>
      <w:bCs/>
      <w:color w:val="1F497D"/>
      <w:spacing w:val="10"/>
      <w:szCs w:val="18"/>
      <w:lang w:eastAsia="ru-RU"/>
    </w:rPr>
  </w:style>
  <w:style w:type="paragraph" w:customStyle="1" w:styleId="afffffffd">
    <w:name w:val="Главные разделы"/>
    <w:basedOn w:val="afffffff9"/>
    <w:next w:val="afffffff9"/>
    <w:link w:val="afffffffe"/>
    <w:rsid w:val="001F7216"/>
    <w:pPr>
      <w:pBdr>
        <w:bottom w:val="none" w:sz="0" w:space="0" w:color="auto"/>
      </w:pBdr>
      <w:ind w:left="0" w:firstLine="0"/>
      <w:outlineLvl w:val="0"/>
    </w:pPr>
    <w:rPr>
      <w:sz w:val="28"/>
    </w:rPr>
  </w:style>
  <w:style w:type="character" w:customStyle="1" w:styleId="afffffffe">
    <w:name w:val="Главные разделы Знак"/>
    <w:link w:val="afffffffd"/>
    <w:locked/>
    <w:rsid w:val="001F7216"/>
    <w:rPr>
      <w:rFonts w:ascii="Tahoma" w:eastAsia="Times New Roman" w:hAnsi="Tahoma"/>
      <w:b/>
      <w:color w:val="365F91"/>
      <w:spacing w:val="20"/>
      <w:sz w:val="28"/>
      <w:szCs w:val="28"/>
      <w:lang w:eastAsia="ru-RU"/>
    </w:rPr>
  </w:style>
  <w:style w:type="paragraph" w:customStyle="1" w:styleId="31a">
    <w:name w:val="Основной текст с отступом 31"/>
    <w:basedOn w:val="a4"/>
    <w:uiPriority w:val="99"/>
    <w:rsid w:val="001F7216"/>
    <w:pPr>
      <w:widowControl w:val="0"/>
      <w:suppressAutoHyphens/>
      <w:spacing w:line="240" w:lineRule="auto"/>
      <w:ind w:firstLine="858"/>
      <w:jc w:val="both"/>
    </w:pPr>
    <w:rPr>
      <w:rFonts w:eastAsia="Times New Roman" w:cs="Times New Roman"/>
      <w:kern w:val="1"/>
      <w:szCs w:val="24"/>
    </w:rPr>
  </w:style>
  <w:style w:type="paragraph" w:customStyle="1" w:styleId="Web">
    <w:name w:val="Обычный (Web)"/>
    <w:basedOn w:val="a4"/>
    <w:uiPriority w:val="99"/>
    <w:rsid w:val="001F7216"/>
    <w:pPr>
      <w:widowControl w:val="0"/>
      <w:suppressAutoHyphens/>
      <w:spacing w:before="280" w:after="280" w:line="240" w:lineRule="auto"/>
      <w:jc w:val="center"/>
    </w:pPr>
    <w:rPr>
      <w:rFonts w:eastAsia="Times New Roman" w:cs="Times New Roman"/>
      <w:kern w:val="1"/>
      <w:szCs w:val="24"/>
      <w:lang w:eastAsia="ru-RU"/>
    </w:rPr>
  </w:style>
  <w:style w:type="character" w:customStyle="1" w:styleId="1ff2">
    <w:name w:val="Текст концевой сноски Знак1"/>
    <w:basedOn w:val="a8"/>
    <w:uiPriority w:val="99"/>
    <w:semiHidden/>
    <w:rsid w:val="001F7216"/>
  </w:style>
  <w:style w:type="character" w:customStyle="1" w:styleId="11e">
    <w:name w:val="Текст концевой сноски Знак11"/>
    <w:basedOn w:val="a8"/>
    <w:uiPriority w:val="99"/>
    <w:rsid w:val="001F7216"/>
    <w:rPr>
      <w:rFonts w:cs="Times New Roman"/>
    </w:rPr>
  </w:style>
  <w:style w:type="character" w:customStyle="1" w:styleId="1ff3">
    <w:name w:val="Текст сноски Знак1"/>
    <w:basedOn w:val="a8"/>
    <w:uiPriority w:val="99"/>
    <w:semiHidden/>
    <w:rsid w:val="001F7216"/>
  </w:style>
  <w:style w:type="character" w:customStyle="1" w:styleId="11f">
    <w:name w:val="Текст сноски Знак11"/>
    <w:basedOn w:val="a8"/>
    <w:uiPriority w:val="99"/>
    <w:rsid w:val="001F7216"/>
    <w:rPr>
      <w:rFonts w:cs="Times New Roman"/>
    </w:rPr>
  </w:style>
  <w:style w:type="character" w:customStyle="1" w:styleId="1ff4">
    <w:name w:val="Текст примечания Знак1"/>
    <w:basedOn w:val="a8"/>
    <w:uiPriority w:val="99"/>
    <w:semiHidden/>
    <w:rsid w:val="001F7216"/>
  </w:style>
  <w:style w:type="character" w:customStyle="1" w:styleId="11f0">
    <w:name w:val="Текст примечания Знак11"/>
    <w:basedOn w:val="a8"/>
    <w:uiPriority w:val="99"/>
    <w:rsid w:val="001F7216"/>
    <w:rPr>
      <w:rFonts w:cs="Times New Roman"/>
    </w:rPr>
  </w:style>
  <w:style w:type="character" w:customStyle="1" w:styleId="1ff5">
    <w:name w:val="Тема примечания Знак1"/>
    <w:basedOn w:val="affb"/>
    <w:uiPriority w:val="99"/>
    <w:semiHidden/>
    <w:rsid w:val="001F7216"/>
    <w:rPr>
      <w:rFonts w:eastAsiaTheme="minorEastAsia" w:cstheme="minorBidi"/>
      <w:b/>
      <w:bCs/>
      <w:sz w:val="20"/>
      <w:szCs w:val="20"/>
    </w:rPr>
  </w:style>
  <w:style w:type="character" w:customStyle="1" w:styleId="11f1">
    <w:name w:val="Тема примечания Знак11"/>
    <w:basedOn w:val="11f0"/>
    <w:uiPriority w:val="99"/>
    <w:rsid w:val="001F7216"/>
    <w:rPr>
      <w:rFonts w:cs="Times New Roman"/>
      <w:b/>
      <w:bCs/>
    </w:rPr>
  </w:style>
  <w:style w:type="paragraph" w:customStyle="1" w:styleId="1ff6">
    <w:name w:val="Название объекта1"/>
    <w:basedOn w:val="a4"/>
    <w:next w:val="a4"/>
    <w:uiPriority w:val="99"/>
    <w:rsid w:val="001F7216"/>
    <w:pPr>
      <w:widowControl w:val="0"/>
      <w:suppressAutoHyphens/>
      <w:spacing w:line="240" w:lineRule="auto"/>
      <w:jc w:val="right"/>
    </w:pPr>
    <w:rPr>
      <w:rFonts w:ascii="Futuris" w:eastAsia="Times New Roman" w:hAnsi="Futuris" w:cs="Times New Roman"/>
      <w:b/>
      <w:spacing w:val="30"/>
      <w:kern w:val="1"/>
      <w:szCs w:val="24"/>
      <w:lang w:eastAsia="ar-SA"/>
    </w:rPr>
  </w:style>
  <w:style w:type="paragraph" w:styleId="affffffff">
    <w:name w:val="Block Text"/>
    <w:basedOn w:val="a4"/>
    <w:uiPriority w:val="99"/>
    <w:rsid w:val="001F7216"/>
    <w:pPr>
      <w:suppressLineNumbers/>
      <w:overflowPunct w:val="0"/>
      <w:autoSpaceDE w:val="0"/>
      <w:autoSpaceDN w:val="0"/>
      <w:adjustRightInd w:val="0"/>
      <w:spacing w:line="240" w:lineRule="auto"/>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1F7216"/>
    <w:rPr>
      <w:rFonts w:ascii="Times New Roman" w:hAnsi="Times New Roman"/>
      <w:sz w:val="26"/>
    </w:rPr>
  </w:style>
  <w:style w:type="character" w:customStyle="1" w:styleId="2f6">
    <w:name w:val="Основной текст Знак2"/>
    <w:uiPriority w:val="99"/>
    <w:semiHidden/>
    <w:rsid w:val="001F7216"/>
    <w:rPr>
      <w:color w:val="5A5A5A"/>
    </w:rPr>
  </w:style>
  <w:style w:type="character" w:customStyle="1" w:styleId="1ff7">
    <w:name w:val="Верхний колонтитул Знак1"/>
    <w:uiPriority w:val="99"/>
    <w:rsid w:val="001F7216"/>
    <w:rPr>
      <w:color w:val="5A5A5A"/>
    </w:rPr>
  </w:style>
  <w:style w:type="character" w:customStyle="1" w:styleId="1ff8">
    <w:name w:val="Текст выноски Знак1"/>
    <w:uiPriority w:val="99"/>
    <w:semiHidden/>
    <w:rsid w:val="001F7216"/>
    <w:rPr>
      <w:rFonts w:ascii="Tahoma" w:hAnsi="Tahoma"/>
      <w:color w:val="5A5A5A"/>
      <w:sz w:val="16"/>
    </w:rPr>
  </w:style>
  <w:style w:type="character" w:customStyle="1" w:styleId="FontStyle591">
    <w:name w:val="Font Style591"/>
    <w:rsid w:val="001F7216"/>
    <w:rPr>
      <w:rFonts w:ascii="Times New Roman" w:hAnsi="Times New Roman"/>
      <w:sz w:val="26"/>
    </w:rPr>
  </w:style>
  <w:style w:type="paragraph" w:customStyle="1" w:styleId="Style26">
    <w:name w:val="Style26"/>
    <w:basedOn w:val="a4"/>
    <w:rsid w:val="001F7216"/>
    <w:pPr>
      <w:widowControl w:val="0"/>
      <w:suppressAutoHyphens/>
      <w:autoSpaceDE w:val="0"/>
      <w:spacing w:line="326" w:lineRule="exact"/>
      <w:jc w:val="both"/>
    </w:pPr>
    <w:rPr>
      <w:rFonts w:eastAsia="Times New Roman" w:cs="Times New Roman"/>
      <w:szCs w:val="24"/>
      <w:lang w:eastAsia="ar-SA"/>
    </w:rPr>
  </w:style>
  <w:style w:type="character" w:customStyle="1" w:styleId="2f7">
    <w:name w:val="Нижний колонтитул Знак2"/>
    <w:uiPriority w:val="99"/>
    <w:rsid w:val="001F7216"/>
    <w:rPr>
      <w:rFonts w:eastAsia="Times New Roman"/>
      <w:sz w:val="24"/>
    </w:rPr>
  </w:style>
  <w:style w:type="character" w:customStyle="1" w:styleId="412">
    <w:name w:val="Заголовок 4 Знак1"/>
    <w:rsid w:val="001F7216"/>
    <w:rPr>
      <w:rFonts w:ascii="Times New Roman" w:hAnsi="Times New Roman"/>
      <w:sz w:val="20"/>
      <w:lang w:val="x-none" w:eastAsia="ru-RU"/>
    </w:rPr>
  </w:style>
  <w:style w:type="character" w:customStyle="1" w:styleId="513">
    <w:name w:val="Заголовок 5 Знак1"/>
    <w:rsid w:val="001F7216"/>
    <w:rPr>
      <w:rFonts w:ascii="Times New Roman" w:hAnsi="Times New Roman"/>
      <w:b/>
      <w:sz w:val="20"/>
      <w:lang w:val="x-none" w:eastAsia="ru-RU"/>
    </w:rPr>
  </w:style>
  <w:style w:type="character" w:customStyle="1" w:styleId="611">
    <w:name w:val="Заголовок 6 Знак1"/>
    <w:rsid w:val="001F7216"/>
    <w:rPr>
      <w:rFonts w:ascii="Times New Roman" w:hAnsi="Times New Roman"/>
      <w:b/>
      <w:sz w:val="20"/>
      <w:lang w:val="x-none" w:eastAsia="ru-RU"/>
    </w:rPr>
  </w:style>
  <w:style w:type="character" w:customStyle="1" w:styleId="711">
    <w:name w:val="Заголовок 7 Знак1"/>
    <w:rsid w:val="001F7216"/>
    <w:rPr>
      <w:rFonts w:ascii="Times New Roman" w:hAnsi="Times New Roman"/>
      <w:b/>
      <w:sz w:val="20"/>
      <w:lang w:val="x-none" w:eastAsia="ru-RU"/>
    </w:rPr>
  </w:style>
  <w:style w:type="character" w:customStyle="1" w:styleId="812">
    <w:name w:val="Заголовок 8 Знак1"/>
    <w:rsid w:val="001F7216"/>
    <w:rPr>
      <w:rFonts w:ascii="Times New Roman" w:hAnsi="Times New Roman"/>
      <w:b/>
      <w:sz w:val="20"/>
      <w:lang w:val="x-none" w:eastAsia="ru-RU"/>
    </w:rPr>
  </w:style>
  <w:style w:type="character" w:customStyle="1" w:styleId="912">
    <w:name w:val="Заголовок 9 Знак1"/>
    <w:uiPriority w:val="9"/>
    <w:semiHidden/>
    <w:rsid w:val="001F7216"/>
    <w:rPr>
      <w:rFonts w:ascii="Cambria" w:hAnsi="Cambria"/>
      <w:i/>
      <w:color w:val="404040"/>
      <w:sz w:val="20"/>
      <w:lang w:val="x-none" w:eastAsia="ru-RU"/>
    </w:rPr>
  </w:style>
  <w:style w:type="character" w:customStyle="1" w:styleId="1ff9">
    <w:name w:val="Основной текст ТАХОМА Знак1"/>
    <w:rsid w:val="001F7216"/>
    <w:rPr>
      <w:rFonts w:ascii="Tahoma" w:hAnsi="Tahoma"/>
      <w:sz w:val="28"/>
      <w:lang w:val="x-none" w:eastAsia="ru-RU"/>
    </w:rPr>
  </w:style>
  <w:style w:type="character" w:customStyle="1" w:styleId="2f8">
    <w:name w:val="Текст выноски Знак2"/>
    <w:uiPriority w:val="99"/>
    <w:semiHidden/>
    <w:rsid w:val="001F7216"/>
    <w:rPr>
      <w:rFonts w:ascii="Tahoma" w:hAnsi="Tahoma"/>
      <w:sz w:val="16"/>
      <w:lang w:val="x-none" w:eastAsia="ru-RU"/>
    </w:rPr>
  </w:style>
  <w:style w:type="character" w:customStyle="1" w:styleId="1ffa">
    <w:name w:val="Без интервала Знак1"/>
    <w:uiPriority w:val="1"/>
    <w:rsid w:val="001F7216"/>
    <w:rPr>
      <w:rFonts w:eastAsia="Times New Roman"/>
      <w:lang w:val="x-none" w:eastAsia="ru-RU"/>
    </w:rPr>
  </w:style>
  <w:style w:type="character" w:customStyle="1" w:styleId="3f1">
    <w:name w:val="Верхний колонтитул Знак3"/>
    <w:aliases w:val="ВерхКолонтитул Знак1"/>
    <w:uiPriority w:val="99"/>
    <w:rsid w:val="001F7216"/>
    <w:rPr>
      <w:rFonts w:ascii="Times New Roman" w:hAnsi="Times New Roman"/>
      <w:sz w:val="24"/>
      <w:lang w:val="x-none" w:eastAsia="ru-RU"/>
    </w:rPr>
  </w:style>
  <w:style w:type="character" w:customStyle="1" w:styleId="3f2">
    <w:name w:val="Нижний колонтитул Знак3"/>
    <w:uiPriority w:val="99"/>
    <w:rsid w:val="001F7216"/>
    <w:rPr>
      <w:rFonts w:ascii="Times New Roman" w:hAnsi="Times New Roman"/>
      <w:sz w:val="24"/>
      <w:lang w:val="x-none" w:eastAsia="ru-RU"/>
    </w:rPr>
  </w:style>
  <w:style w:type="character" w:customStyle="1" w:styleId="3f3">
    <w:name w:val="Основной текст Знак3"/>
    <w:semiHidden/>
    <w:rsid w:val="001F7216"/>
    <w:rPr>
      <w:rFonts w:ascii="Times New Roman" w:hAnsi="Times New Roman"/>
      <w:sz w:val="20"/>
      <w:lang w:val="x-none" w:eastAsia="ru-RU"/>
    </w:rPr>
  </w:style>
  <w:style w:type="character" w:customStyle="1" w:styleId="21f">
    <w:name w:val="Основной текст 2 Знак1"/>
    <w:uiPriority w:val="99"/>
    <w:semiHidden/>
    <w:rsid w:val="001F7216"/>
    <w:rPr>
      <w:rFonts w:ascii="Times New Roman" w:hAnsi="Times New Roman"/>
      <w:sz w:val="24"/>
      <w:lang w:val="x-none" w:eastAsia="ru-RU"/>
    </w:rPr>
  </w:style>
  <w:style w:type="character" w:customStyle="1" w:styleId="1ffb">
    <w:name w:val="Название объекта Знак1"/>
    <w:uiPriority w:val="35"/>
    <w:rsid w:val="001F7216"/>
    <w:rPr>
      <w:rFonts w:ascii="Tahoma" w:hAnsi="Tahoma"/>
      <w:sz w:val="18"/>
      <w:lang w:val="x-none" w:eastAsia="ru-RU"/>
    </w:rPr>
  </w:style>
  <w:style w:type="paragraph" w:customStyle="1" w:styleId="TAHOMA1">
    <w:name w:val="Список TAHOMA1"/>
    <w:basedOn w:val="afffffffa"/>
    <w:rsid w:val="001F7216"/>
    <w:pPr>
      <w:ind w:leftChars="102" w:left="102" w:hangingChars="176" w:hanging="420"/>
    </w:pPr>
  </w:style>
  <w:style w:type="character" w:customStyle="1" w:styleId="TAHOMA10">
    <w:name w:val="Список TAHOMA Знак1"/>
    <w:rsid w:val="001F7216"/>
  </w:style>
  <w:style w:type="character" w:customStyle="1" w:styleId="1ffc">
    <w:name w:val="Подзаголовок Знак1"/>
    <w:rsid w:val="001F7216"/>
    <w:rPr>
      <w:rFonts w:ascii="Arial" w:eastAsia="Times New Roman" w:hAnsi="Arial"/>
      <w:i/>
      <w:kern w:val="1"/>
      <w:sz w:val="28"/>
      <w:lang w:val="x-none" w:eastAsia="ru-RU"/>
    </w:rPr>
  </w:style>
  <w:style w:type="paragraph" w:customStyle="1" w:styleId="CharChar">
    <w:name w:val="Char Char"/>
    <w:basedOn w:val="a4"/>
    <w:rsid w:val="001F7216"/>
    <w:pPr>
      <w:spacing w:after="160" w:line="240" w:lineRule="exact"/>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4"/>
    <w:rsid w:val="001F7216"/>
    <w:pPr>
      <w:overflowPunct w:val="0"/>
      <w:autoSpaceDE w:val="0"/>
      <w:autoSpaceDN w:val="0"/>
      <w:adjustRightInd w:val="0"/>
      <w:spacing w:line="240" w:lineRule="auto"/>
      <w:ind w:firstLine="851"/>
      <w:jc w:val="both"/>
      <w:textAlignment w:val="baseline"/>
    </w:pPr>
    <w:rPr>
      <w:rFonts w:eastAsia="Times New Roman" w:cs="Times New Roman"/>
      <w:sz w:val="28"/>
      <w:szCs w:val="20"/>
      <w:lang w:eastAsia="ru-RU"/>
    </w:rPr>
  </w:style>
  <w:style w:type="paragraph" w:customStyle="1" w:styleId="232">
    <w:name w:val="Основной текст с отступом 23"/>
    <w:basedOn w:val="a4"/>
    <w:rsid w:val="001F7216"/>
    <w:pPr>
      <w:overflowPunct w:val="0"/>
      <w:autoSpaceDE w:val="0"/>
      <w:autoSpaceDN w:val="0"/>
      <w:adjustRightInd w:val="0"/>
      <w:spacing w:line="240" w:lineRule="auto"/>
      <w:ind w:firstLine="851"/>
      <w:jc w:val="both"/>
      <w:textAlignment w:val="baseline"/>
    </w:pPr>
    <w:rPr>
      <w:rFonts w:eastAsia="Times New Roman" w:cs="Times New Roman"/>
      <w:sz w:val="28"/>
      <w:szCs w:val="20"/>
      <w:lang w:eastAsia="ru-RU"/>
    </w:rPr>
  </w:style>
  <w:style w:type="table" w:customStyle="1" w:styleId="413">
    <w:name w:val="Сетка таблицы41"/>
    <w:basedOn w:val="a9"/>
    <w:next w:val="af6"/>
    <w:uiPriority w:val="59"/>
    <w:rsid w:val="001F7216"/>
    <w:pPr>
      <w:spacing w:after="0" w:line="240" w:lineRule="auto"/>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
    <w:basedOn w:val="a9"/>
    <w:next w:val="af6"/>
    <w:uiPriority w:val="59"/>
    <w:rsid w:val="001F7216"/>
    <w:pPr>
      <w:spacing w:after="0" w:line="240" w:lineRule="auto"/>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9"/>
    <w:next w:val="af6"/>
    <w:uiPriority w:val="59"/>
    <w:rsid w:val="001F7216"/>
    <w:pPr>
      <w:spacing w:after="0" w:line="240" w:lineRule="auto"/>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9"/>
    <w:next w:val="af6"/>
    <w:uiPriority w:val="59"/>
    <w:rsid w:val="001F7216"/>
    <w:pPr>
      <w:spacing w:after="0" w:line="240" w:lineRule="auto"/>
    </w:pPr>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83">
    <w:name w:val="xl183"/>
    <w:basedOn w:val="a4"/>
    <w:rsid w:val="001F721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84">
    <w:name w:val="xl184"/>
    <w:basedOn w:val="a4"/>
    <w:rsid w:val="001F721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85">
    <w:name w:val="xl185"/>
    <w:basedOn w:val="a4"/>
    <w:rsid w:val="001F7216"/>
    <w:pPr>
      <w:pBdr>
        <w:top w:val="single" w:sz="8" w:space="0" w:color="auto"/>
        <w:lef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86">
    <w:name w:val="xl186"/>
    <w:basedOn w:val="a4"/>
    <w:rsid w:val="001F7216"/>
    <w:pPr>
      <w:pBdr>
        <w:top w:val="single" w:sz="8"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87">
    <w:name w:val="xl187"/>
    <w:basedOn w:val="a4"/>
    <w:rsid w:val="001F7216"/>
    <w:pPr>
      <w:pBdr>
        <w:left w:val="single" w:sz="4" w:space="0" w:color="auto"/>
        <w:bottom w:val="single" w:sz="8"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88">
    <w:name w:val="xl188"/>
    <w:basedOn w:val="a4"/>
    <w:rsid w:val="001F7216"/>
    <w:pPr>
      <w:pBdr>
        <w:bottom w:val="single" w:sz="8"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customStyle="1" w:styleId="xl189">
    <w:name w:val="xl189"/>
    <w:basedOn w:val="a4"/>
    <w:rsid w:val="001F721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90">
    <w:name w:val="xl190"/>
    <w:basedOn w:val="a4"/>
    <w:rsid w:val="001F721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91">
    <w:name w:val="xl191"/>
    <w:basedOn w:val="a4"/>
    <w:rsid w:val="001F7216"/>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92">
    <w:name w:val="xl192"/>
    <w:basedOn w:val="a4"/>
    <w:rsid w:val="001F721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93">
    <w:name w:val="xl193"/>
    <w:basedOn w:val="a4"/>
    <w:rsid w:val="001F721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194">
    <w:name w:val="xl194"/>
    <w:basedOn w:val="a4"/>
    <w:rsid w:val="001F7216"/>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195">
    <w:name w:val="xl195"/>
    <w:basedOn w:val="a4"/>
    <w:rsid w:val="001F721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sz w:val="28"/>
      <w:szCs w:val="28"/>
      <w:lang w:eastAsia="ru-RU"/>
    </w:rPr>
  </w:style>
  <w:style w:type="paragraph" w:customStyle="1" w:styleId="xl196">
    <w:name w:val="xl196"/>
    <w:basedOn w:val="a4"/>
    <w:rsid w:val="001F721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97">
    <w:name w:val="xl1497"/>
    <w:basedOn w:val="a4"/>
    <w:rsid w:val="001267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98">
    <w:name w:val="xl1498"/>
    <w:basedOn w:val="a4"/>
    <w:rsid w:val="001267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 w:val="20"/>
      <w:szCs w:val="20"/>
      <w:lang w:eastAsia="ru-RU"/>
    </w:rPr>
  </w:style>
  <w:style w:type="paragraph" w:customStyle="1" w:styleId="xl1499">
    <w:name w:val="xl1499"/>
    <w:basedOn w:val="a4"/>
    <w:rsid w:val="001267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xl1500">
    <w:name w:val="xl1500"/>
    <w:basedOn w:val="a4"/>
    <w:rsid w:val="001267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01">
    <w:name w:val="xl1501"/>
    <w:basedOn w:val="a4"/>
    <w:rsid w:val="001267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02">
    <w:name w:val="xl1502"/>
    <w:basedOn w:val="a4"/>
    <w:rsid w:val="001267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03">
    <w:name w:val="xl1503"/>
    <w:basedOn w:val="a4"/>
    <w:rsid w:val="001267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04">
    <w:name w:val="xl1504"/>
    <w:basedOn w:val="a4"/>
    <w:rsid w:val="001267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05">
    <w:name w:val="xl1505"/>
    <w:basedOn w:val="a4"/>
    <w:rsid w:val="0012671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506">
    <w:name w:val="xl1506"/>
    <w:basedOn w:val="a4"/>
    <w:rsid w:val="00126711"/>
    <w:pPr>
      <w:spacing w:before="100" w:beforeAutospacing="1" w:after="100" w:afterAutospacing="1" w:line="240" w:lineRule="auto"/>
    </w:pPr>
    <w:rPr>
      <w:rFonts w:eastAsia="Times New Roman" w:cs="Times New Roman"/>
      <w:sz w:val="20"/>
      <w:szCs w:val="20"/>
      <w:lang w:eastAsia="ru-RU"/>
    </w:rPr>
  </w:style>
  <w:style w:type="paragraph" w:customStyle="1" w:styleId="xl1507">
    <w:name w:val="xl1507"/>
    <w:basedOn w:val="a4"/>
    <w:rsid w:val="00126711"/>
    <w:pPr>
      <w:spacing w:before="100" w:beforeAutospacing="1" w:after="100" w:afterAutospacing="1" w:line="240" w:lineRule="auto"/>
    </w:pPr>
    <w:rPr>
      <w:rFonts w:eastAsia="Times New Roman" w:cs="Times New Roman"/>
      <w:b/>
      <w:bCs/>
      <w:sz w:val="20"/>
      <w:szCs w:val="20"/>
      <w:lang w:eastAsia="ru-RU"/>
    </w:rPr>
  </w:style>
  <w:style w:type="paragraph" w:customStyle="1" w:styleId="xl1508">
    <w:name w:val="xl1508"/>
    <w:basedOn w:val="a4"/>
    <w:rsid w:val="00126711"/>
    <w:pPr>
      <w:spacing w:before="100" w:beforeAutospacing="1" w:after="100" w:afterAutospacing="1" w:line="240" w:lineRule="auto"/>
    </w:pPr>
    <w:rPr>
      <w:rFonts w:eastAsia="Times New Roman" w:cs="Times New Roman"/>
      <w:sz w:val="20"/>
      <w:szCs w:val="20"/>
      <w:lang w:eastAsia="ru-RU"/>
    </w:rPr>
  </w:style>
  <w:style w:type="paragraph" w:customStyle="1" w:styleId="xl1509">
    <w:name w:val="xl1509"/>
    <w:basedOn w:val="a4"/>
    <w:rsid w:val="00126711"/>
    <w:pPr>
      <w:spacing w:before="100" w:beforeAutospacing="1" w:after="100" w:afterAutospacing="1" w:line="240" w:lineRule="auto"/>
    </w:pPr>
    <w:rPr>
      <w:rFonts w:eastAsia="Times New Roman" w:cs="Times New Roman"/>
      <w:sz w:val="20"/>
      <w:szCs w:val="20"/>
      <w:lang w:eastAsia="ru-RU"/>
    </w:rPr>
  </w:style>
  <w:style w:type="paragraph" w:customStyle="1" w:styleId="xl1510">
    <w:name w:val="xl1510"/>
    <w:basedOn w:val="a4"/>
    <w:rsid w:val="001267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11">
    <w:name w:val="xl1511"/>
    <w:basedOn w:val="a4"/>
    <w:rsid w:val="0012671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12">
    <w:name w:val="xl1512"/>
    <w:basedOn w:val="a4"/>
    <w:rsid w:val="0012671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13">
    <w:name w:val="xl1513"/>
    <w:basedOn w:val="a4"/>
    <w:rsid w:val="0012671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14">
    <w:name w:val="xl1514"/>
    <w:basedOn w:val="a4"/>
    <w:rsid w:val="0012671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515">
    <w:name w:val="xl1515"/>
    <w:basedOn w:val="a4"/>
    <w:rsid w:val="0012671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1494">
    <w:name w:val="xl1494"/>
    <w:basedOn w:val="a4"/>
    <w:rsid w:val="00B72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1495">
    <w:name w:val="xl1495"/>
    <w:basedOn w:val="a4"/>
    <w:rsid w:val="00B72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Times New Roman"/>
      <w:sz w:val="20"/>
      <w:szCs w:val="20"/>
      <w:lang w:eastAsia="ru-RU"/>
    </w:rPr>
  </w:style>
  <w:style w:type="paragraph" w:customStyle="1" w:styleId="xl1496">
    <w:name w:val="xl1496"/>
    <w:basedOn w:val="a4"/>
    <w:rsid w:val="00B722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0"/>
      <w:szCs w:val="20"/>
      <w:lang w:eastAsia="ru-RU"/>
    </w:rPr>
  </w:style>
  <w:style w:type="paragraph" w:customStyle="1" w:styleId="affffffff0">
    <w:name w:val="ДОК Титульник Должности"/>
    <w:basedOn w:val="a4"/>
    <w:rsid w:val="006C4276"/>
    <w:pPr>
      <w:keepLines/>
      <w:spacing w:line="360" w:lineRule="auto"/>
      <w:ind w:firstLine="709"/>
      <w:contextualSpacing/>
      <w:jc w:val="center"/>
    </w:pPr>
    <w:rPr>
      <w:rFonts w:eastAsia="Times New Roman" w:cs="Times New Roman"/>
      <w:lang w:val="en-US" w:eastAsia="ru-RU"/>
    </w:rPr>
  </w:style>
  <w:style w:type="paragraph" w:customStyle="1" w:styleId="00">
    <w:name w:val="0 уровень"/>
    <w:basedOn w:val="10"/>
    <w:link w:val="01"/>
    <w:qFormat/>
    <w:rsid w:val="00FE089F"/>
    <w:pPr>
      <w:numPr>
        <w:numId w:val="0"/>
      </w:numPr>
    </w:pPr>
  </w:style>
  <w:style w:type="paragraph" w:customStyle="1" w:styleId="44">
    <w:name w:val="4 уровень  (Заголовок 4)"/>
    <w:basedOn w:val="a4"/>
    <w:rsid w:val="003D0834"/>
    <w:pPr>
      <w:numPr>
        <w:ilvl w:val="3"/>
        <w:numId w:val="16"/>
      </w:numPr>
    </w:pPr>
  </w:style>
  <w:style w:type="character" w:customStyle="1" w:styleId="01">
    <w:name w:val="0 уровень Знак"/>
    <w:basedOn w:val="12"/>
    <w:link w:val="00"/>
    <w:rsid w:val="00FE089F"/>
    <w:rPr>
      <w:rFonts w:cstheme="min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6445">
      <w:bodyDiv w:val="1"/>
      <w:marLeft w:val="0"/>
      <w:marRight w:val="0"/>
      <w:marTop w:val="0"/>
      <w:marBottom w:val="0"/>
      <w:divBdr>
        <w:top w:val="none" w:sz="0" w:space="0" w:color="auto"/>
        <w:left w:val="none" w:sz="0" w:space="0" w:color="auto"/>
        <w:bottom w:val="none" w:sz="0" w:space="0" w:color="auto"/>
        <w:right w:val="none" w:sz="0" w:space="0" w:color="auto"/>
      </w:divBdr>
    </w:div>
    <w:div w:id="14695816">
      <w:bodyDiv w:val="1"/>
      <w:marLeft w:val="0"/>
      <w:marRight w:val="0"/>
      <w:marTop w:val="0"/>
      <w:marBottom w:val="0"/>
      <w:divBdr>
        <w:top w:val="none" w:sz="0" w:space="0" w:color="auto"/>
        <w:left w:val="none" w:sz="0" w:space="0" w:color="auto"/>
        <w:bottom w:val="none" w:sz="0" w:space="0" w:color="auto"/>
        <w:right w:val="none" w:sz="0" w:space="0" w:color="auto"/>
      </w:divBdr>
    </w:div>
    <w:div w:id="15349519">
      <w:bodyDiv w:val="1"/>
      <w:marLeft w:val="0"/>
      <w:marRight w:val="0"/>
      <w:marTop w:val="0"/>
      <w:marBottom w:val="0"/>
      <w:divBdr>
        <w:top w:val="none" w:sz="0" w:space="0" w:color="auto"/>
        <w:left w:val="none" w:sz="0" w:space="0" w:color="auto"/>
        <w:bottom w:val="none" w:sz="0" w:space="0" w:color="auto"/>
        <w:right w:val="none" w:sz="0" w:space="0" w:color="auto"/>
      </w:divBdr>
    </w:div>
    <w:div w:id="22287166">
      <w:bodyDiv w:val="1"/>
      <w:marLeft w:val="0"/>
      <w:marRight w:val="0"/>
      <w:marTop w:val="0"/>
      <w:marBottom w:val="0"/>
      <w:divBdr>
        <w:top w:val="none" w:sz="0" w:space="0" w:color="auto"/>
        <w:left w:val="none" w:sz="0" w:space="0" w:color="auto"/>
        <w:bottom w:val="none" w:sz="0" w:space="0" w:color="auto"/>
        <w:right w:val="none" w:sz="0" w:space="0" w:color="auto"/>
      </w:divBdr>
    </w:div>
    <w:div w:id="29035445">
      <w:bodyDiv w:val="1"/>
      <w:marLeft w:val="0"/>
      <w:marRight w:val="0"/>
      <w:marTop w:val="0"/>
      <w:marBottom w:val="0"/>
      <w:divBdr>
        <w:top w:val="none" w:sz="0" w:space="0" w:color="auto"/>
        <w:left w:val="none" w:sz="0" w:space="0" w:color="auto"/>
        <w:bottom w:val="none" w:sz="0" w:space="0" w:color="auto"/>
        <w:right w:val="none" w:sz="0" w:space="0" w:color="auto"/>
      </w:divBdr>
    </w:div>
    <w:div w:id="30158818">
      <w:bodyDiv w:val="1"/>
      <w:marLeft w:val="0"/>
      <w:marRight w:val="0"/>
      <w:marTop w:val="0"/>
      <w:marBottom w:val="0"/>
      <w:divBdr>
        <w:top w:val="none" w:sz="0" w:space="0" w:color="auto"/>
        <w:left w:val="none" w:sz="0" w:space="0" w:color="auto"/>
        <w:bottom w:val="none" w:sz="0" w:space="0" w:color="auto"/>
        <w:right w:val="none" w:sz="0" w:space="0" w:color="auto"/>
      </w:divBdr>
    </w:div>
    <w:div w:id="31351415">
      <w:bodyDiv w:val="1"/>
      <w:marLeft w:val="0"/>
      <w:marRight w:val="0"/>
      <w:marTop w:val="0"/>
      <w:marBottom w:val="0"/>
      <w:divBdr>
        <w:top w:val="none" w:sz="0" w:space="0" w:color="auto"/>
        <w:left w:val="none" w:sz="0" w:space="0" w:color="auto"/>
        <w:bottom w:val="none" w:sz="0" w:space="0" w:color="auto"/>
        <w:right w:val="none" w:sz="0" w:space="0" w:color="auto"/>
      </w:divBdr>
    </w:div>
    <w:div w:id="38405051">
      <w:bodyDiv w:val="1"/>
      <w:marLeft w:val="0"/>
      <w:marRight w:val="0"/>
      <w:marTop w:val="0"/>
      <w:marBottom w:val="0"/>
      <w:divBdr>
        <w:top w:val="none" w:sz="0" w:space="0" w:color="auto"/>
        <w:left w:val="none" w:sz="0" w:space="0" w:color="auto"/>
        <w:bottom w:val="none" w:sz="0" w:space="0" w:color="auto"/>
        <w:right w:val="none" w:sz="0" w:space="0" w:color="auto"/>
      </w:divBdr>
    </w:div>
    <w:div w:id="41178258">
      <w:bodyDiv w:val="1"/>
      <w:marLeft w:val="0"/>
      <w:marRight w:val="0"/>
      <w:marTop w:val="0"/>
      <w:marBottom w:val="0"/>
      <w:divBdr>
        <w:top w:val="none" w:sz="0" w:space="0" w:color="auto"/>
        <w:left w:val="none" w:sz="0" w:space="0" w:color="auto"/>
        <w:bottom w:val="none" w:sz="0" w:space="0" w:color="auto"/>
        <w:right w:val="none" w:sz="0" w:space="0" w:color="auto"/>
      </w:divBdr>
    </w:div>
    <w:div w:id="41829484">
      <w:bodyDiv w:val="1"/>
      <w:marLeft w:val="0"/>
      <w:marRight w:val="0"/>
      <w:marTop w:val="0"/>
      <w:marBottom w:val="0"/>
      <w:divBdr>
        <w:top w:val="none" w:sz="0" w:space="0" w:color="auto"/>
        <w:left w:val="none" w:sz="0" w:space="0" w:color="auto"/>
        <w:bottom w:val="none" w:sz="0" w:space="0" w:color="auto"/>
        <w:right w:val="none" w:sz="0" w:space="0" w:color="auto"/>
      </w:divBdr>
    </w:div>
    <w:div w:id="44765214">
      <w:bodyDiv w:val="1"/>
      <w:marLeft w:val="0"/>
      <w:marRight w:val="0"/>
      <w:marTop w:val="0"/>
      <w:marBottom w:val="0"/>
      <w:divBdr>
        <w:top w:val="none" w:sz="0" w:space="0" w:color="auto"/>
        <w:left w:val="none" w:sz="0" w:space="0" w:color="auto"/>
        <w:bottom w:val="none" w:sz="0" w:space="0" w:color="auto"/>
        <w:right w:val="none" w:sz="0" w:space="0" w:color="auto"/>
      </w:divBdr>
    </w:div>
    <w:div w:id="50810359">
      <w:bodyDiv w:val="1"/>
      <w:marLeft w:val="0"/>
      <w:marRight w:val="0"/>
      <w:marTop w:val="0"/>
      <w:marBottom w:val="0"/>
      <w:divBdr>
        <w:top w:val="none" w:sz="0" w:space="0" w:color="auto"/>
        <w:left w:val="none" w:sz="0" w:space="0" w:color="auto"/>
        <w:bottom w:val="none" w:sz="0" w:space="0" w:color="auto"/>
        <w:right w:val="none" w:sz="0" w:space="0" w:color="auto"/>
      </w:divBdr>
    </w:div>
    <w:div w:id="58864764">
      <w:bodyDiv w:val="1"/>
      <w:marLeft w:val="0"/>
      <w:marRight w:val="0"/>
      <w:marTop w:val="0"/>
      <w:marBottom w:val="0"/>
      <w:divBdr>
        <w:top w:val="none" w:sz="0" w:space="0" w:color="auto"/>
        <w:left w:val="none" w:sz="0" w:space="0" w:color="auto"/>
        <w:bottom w:val="none" w:sz="0" w:space="0" w:color="auto"/>
        <w:right w:val="none" w:sz="0" w:space="0" w:color="auto"/>
      </w:divBdr>
    </w:div>
    <w:div w:id="74711399">
      <w:bodyDiv w:val="1"/>
      <w:marLeft w:val="0"/>
      <w:marRight w:val="0"/>
      <w:marTop w:val="0"/>
      <w:marBottom w:val="0"/>
      <w:divBdr>
        <w:top w:val="none" w:sz="0" w:space="0" w:color="auto"/>
        <w:left w:val="none" w:sz="0" w:space="0" w:color="auto"/>
        <w:bottom w:val="none" w:sz="0" w:space="0" w:color="auto"/>
        <w:right w:val="none" w:sz="0" w:space="0" w:color="auto"/>
      </w:divBdr>
    </w:div>
    <w:div w:id="81534699">
      <w:bodyDiv w:val="1"/>
      <w:marLeft w:val="0"/>
      <w:marRight w:val="0"/>
      <w:marTop w:val="0"/>
      <w:marBottom w:val="0"/>
      <w:divBdr>
        <w:top w:val="none" w:sz="0" w:space="0" w:color="auto"/>
        <w:left w:val="none" w:sz="0" w:space="0" w:color="auto"/>
        <w:bottom w:val="none" w:sz="0" w:space="0" w:color="auto"/>
        <w:right w:val="none" w:sz="0" w:space="0" w:color="auto"/>
      </w:divBdr>
    </w:div>
    <w:div w:id="82268487">
      <w:bodyDiv w:val="1"/>
      <w:marLeft w:val="0"/>
      <w:marRight w:val="0"/>
      <w:marTop w:val="0"/>
      <w:marBottom w:val="0"/>
      <w:divBdr>
        <w:top w:val="none" w:sz="0" w:space="0" w:color="auto"/>
        <w:left w:val="none" w:sz="0" w:space="0" w:color="auto"/>
        <w:bottom w:val="none" w:sz="0" w:space="0" w:color="auto"/>
        <w:right w:val="none" w:sz="0" w:space="0" w:color="auto"/>
      </w:divBdr>
    </w:div>
    <w:div w:id="83233006">
      <w:bodyDiv w:val="1"/>
      <w:marLeft w:val="0"/>
      <w:marRight w:val="0"/>
      <w:marTop w:val="0"/>
      <w:marBottom w:val="0"/>
      <w:divBdr>
        <w:top w:val="none" w:sz="0" w:space="0" w:color="auto"/>
        <w:left w:val="none" w:sz="0" w:space="0" w:color="auto"/>
        <w:bottom w:val="none" w:sz="0" w:space="0" w:color="auto"/>
        <w:right w:val="none" w:sz="0" w:space="0" w:color="auto"/>
      </w:divBdr>
    </w:div>
    <w:div w:id="86393878">
      <w:bodyDiv w:val="1"/>
      <w:marLeft w:val="0"/>
      <w:marRight w:val="0"/>
      <w:marTop w:val="0"/>
      <w:marBottom w:val="0"/>
      <w:divBdr>
        <w:top w:val="none" w:sz="0" w:space="0" w:color="auto"/>
        <w:left w:val="none" w:sz="0" w:space="0" w:color="auto"/>
        <w:bottom w:val="none" w:sz="0" w:space="0" w:color="auto"/>
        <w:right w:val="none" w:sz="0" w:space="0" w:color="auto"/>
      </w:divBdr>
    </w:div>
    <w:div w:id="96100784">
      <w:bodyDiv w:val="1"/>
      <w:marLeft w:val="0"/>
      <w:marRight w:val="0"/>
      <w:marTop w:val="0"/>
      <w:marBottom w:val="0"/>
      <w:divBdr>
        <w:top w:val="none" w:sz="0" w:space="0" w:color="auto"/>
        <w:left w:val="none" w:sz="0" w:space="0" w:color="auto"/>
        <w:bottom w:val="none" w:sz="0" w:space="0" w:color="auto"/>
        <w:right w:val="none" w:sz="0" w:space="0" w:color="auto"/>
      </w:divBdr>
    </w:div>
    <w:div w:id="101649593">
      <w:bodyDiv w:val="1"/>
      <w:marLeft w:val="0"/>
      <w:marRight w:val="0"/>
      <w:marTop w:val="0"/>
      <w:marBottom w:val="0"/>
      <w:divBdr>
        <w:top w:val="none" w:sz="0" w:space="0" w:color="auto"/>
        <w:left w:val="none" w:sz="0" w:space="0" w:color="auto"/>
        <w:bottom w:val="none" w:sz="0" w:space="0" w:color="auto"/>
        <w:right w:val="none" w:sz="0" w:space="0" w:color="auto"/>
      </w:divBdr>
    </w:div>
    <w:div w:id="104231894">
      <w:bodyDiv w:val="1"/>
      <w:marLeft w:val="0"/>
      <w:marRight w:val="0"/>
      <w:marTop w:val="0"/>
      <w:marBottom w:val="0"/>
      <w:divBdr>
        <w:top w:val="none" w:sz="0" w:space="0" w:color="auto"/>
        <w:left w:val="none" w:sz="0" w:space="0" w:color="auto"/>
        <w:bottom w:val="none" w:sz="0" w:space="0" w:color="auto"/>
        <w:right w:val="none" w:sz="0" w:space="0" w:color="auto"/>
      </w:divBdr>
    </w:div>
    <w:div w:id="127281684">
      <w:bodyDiv w:val="1"/>
      <w:marLeft w:val="0"/>
      <w:marRight w:val="0"/>
      <w:marTop w:val="0"/>
      <w:marBottom w:val="0"/>
      <w:divBdr>
        <w:top w:val="none" w:sz="0" w:space="0" w:color="auto"/>
        <w:left w:val="none" w:sz="0" w:space="0" w:color="auto"/>
        <w:bottom w:val="none" w:sz="0" w:space="0" w:color="auto"/>
        <w:right w:val="none" w:sz="0" w:space="0" w:color="auto"/>
      </w:divBdr>
    </w:div>
    <w:div w:id="128520129">
      <w:bodyDiv w:val="1"/>
      <w:marLeft w:val="0"/>
      <w:marRight w:val="0"/>
      <w:marTop w:val="0"/>
      <w:marBottom w:val="0"/>
      <w:divBdr>
        <w:top w:val="none" w:sz="0" w:space="0" w:color="auto"/>
        <w:left w:val="none" w:sz="0" w:space="0" w:color="auto"/>
        <w:bottom w:val="none" w:sz="0" w:space="0" w:color="auto"/>
        <w:right w:val="none" w:sz="0" w:space="0" w:color="auto"/>
      </w:divBdr>
    </w:div>
    <w:div w:id="141896866">
      <w:bodyDiv w:val="1"/>
      <w:marLeft w:val="0"/>
      <w:marRight w:val="0"/>
      <w:marTop w:val="0"/>
      <w:marBottom w:val="0"/>
      <w:divBdr>
        <w:top w:val="none" w:sz="0" w:space="0" w:color="auto"/>
        <w:left w:val="none" w:sz="0" w:space="0" w:color="auto"/>
        <w:bottom w:val="none" w:sz="0" w:space="0" w:color="auto"/>
        <w:right w:val="none" w:sz="0" w:space="0" w:color="auto"/>
      </w:divBdr>
    </w:div>
    <w:div w:id="143012962">
      <w:bodyDiv w:val="1"/>
      <w:marLeft w:val="0"/>
      <w:marRight w:val="0"/>
      <w:marTop w:val="0"/>
      <w:marBottom w:val="0"/>
      <w:divBdr>
        <w:top w:val="none" w:sz="0" w:space="0" w:color="auto"/>
        <w:left w:val="none" w:sz="0" w:space="0" w:color="auto"/>
        <w:bottom w:val="none" w:sz="0" w:space="0" w:color="auto"/>
        <w:right w:val="none" w:sz="0" w:space="0" w:color="auto"/>
      </w:divBdr>
    </w:div>
    <w:div w:id="147210821">
      <w:bodyDiv w:val="1"/>
      <w:marLeft w:val="0"/>
      <w:marRight w:val="0"/>
      <w:marTop w:val="0"/>
      <w:marBottom w:val="0"/>
      <w:divBdr>
        <w:top w:val="none" w:sz="0" w:space="0" w:color="auto"/>
        <w:left w:val="none" w:sz="0" w:space="0" w:color="auto"/>
        <w:bottom w:val="none" w:sz="0" w:space="0" w:color="auto"/>
        <w:right w:val="none" w:sz="0" w:space="0" w:color="auto"/>
      </w:divBdr>
    </w:div>
    <w:div w:id="161702565">
      <w:bodyDiv w:val="1"/>
      <w:marLeft w:val="0"/>
      <w:marRight w:val="0"/>
      <w:marTop w:val="0"/>
      <w:marBottom w:val="0"/>
      <w:divBdr>
        <w:top w:val="none" w:sz="0" w:space="0" w:color="auto"/>
        <w:left w:val="none" w:sz="0" w:space="0" w:color="auto"/>
        <w:bottom w:val="none" w:sz="0" w:space="0" w:color="auto"/>
        <w:right w:val="none" w:sz="0" w:space="0" w:color="auto"/>
      </w:divBdr>
    </w:div>
    <w:div w:id="162821561">
      <w:bodyDiv w:val="1"/>
      <w:marLeft w:val="0"/>
      <w:marRight w:val="0"/>
      <w:marTop w:val="0"/>
      <w:marBottom w:val="0"/>
      <w:divBdr>
        <w:top w:val="none" w:sz="0" w:space="0" w:color="auto"/>
        <w:left w:val="none" w:sz="0" w:space="0" w:color="auto"/>
        <w:bottom w:val="none" w:sz="0" w:space="0" w:color="auto"/>
        <w:right w:val="none" w:sz="0" w:space="0" w:color="auto"/>
      </w:divBdr>
    </w:div>
    <w:div w:id="166216586">
      <w:bodyDiv w:val="1"/>
      <w:marLeft w:val="0"/>
      <w:marRight w:val="0"/>
      <w:marTop w:val="0"/>
      <w:marBottom w:val="0"/>
      <w:divBdr>
        <w:top w:val="none" w:sz="0" w:space="0" w:color="auto"/>
        <w:left w:val="none" w:sz="0" w:space="0" w:color="auto"/>
        <w:bottom w:val="none" w:sz="0" w:space="0" w:color="auto"/>
        <w:right w:val="none" w:sz="0" w:space="0" w:color="auto"/>
      </w:divBdr>
    </w:div>
    <w:div w:id="172455029">
      <w:bodyDiv w:val="1"/>
      <w:marLeft w:val="0"/>
      <w:marRight w:val="0"/>
      <w:marTop w:val="0"/>
      <w:marBottom w:val="0"/>
      <w:divBdr>
        <w:top w:val="none" w:sz="0" w:space="0" w:color="auto"/>
        <w:left w:val="none" w:sz="0" w:space="0" w:color="auto"/>
        <w:bottom w:val="none" w:sz="0" w:space="0" w:color="auto"/>
        <w:right w:val="none" w:sz="0" w:space="0" w:color="auto"/>
      </w:divBdr>
    </w:div>
    <w:div w:id="172456626">
      <w:bodyDiv w:val="1"/>
      <w:marLeft w:val="0"/>
      <w:marRight w:val="0"/>
      <w:marTop w:val="0"/>
      <w:marBottom w:val="0"/>
      <w:divBdr>
        <w:top w:val="none" w:sz="0" w:space="0" w:color="auto"/>
        <w:left w:val="none" w:sz="0" w:space="0" w:color="auto"/>
        <w:bottom w:val="none" w:sz="0" w:space="0" w:color="auto"/>
        <w:right w:val="none" w:sz="0" w:space="0" w:color="auto"/>
      </w:divBdr>
    </w:div>
    <w:div w:id="188109445">
      <w:bodyDiv w:val="1"/>
      <w:marLeft w:val="0"/>
      <w:marRight w:val="0"/>
      <w:marTop w:val="0"/>
      <w:marBottom w:val="0"/>
      <w:divBdr>
        <w:top w:val="none" w:sz="0" w:space="0" w:color="auto"/>
        <w:left w:val="none" w:sz="0" w:space="0" w:color="auto"/>
        <w:bottom w:val="none" w:sz="0" w:space="0" w:color="auto"/>
        <w:right w:val="none" w:sz="0" w:space="0" w:color="auto"/>
      </w:divBdr>
    </w:div>
    <w:div w:id="192424700">
      <w:bodyDiv w:val="1"/>
      <w:marLeft w:val="0"/>
      <w:marRight w:val="0"/>
      <w:marTop w:val="0"/>
      <w:marBottom w:val="0"/>
      <w:divBdr>
        <w:top w:val="none" w:sz="0" w:space="0" w:color="auto"/>
        <w:left w:val="none" w:sz="0" w:space="0" w:color="auto"/>
        <w:bottom w:val="none" w:sz="0" w:space="0" w:color="auto"/>
        <w:right w:val="none" w:sz="0" w:space="0" w:color="auto"/>
      </w:divBdr>
    </w:div>
    <w:div w:id="195968230">
      <w:bodyDiv w:val="1"/>
      <w:marLeft w:val="0"/>
      <w:marRight w:val="0"/>
      <w:marTop w:val="0"/>
      <w:marBottom w:val="0"/>
      <w:divBdr>
        <w:top w:val="none" w:sz="0" w:space="0" w:color="auto"/>
        <w:left w:val="none" w:sz="0" w:space="0" w:color="auto"/>
        <w:bottom w:val="none" w:sz="0" w:space="0" w:color="auto"/>
        <w:right w:val="none" w:sz="0" w:space="0" w:color="auto"/>
      </w:divBdr>
    </w:div>
    <w:div w:id="197596599">
      <w:bodyDiv w:val="1"/>
      <w:marLeft w:val="0"/>
      <w:marRight w:val="0"/>
      <w:marTop w:val="0"/>
      <w:marBottom w:val="0"/>
      <w:divBdr>
        <w:top w:val="none" w:sz="0" w:space="0" w:color="auto"/>
        <w:left w:val="none" w:sz="0" w:space="0" w:color="auto"/>
        <w:bottom w:val="none" w:sz="0" w:space="0" w:color="auto"/>
        <w:right w:val="none" w:sz="0" w:space="0" w:color="auto"/>
      </w:divBdr>
    </w:div>
    <w:div w:id="204104405">
      <w:bodyDiv w:val="1"/>
      <w:marLeft w:val="0"/>
      <w:marRight w:val="0"/>
      <w:marTop w:val="0"/>
      <w:marBottom w:val="0"/>
      <w:divBdr>
        <w:top w:val="none" w:sz="0" w:space="0" w:color="auto"/>
        <w:left w:val="none" w:sz="0" w:space="0" w:color="auto"/>
        <w:bottom w:val="none" w:sz="0" w:space="0" w:color="auto"/>
        <w:right w:val="none" w:sz="0" w:space="0" w:color="auto"/>
      </w:divBdr>
    </w:div>
    <w:div w:id="211041849">
      <w:bodyDiv w:val="1"/>
      <w:marLeft w:val="0"/>
      <w:marRight w:val="0"/>
      <w:marTop w:val="0"/>
      <w:marBottom w:val="0"/>
      <w:divBdr>
        <w:top w:val="none" w:sz="0" w:space="0" w:color="auto"/>
        <w:left w:val="none" w:sz="0" w:space="0" w:color="auto"/>
        <w:bottom w:val="none" w:sz="0" w:space="0" w:color="auto"/>
        <w:right w:val="none" w:sz="0" w:space="0" w:color="auto"/>
      </w:divBdr>
    </w:div>
    <w:div w:id="218782142">
      <w:bodyDiv w:val="1"/>
      <w:marLeft w:val="0"/>
      <w:marRight w:val="0"/>
      <w:marTop w:val="0"/>
      <w:marBottom w:val="0"/>
      <w:divBdr>
        <w:top w:val="none" w:sz="0" w:space="0" w:color="auto"/>
        <w:left w:val="none" w:sz="0" w:space="0" w:color="auto"/>
        <w:bottom w:val="none" w:sz="0" w:space="0" w:color="auto"/>
        <w:right w:val="none" w:sz="0" w:space="0" w:color="auto"/>
      </w:divBdr>
    </w:div>
    <w:div w:id="220413023">
      <w:bodyDiv w:val="1"/>
      <w:marLeft w:val="0"/>
      <w:marRight w:val="0"/>
      <w:marTop w:val="0"/>
      <w:marBottom w:val="0"/>
      <w:divBdr>
        <w:top w:val="none" w:sz="0" w:space="0" w:color="auto"/>
        <w:left w:val="none" w:sz="0" w:space="0" w:color="auto"/>
        <w:bottom w:val="none" w:sz="0" w:space="0" w:color="auto"/>
        <w:right w:val="none" w:sz="0" w:space="0" w:color="auto"/>
      </w:divBdr>
    </w:div>
    <w:div w:id="231279810">
      <w:bodyDiv w:val="1"/>
      <w:marLeft w:val="0"/>
      <w:marRight w:val="0"/>
      <w:marTop w:val="0"/>
      <w:marBottom w:val="0"/>
      <w:divBdr>
        <w:top w:val="none" w:sz="0" w:space="0" w:color="auto"/>
        <w:left w:val="none" w:sz="0" w:space="0" w:color="auto"/>
        <w:bottom w:val="none" w:sz="0" w:space="0" w:color="auto"/>
        <w:right w:val="none" w:sz="0" w:space="0" w:color="auto"/>
      </w:divBdr>
    </w:div>
    <w:div w:id="235366322">
      <w:bodyDiv w:val="1"/>
      <w:marLeft w:val="0"/>
      <w:marRight w:val="0"/>
      <w:marTop w:val="0"/>
      <w:marBottom w:val="0"/>
      <w:divBdr>
        <w:top w:val="none" w:sz="0" w:space="0" w:color="auto"/>
        <w:left w:val="none" w:sz="0" w:space="0" w:color="auto"/>
        <w:bottom w:val="none" w:sz="0" w:space="0" w:color="auto"/>
        <w:right w:val="none" w:sz="0" w:space="0" w:color="auto"/>
      </w:divBdr>
    </w:div>
    <w:div w:id="240455131">
      <w:bodyDiv w:val="1"/>
      <w:marLeft w:val="0"/>
      <w:marRight w:val="0"/>
      <w:marTop w:val="0"/>
      <w:marBottom w:val="0"/>
      <w:divBdr>
        <w:top w:val="none" w:sz="0" w:space="0" w:color="auto"/>
        <w:left w:val="none" w:sz="0" w:space="0" w:color="auto"/>
        <w:bottom w:val="none" w:sz="0" w:space="0" w:color="auto"/>
        <w:right w:val="none" w:sz="0" w:space="0" w:color="auto"/>
      </w:divBdr>
    </w:div>
    <w:div w:id="242564625">
      <w:bodyDiv w:val="1"/>
      <w:marLeft w:val="0"/>
      <w:marRight w:val="0"/>
      <w:marTop w:val="0"/>
      <w:marBottom w:val="0"/>
      <w:divBdr>
        <w:top w:val="none" w:sz="0" w:space="0" w:color="auto"/>
        <w:left w:val="none" w:sz="0" w:space="0" w:color="auto"/>
        <w:bottom w:val="none" w:sz="0" w:space="0" w:color="auto"/>
        <w:right w:val="none" w:sz="0" w:space="0" w:color="auto"/>
      </w:divBdr>
    </w:div>
    <w:div w:id="247006656">
      <w:bodyDiv w:val="1"/>
      <w:marLeft w:val="0"/>
      <w:marRight w:val="0"/>
      <w:marTop w:val="0"/>
      <w:marBottom w:val="0"/>
      <w:divBdr>
        <w:top w:val="none" w:sz="0" w:space="0" w:color="auto"/>
        <w:left w:val="none" w:sz="0" w:space="0" w:color="auto"/>
        <w:bottom w:val="none" w:sz="0" w:space="0" w:color="auto"/>
        <w:right w:val="none" w:sz="0" w:space="0" w:color="auto"/>
      </w:divBdr>
    </w:div>
    <w:div w:id="281882442">
      <w:bodyDiv w:val="1"/>
      <w:marLeft w:val="0"/>
      <w:marRight w:val="0"/>
      <w:marTop w:val="0"/>
      <w:marBottom w:val="0"/>
      <w:divBdr>
        <w:top w:val="none" w:sz="0" w:space="0" w:color="auto"/>
        <w:left w:val="none" w:sz="0" w:space="0" w:color="auto"/>
        <w:bottom w:val="none" w:sz="0" w:space="0" w:color="auto"/>
        <w:right w:val="none" w:sz="0" w:space="0" w:color="auto"/>
      </w:divBdr>
    </w:div>
    <w:div w:id="289094625">
      <w:bodyDiv w:val="1"/>
      <w:marLeft w:val="0"/>
      <w:marRight w:val="0"/>
      <w:marTop w:val="0"/>
      <w:marBottom w:val="0"/>
      <w:divBdr>
        <w:top w:val="none" w:sz="0" w:space="0" w:color="auto"/>
        <w:left w:val="none" w:sz="0" w:space="0" w:color="auto"/>
        <w:bottom w:val="none" w:sz="0" w:space="0" w:color="auto"/>
        <w:right w:val="none" w:sz="0" w:space="0" w:color="auto"/>
      </w:divBdr>
    </w:div>
    <w:div w:id="295792725">
      <w:bodyDiv w:val="1"/>
      <w:marLeft w:val="0"/>
      <w:marRight w:val="0"/>
      <w:marTop w:val="0"/>
      <w:marBottom w:val="0"/>
      <w:divBdr>
        <w:top w:val="none" w:sz="0" w:space="0" w:color="auto"/>
        <w:left w:val="none" w:sz="0" w:space="0" w:color="auto"/>
        <w:bottom w:val="none" w:sz="0" w:space="0" w:color="auto"/>
        <w:right w:val="none" w:sz="0" w:space="0" w:color="auto"/>
      </w:divBdr>
    </w:div>
    <w:div w:id="297079092">
      <w:bodyDiv w:val="1"/>
      <w:marLeft w:val="0"/>
      <w:marRight w:val="0"/>
      <w:marTop w:val="0"/>
      <w:marBottom w:val="0"/>
      <w:divBdr>
        <w:top w:val="none" w:sz="0" w:space="0" w:color="auto"/>
        <w:left w:val="none" w:sz="0" w:space="0" w:color="auto"/>
        <w:bottom w:val="none" w:sz="0" w:space="0" w:color="auto"/>
        <w:right w:val="none" w:sz="0" w:space="0" w:color="auto"/>
      </w:divBdr>
    </w:div>
    <w:div w:id="306931994">
      <w:bodyDiv w:val="1"/>
      <w:marLeft w:val="0"/>
      <w:marRight w:val="0"/>
      <w:marTop w:val="0"/>
      <w:marBottom w:val="0"/>
      <w:divBdr>
        <w:top w:val="none" w:sz="0" w:space="0" w:color="auto"/>
        <w:left w:val="none" w:sz="0" w:space="0" w:color="auto"/>
        <w:bottom w:val="none" w:sz="0" w:space="0" w:color="auto"/>
        <w:right w:val="none" w:sz="0" w:space="0" w:color="auto"/>
      </w:divBdr>
    </w:div>
    <w:div w:id="308898780">
      <w:bodyDiv w:val="1"/>
      <w:marLeft w:val="0"/>
      <w:marRight w:val="0"/>
      <w:marTop w:val="0"/>
      <w:marBottom w:val="0"/>
      <w:divBdr>
        <w:top w:val="none" w:sz="0" w:space="0" w:color="auto"/>
        <w:left w:val="none" w:sz="0" w:space="0" w:color="auto"/>
        <w:bottom w:val="none" w:sz="0" w:space="0" w:color="auto"/>
        <w:right w:val="none" w:sz="0" w:space="0" w:color="auto"/>
      </w:divBdr>
    </w:div>
    <w:div w:id="313488633">
      <w:bodyDiv w:val="1"/>
      <w:marLeft w:val="0"/>
      <w:marRight w:val="0"/>
      <w:marTop w:val="0"/>
      <w:marBottom w:val="0"/>
      <w:divBdr>
        <w:top w:val="none" w:sz="0" w:space="0" w:color="auto"/>
        <w:left w:val="none" w:sz="0" w:space="0" w:color="auto"/>
        <w:bottom w:val="none" w:sz="0" w:space="0" w:color="auto"/>
        <w:right w:val="none" w:sz="0" w:space="0" w:color="auto"/>
      </w:divBdr>
    </w:div>
    <w:div w:id="313872451">
      <w:bodyDiv w:val="1"/>
      <w:marLeft w:val="0"/>
      <w:marRight w:val="0"/>
      <w:marTop w:val="0"/>
      <w:marBottom w:val="0"/>
      <w:divBdr>
        <w:top w:val="none" w:sz="0" w:space="0" w:color="auto"/>
        <w:left w:val="none" w:sz="0" w:space="0" w:color="auto"/>
        <w:bottom w:val="none" w:sz="0" w:space="0" w:color="auto"/>
        <w:right w:val="none" w:sz="0" w:space="0" w:color="auto"/>
      </w:divBdr>
    </w:div>
    <w:div w:id="315300187">
      <w:bodyDiv w:val="1"/>
      <w:marLeft w:val="0"/>
      <w:marRight w:val="0"/>
      <w:marTop w:val="0"/>
      <w:marBottom w:val="0"/>
      <w:divBdr>
        <w:top w:val="none" w:sz="0" w:space="0" w:color="auto"/>
        <w:left w:val="none" w:sz="0" w:space="0" w:color="auto"/>
        <w:bottom w:val="none" w:sz="0" w:space="0" w:color="auto"/>
        <w:right w:val="none" w:sz="0" w:space="0" w:color="auto"/>
      </w:divBdr>
    </w:div>
    <w:div w:id="333653705">
      <w:bodyDiv w:val="1"/>
      <w:marLeft w:val="0"/>
      <w:marRight w:val="0"/>
      <w:marTop w:val="0"/>
      <w:marBottom w:val="0"/>
      <w:divBdr>
        <w:top w:val="none" w:sz="0" w:space="0" w:color="auto"/>
        <w:left w:val="none" w:sz="0" w:space="0" w:color="auto"/>
        <w:bottom w:val="none" w:sz="0" w:space="0" w:color="auto"/>
        <w:right w:val="none" w:sz="0" w:space="0" w:color="auto"/>
      </w:divBdr>
    </w:div>
    <w:div w:id="341444415">
      <w:bodyDiv w:val="1"/>
      <w:marLeft w:val="0"/>
      <w:marRight w:val="0"/>
      <w:marTop w:val="0"/>
      <w:marBottom w:val="0"/>
      <w:divBdr>
        <w:top w:val="none" w:sz="0" w:space="0" w:color="auto"/>
        <w:left w:val="none" w:sz="0" w:space="0" w:color="auto"/>
        <w:bottom w:val="none" w:sz="0" w:space="0" w:color="auto"/>
        <w:right w:val="none" w:sz="0" w:space="0" w:color="auto"/>
      </w:divBdr>
    </w:div>
    <w:div w:id="341589382">
      <w:bodyDiv w:val="1"/>
      <w:marLeft w:val="0"/>
      <w:marRight w:val="0"/>
      <w:marTop w:val="0"/>
      <w:marBottom w:val="0"/>
      <w:divBdr>
        <w:top w:val="none" w:sz="0" w:space="0" w:color="auto"/>
        <w:left w:val="none" w:sz="0" w:space="0" w:color="auto"/>
        <w:bottom w:val="none" w:sz="0" w:space="0" w:color="auto"/>
        <w:right w:val="none" w:sz="0" w:space="0" w:color="auto"/>
      </w:divBdr>
    </w:div>
    <w:div w:id="347561068">
      <w:bodyDiv w:val="1"/>
      <w:marLeft w:val="0"/>
      <w:marRight w:val="0"/>
      <w:marTop w:val="0"/>
      <w:marBottom w:val="0"/>
      <w:divBdr>
        <w:top w:val="none" w:sz="0" w:space="0" w:color="auto"/>
        <w:left w:val="none" w:sz="0" w:space="0" w:color="auto"/>
        <w:bottom w:val="none" w:sz="0" w:space="0" w:color="auto"/>
        <w:right w:val="none" w:sz="0" w:space="0" w:color="auto"/>
      </w:divBdr>
    </w:div>
    <w:div w:id="349067482">
      <w:bodyDiv w:val="1"/>
      <w:marLeft w:val="0"/>
      <w:marRight w:val="0"/>
      <w:marTop w:val="0"/>
      <w:marBottom w:val="0"/>
      <w:divBdr>
        <w:top w:val="none" w:sz="0" w:space="0" w:color="auto"/>
        <w:left w:val="none" w:sz="0" w:space="0" w:color="auto"/>
        <w:bottom w:val="none" w:sz="0" w:space="0" w:color="auto"/>
        <w:right w:val="none" w:sz="0" w:space="0" w:color="auto"/>
      </w:divBdr>
    </w:div>
    <w:div w:id="351343054">
      <w:bodyDiv w:val="1"/>
      <w:marLeft w:val="0"/>
      <w:marRight w:val="0"/>
      <w:marTop w:val="0"/>
      <w:marBottom w:val="0"/>
      <w:divBdr>
        <w:top w:val="none" w:sz="0" w:space="0" w:color="auto"/>
        <w:left w:val="none" w:sz="0" w:space="0" w:color="auto"/>
        <w:bottom w:val="none" w:sz="0" w:space="0" w:color="auto"/>
        <w:right w:val="none" w:sz="0" w:space="0" w:color="auto"/>
      </w:divBdr>
    </w:div>
    <w:div w:id="356388130">
      <w:bodyDiv w:val="1"/>
      <w:marLeft w:val="0"/>
      <w:marRight w:val="0"/>
      <w:marTop w:val="0"/>
      <w:marBottom w:val="0"/>
      <w:divBdr>
        <w:top w:val="none" w:sz="0" w:space="0" w:color="auto"/>
        <w:left w:val="none" w:sz="0" w:space="0" w:color="auto"/>
        <w:bottom w:val="none" w:sz="0" w:space="0" w:color="auto"/>
        <w:right w:val="none" w:sz="0" w:space="0" w:color="auto"/>
      </w:divBdr>
    </w:div>
    <w:div w:id="359865174">
      <w:bodyDiv w:val="1"/>
      <w:marLeft w:val="0"/>
      <w:marRight w:val="0"/>
      <w:marTop w:val="0"/>
      <w:marBottom w:val="0"/>
      <w:divBdr>
        <w:top w:val="none" w:sz="0" w:space="0" w:color="auto"/>
        <w:left w:val="none" w:sz="0" w:space="0" w:color="auto"/>
        <w:bottom w:val="none" w:sz="0" w:space="0" w:color="auto"/>
        <w:right w:val="none" w:sz="0" w:space="0" w:color="auto"/>
      </w:divBdr>
    </w:div>
    <w:div w:id="360325327">
      <w:bodyDiv w:val="1"/>
      <w:marLeft w:val="0"/>
      <w:marRight w:val="0"/>
      <w:marTop w:val="0"/>
      <w:marBottom w:val="0"/>
      <w:divBdr>
        <w:top w:val="none" w:sz="0" w:space="0" w:color="auto"/>
        <w:left w:val="none" w:sz="0" w:space="0" w:color="auto"/>
        <w:bottom w:val="none" w:sz="0" w:space="0" w:color="auto"/>
        <w:right w:val="none" w:sz="0" w:space="0" w:color="auto"/>
      </w:divBdr>
    </w:div>
    <w:div w:id="360716111">
      <w:bodyDiv w:val="1"/>
      <w:marLeft w:val="0"/>
      <w:marRight w:val="0"/>
      <w:marTop w:val="0"/>
      <w:marBottom w:val="0"/>
      <w:divBdr>
        <w:top w:val="none" w:sz="0" w:space="0" w:color="auto"/>
        <w:left w:val="none" w:sz="0" w:space="0" w:color="auto"/>
        <w:bottom w:val="none" w:sz="0" w:space="0" w:color="auto"/>
        <w:right w:val="none" w:sz="0" w:space="0" w:color="auto"/>
      </w:divBdr>
    </w:div>
    <w:div w:id="360979630">
      <w:bodyDiv w:val="1"/>
      <w:marLeft w:val="0"/>
      <w:marRight w:val="0"/>
      <w:marTop w:val="0"/>
      <w:marBottom w:val="0"/>
      <w:divBdr>
        <w:top w:val="none" w:sz="0" w:space="0" w:color="auto"/>
        <w:left w:val="none" w:sz="0" w:space="0" w:color="auto"/>
        <w:bottom w:val="none" w:sz="0" w:space="0" w:color="auto"/>
        <w:right w:val="none" w:sz="0" w:space="0" w:color="auto"/>
      </w:divBdr>
    </w:div>
    <w:div w:id="371424486">
      <w:bodyDiv w:val="1"/>
      <w:marLeft w:val="0"/>
      <w:marRight w:val="0"/>
      <w:marTop w:val="0"/>
      <w:marBottom w:val="0"/>
      <w:divBdr>
        <w:top w:val="none" w:sz="0" w:space="0" w:color="auto"/>
        <w:left w:val="none" w:sz="0" w:space="0" w:color="auto"/>
        <w:bottom w:val="none" w:sz="0" w:space="0" w:color="auto"/>
        <w:right w:val="none" w:sz="0" w:space="0" w:color="auto"/>
      </w:divBdr>
    </w:div>
    <w:div w:id="391395786">
      <w:bodyDiv w:val="1"/>
      <w:marLeft w:val="0"/>
      <w:marRight w:val="0"/>
      <w:marTop w:val="0"/>
      <w:marBottom w:val="0"/>
      <w:divBdr>
        <w:top w:val="none" w:sz="0" w:space="0" w:color="auto"/>
        <w:left w:val="none" w:sz="0" w:space="0" w:color="auto"/>
        <w:bottom w:val="none" w:sz="0" w:space="0" w:color="auto"/>
        <w:right w:val="none" w:sz="0" w:space="0" w:color="auto"/>
      </w:divBdr>
    </w:div>
    <w:div w:id="397484930">
      <w:bodyDiv w:val="1"/>
      <w:marLeft w:val="0"/>
      <w:marRight w:val="0"/>
      <w:marTop w:val="0"/>
      <w:marBottom w:val="0"/>
      <w:divBdr>
        <w:top w:val="none" w:sz="0" w:space="0" w:color="auto"/>
        <w:left w:val="none" w:sz="0" w:space="0" w:color="auto"/>
        <w:bottom w:val="none" w:sz="0" w:space="0" w:color="auto"/>
        <w:right w:val="none" w:sz="0" w:space="0" w:color="auto"/>
      </w:divBdr>
    </w:div>
    <w:div w:id="403651741">
      <w:bodyDiv w:val="1"/>
      <w:marLeft w:val="0"/>
      <w:marRight w:val="0"/>
      <w:marTop w:val="0"/>
      <w:marBottom w:val="0"/>
      <w:divBdr>
        <w:top w:val="none" w:sz="0" w:space="0" w:color="auto"/>
        <w:left w:val="none" w:sz="0" w:space="0" w:color="auto"/>
        <w:bottom w:val="none" w:sz="0" w:space="0" w:color="auto"/>
        <w:right w:val="none" w:sz="0" w:space="0" w:color="auto"/>
      </w:divBdr>
    </w:div>
    <w:div w:id="404569558">
      <w:bodyDiv w:val="1"/>
      <w:marLeft w:val="0"/>
      <w:marRight w:val="0"/>
      <w:marTop w:val="0"/>
      <w:marBottom w:val="0"/>
      <w:divBdr>
        <w:top w:val="none" w:sz="0" w:space="0" w:color="auto"/>
        <w:left w:val="none" w:sz="0" w:space="0" w:color="auto"/>
        <w:bottom w:val="none" w:sz="0" w:space="0" w:color="auto"/>
        <w:right w:val="none" w:sz="0" w:space="0" w:color="auto"/>
      </w:divBdr>
    </w:div>
    <w:div w:id="414667188">
      <w:bodyDiv w:val="1"/>
      <w:marLeft w:val="0"/>
      <w:marRight w:val="0"/>
      <w:marTop w:val="0"/>
      <w:marBottom w:val="0"/>
      <w:divBdr>
        <w:top w:val="none" w:sz="0" w:space="0" w:color="auto"/>
        <w:left w:val="none" w:sz="0" w:space="0" w:color="auto"/>
        <w:bottom w:val="none" w:sz="0" w:space="0" w:color="auto"/>
        <w:right w:val="none" w:sz="0" w:space="0" w:color="auto"/>
      </w:divBdr>
    </w:div>
    <w:div w:id="417483144">
      <w:bodyDiv w:val="1"/>
      <w:marLeft w:val="0"/>
      <w:marRight w:val="0"/>
      <w:marTop w:val="0"/>
      <w:marBottom w:val="0"/>
      <w:divBdr>
        <w:top w:val="none" w:sz="0" w:space="0" w:color="auto"/>
        <w:left w:val="none" w:sz="0" w:space="0" w:color="auto"/>
        <w:bottom w:val="none" w:sz="0" w:space="0" w:color="auto"/>
        <w:right w:val="none" w:sz="0" w:space="0" w:color="auto"/>
      </w:divBdr>
    </w:div>
    <w:div w:id="418329746">
      <w:bodyDiv w:val="1"/>
      <w:marLeft w:val="0"/>
      <w:marRight w:val="0"/>
      <w:marTop w:val="0"/>
      <w:marBottom w:val="0"/>
      <w:divBdr>
        <w:top w:val="none" w:sz="0" w:space="0" w:color="auto"/>
        <w:left w:val="none" w:sz="0" w:space="0" w:color="auto"/>
        <w:bottom w:val="none" w:sz="0" w:space="0" w:color="auto"/>
        <w:right w:val="none" w:sz="0" w:space="0" w:color="auto"/>
      </w:divBdr>
    </w:div>
    <w:div w:id="438336285">
      <w:bodyDiv w:val="1"/>
      <w:marLeft w:val="0"/>
      <w:marRight w:val="0"/>
      <w:marTop w:val="0"/>
      <w:marBottom w:val="0"/>
      <w:divBdr>
        <w:top w:val="none" w:sz="0" w:space="0" w:color="auto"/>
        <w:left w:val="none" w:sz="0" w:space="0" w:color="auto"/>
        <w:bottom w:val="none" w:sz="0" w:space="0" w:color="auto"/>
        <w:right w:val="none" w:sz="0" w:space="0" w:color="auto"/>
      </w:divBdr>
    </w:div>
    <w:div w:id="441992777">
      <w:bodyDiv w:val="1"/>
      <w:marLeft w:val="0"/>
      <w:marRight w:val="0"/>
      <w:marTop w:val="0"/>
      <w:marBottom w:val="0"/>
      <w:divBdr>
        <w:top w:val="none" w:sz="0" w:space="0" w:color="auto"/>
        <w:left w:val="none" w:sz="0" w:space="0" w:color="auto"/>
        <w:bottom w:val="none" w:sz="0" w:space="0" w:color="auto"/>
        <w:right w:val="none" w:sz="0" w:space="0" w:color="auto"/>
      </w:divBdr>
    </w:div>
    <w:div w:id="450563137">
      <w:bodyDiv w:val="1"/>
      <w:marLeft w:val="0"/>
      <w:marRight w:val="0"/>
      <w:marTop w:val="0"/>
      <w:marBottom w:val="0"/>
      <w:divBdr>
        <w:top w:val="none" w:sz="0" w:space="0" w:color="auto"/>
        <w:left w:val="none" w:sz="0" w:space="0" w:color="auto"/>
        <w:bottom w:val="none" w:sz="0" w:space="0" w:color="auto"/>
        <w:right w:val="none" w:sz="0" w:space="0" w:color="auto"/>
      </w:divBdr>
    </w:div>
    <w:div w:id="471483586">
      <w:bodyDiv w:val="1"/>
      <w:marLeft w:val="0"/>
      <w:marRight w:val="0"/>
      <w:marTop w:val="0"/>
      <w:marBottom w:val="0"/>
      <w:divBdr>
        <w:top w:val="none" w:sz="0" w:space="0" w:color="auto"/>
        <w:left w:val="none" w:sz="0" w:space="0" w:color="auto"/>
        <w:bottom w:val="none" w:sz="0" w:space="0" w:color="auto"/>
        <w:right w:val="none" w:sz="0" w:space="0" w:color="auto"/>
      </w:divBdr>
    </w:div>
    <w:div w:id="478497547">
      <w:bodyDiv w:val="1"/>
      <w:marLeft w:val="0"/>
      <w:marRight w:val="0"/>
      <w:marTop w:val="0"/>
      <w:marBottom w:val="0"/>
      <w:divBdr>
        <w:top w:val="none" w:sz="0" w:space="0" w:color="auto"/>
        <w:left w:val="none" w:sz="0" w:space="0" w:color="auto"/>
        <w:bottom w:val="none" w:sz="0" w:space="0" w:color="auto"/>
        <w:right w:val="none" w:sz="0" w:space="0" w:color="auto"/>
      </w:divBdr>
    </w:div>
    <w:div w:id="479269902">
      <w:bodyDiv w:val="1"/>
      <w:marLeft w:val="0"/>
      <w:marRight w:val="0"/>
      <w:marTop w:val="0"/>
      <w:marBottom w:val="0"/>
      <w:divBdr>
        <w:top w:val="none" w:sz="0" w:space="0" w:color="auto"/>
        <w:left w:val="none" w:sz="0" w:space="0" w:color="auto"/>
        <w:bottom w:val="none" w:sz="0" w:space="0" w:color="auto"/>
        <w:right w:val="none" w:sz="0" w:space="0" w:color="auto"/>
      </w:divBdr>
    </w:div>
    <w:div w:id="489977933">
      <w:bodyDiv w:val="1"/>
      <w:marLeft w:val="0"/>
      <w:marRight w:val="0"/>
      <w:marTop w:val="0"/>
      <w:marBottom w:val="0"/>
      <w:divBdr>
        <w:top w:val="none" w:sz="0" w:space="0" w:color="auto"/>
        <w:left w:val="none" w:sz="0" w:space="0" w:color="auto"/>
        <w:bottom w:val="none" w:sz="0" w:space="0" w:color="auto"/>
        <w:right w:val="none" w:sz="0" w:space="0" w:color="auto"/>
      </w:divBdr>
    </w:div>
    <w:div w:id="507870241">
      <w:bodyDiv w:val="1"/>
      <w:marLeft w:val="0"/>
      <w:marRight w:val="0"/>
      <w:marTop w:val="0"/>
      <w:marBottom w:val="0"/>
      <w:divBdr>
        <w:top w:val="none" w:sz="0" w:space="0" w:color="auto"/>
        <w:left w:val="none" w:sz="0" w:space="0" w:color="auto"/>
        <w:bottom w:val="none" w:sz="0" w:space="0" w:color="auto"/>
        <w:right w:val="none" w:sz="0" w:space="0" w:color="auto"/>
      </w:divBdr>
    </w:div>
    <w:div w:id="512843151">
      <w:bodyDiv w:val="1"/>
      <w:marLeft w:val="0"/>
      <w:marRight w:val="0"/>
      <w:marTop w:val="0"/>
      <w:marBottom w:val="0"/>
      <w:divBdr>
        <w:top w:val="none" w:sz="0" w:space="0" w:color="auto"/>
        <w:left w:val="none" w:sz="0" w:space="0" w:color="auto"/>
        <w:bottom w:val="none" w:sz="0" w:space="0" w:color="auto"/>
        <w:right w:val="none" w:sz="0" w:space="0" w:color="auto"/>
      </w:divBdr>
    </w:div>
    <w:div w:id="514004789">
      <w:bodyDiv w:val="1"/>
      <w:marLeft w:val="0"/>
      <w:marRight w:val="0"/>
      <w:marTop w:val="0"/>
      <w:marBottom w:val="0"/>
      <w:divBdr>
        <w:top w:val="none" w:sz="0" w:space="0" w:color="auto"/>
        <w:left w:val="none" w:sz="0" w:space="0" w:color="auto"/>
        <w:bottom w:val="none" w:sz="0" w:space="0" w:color="auto"/>
        <w:right w:val="none" w:sz="0" w:space="0" w:color="auto"/>
      </w:divBdr>
    </w:div>
    <w:div w:id="524172903">
      <w:bodyDiv w:val="1"/>
      <w:marLeft w:val="0"/>
      <w:marRight w:val="0"/>
      <w:marTop w:val="0"/>
      <w:marBottom w:val="0"/>
      <w:divBdr>
        <w:top w:val="none" w:sz="0" w:space="0" w:color="auto"/>
        <w:left w:val="none" w:sz="0" w:space="0" w:color="auto"/>
        <w:bottom w:val="none" w:sz="0" w:space="0" w:color="auto"/>
        <w:right w:val="none" w:sz="0" w:space="0" w:color="auto"/>
      </w:divBdr>
    </w:div>
    <w:div w:id="536359199">
      <w:bodyDiv w:val="1"/>
      <w:marLeft w:val="0"/>
      <w:marRight w:val="0"/>
      <w:marTop w:val="0"/>
      <w:marBottom w:val="0"/>
      <w:divBdr>
        <w:top w:val="none" w:sz="0" w:space="0" w:color="auto"/>
        <w:left w:val="none" w:sz="0" w:space="0" w:color="auto"/>
        <w:bottom w:val="none" w:sz="0" w:space="0" w:color="auto"/>
        <w:right w:val="none" w:sz="0" w:space="0" w:color="auto"/>
      </w:divBdr>
    </w:div>
    <w:div w:id="538592716">
      <w:bodyDiv w:val="1"/>
      <w:marLeft w:val="0"/>
      <w:marRight w:val="0"/>
      <w:marTop w:val="0"/>
      <w:marBottom w:val="0"/>
      <w:divBdr>
        <w:top w:val="none" w:sz="0" w:space="0" w:color="auto"/>
        <w:left w:val="none" w:sz="0" w:space="0" w:color="auto"/>
        <w:bottom w:val="none" w:sz="0" w:space="0" w:color="auto"/>
        <w:right w:val="none" w:sz="0" w:space="0" w:color="auto"/>
      </w:divBdr>
    </w:div>
    <w:div w:id="547646072">
      <w:bodyDiv w:val="1"/>
      <w:marLeft w:val="0"/>
      <w:marRight w:val="0"/>
      <w:marTop w:val="0"/>
      <w:marBottom w:val="0"/>
      <w:divBdr>
        <w:top w:val="none" w:sz="0" w:space="0" w:color="auto"/>
        <w:left w:val="none" w:sz="0" w:space="0" w:color="auto"/>
        <w:bottom w:val="none" w:sz="0" w:space="0" w:color="auto"/>
        <w:right w:val="none" w:sz="0" w:space="0" w:color="auto"/>
      </w:divBdr>
    </w:div>
    <w:div w:id="552468965">
      <w:bodyDiv w:val="1"/>
      <w:marLeft w:val="0"/>
      <w:marRight w:val="0"/>
      <w:marTop w:val="0"/>
      <w:marBottom w:val="0"/>
      <w:divBdr>
        <w:top w:val="none" w:sz="0" w:space="0" w:color="auto"/>
        <w:left w:val="none" w:sz="0" w:space="0" w:color="auto"/>
        <w:bottom w:val="none" w:sz="0" w:space="0" w:color="auto"/>
        <w:right w:val="none" w:sz="0" w:space="0" w:color="auto"/>
      </w:divBdr>
    </w:div>
    <w:div w:id="555777270">
      <w:bodyDiv w:val="1"/>
      <w:marLeft w:val="0"/>
      <w:marRight w:val="0"/>
      <w:marTop w:val="0"/>
      <w:marBottom w:val="0"/>
      <w:divBdr>
        <w:top w:val="none" w:sz="0" w:space="0" w:color="auto"/>
        <w:left w:val="none" w:sz="0" w:space="0" w:color="auto"/>
        <w:bottom w:val="none" w:sz="0" w:space="0" w:color="auto"/>
        <w:right w:val="none" w:sz="0" w:space="0" w:color="auto"/>
      </w:divBdr>
    </w:div>
    <w:div w:id="561792269">
      <w:bodyDiv w:val="1"/>
      <w:marLeft w:val="0"/>
      <w:marRight w:val="0"/>
      <w:marTop w:val="0"/>
      <w:marBottom w:val="0"/>
      <w:divBdr>
        <w:top w:val="none" w:sz="0" w:space="0" w:color="auto"/>
        <w:left w:val="none" w:sz="0" w:space="0" w:color="auto"/>
        <w:bottom w:val="none" w:sz="0" w:space="0" w:color="auto"/>
        <w:right w:val="none" w:sz="0" w:space="0" w:color="auto"/>
      </w:divBdr>
    </w:div>
    <w:div w:id="570191648">
      <w:bodyDiv w:val="1"/>
      <w:marLeft w:val="0"/>
      <w:marRight w:val="0"/>
      <w:marTop w:val="0"/>
      <w:marBottom w:val="0"/>
      <w:divBdr>
        <w:top w:val="none" w:sz="0" w:space="0" w:color="auto"/>
        <w:left w:val="none" w:sz="0" w:space="0" w:color="auto"/>
        <w:bottom w:val="none" w:sz="0" w:space="0" w:color="auto"/>
        <w:right w:val="none" w:sz="0" w:space="0" w:color="auto"/>
      </w:divBdr>
    </w:div>
    <w:div w:id="572397738">
      <w:bodyDiv w:val="1"/>
      <w:marLeft w:val="0"/>
      <w:marRight w:val="0"/>
      <w:marTop w:val="0"/>
      <w:marBottom w:val="0"/>
      <w:divBdr>
        <w:top w:val="none" w:sz="0" w:space="0" w:color="auto"/>
        <w:left w:val="none" w:sz="0" w:space="0" w:color="auto"/>
        <w:bottom w:val="none" w:sz="0" w:space="0" w:color="auto"/>
        <w:right w:val="none" w:sz="0" w:space="0" w:color="auto"/>
      </w:divBdr>
    </w:div>
    <w:div w:id="574046024">
      <w:bodyDiv w:val="1"/>
      <w:marLeft w:val="0"/>
      <w:marRight w:val="0"/>
      <w:marTop w:val="0"/>
      <w:marBottom w:val="0"/>
      <w:divBdr>
        <w:top w:val="none" w:sz="0" w:space="0" w:color="auto"/>
        <w:left w:val="none" w:sz="0" w:space="0" w:color="auto"/>
        <w:bottom w:val="none" w:sz="0" w:space="0" w:color="auto"/>
        <w:right w:val="none" w:sz="0" w:space="0" w:color="auto"/>
      </w:divBdr>
    </w:div>
    <w:div w:id="585965570">
      <w:bodyDiv w:val="1"/>
      <w:marLeft w:val="0"/>
      <w:marRight w:val="0"/>
      <w:marTop w:val="0"/>
      <w:marBottom w:val="0"/>
      <w:divBdr>
        <w:top w:val="none" w:sz="0" w:space="0" w:color="auto"/>
        <w:left w:val="none" w:sz="0" w:space="0" w:color="auto"/>
        <w:bottom w:val="none" w:sz="0" w:space="0" w:color="auto"/>
        <w:right w:val="none" w:sz="0" w:space="0" w:color="auto"/>
      </w:divBdr>
    </w:div>
    <w:div w:id="594169150">
      <w:bodyDiv w:val="1"/>
      <w:marLeft w:val="0"/>
      <w:marRight w:val="0"/>
      <w:marTop w:val="0"/>
      <w:marBottom w:val="0"/>
      <w:divBdr>
        <w:top w:val="none" w:sz="0" w:space="0" w:color="auto"/>
        <w:left w:val="none" w:sz="0" w:space="0" w:color="auto"/>
        <w:bottom w:val="none" w:sz="0" w:space="0" w:color="auto"/>
        <w:right w:val="none" w:sz="0" w:space="0" w:color="auto"/>
      </w:divBdr>
    </w:div>
    <w:div w:id="594634079">
      <w:bodyDiv w:val="1"/>
      <w:marLeft w:val="0"/>
      <w:marRight w:val="0"/>
      <w:marTop w:val="0"/>
      <w:marBottom w:val="0"/>
      <w:divBdr>
        <w:top w:val="none" w:sz="0" w:space="0" w:color="auto"/>
        <w:left w:val="none" w:sz="0" w:space="0" w:color="auto"/>
        <w:bottom w:val="none" w:sz="0" w:space="0" w:color="auto"/>
        <w:right w:val="none" w:sz="0" w:space="0" w:color="auto"/>
      </w:divBdr>
    </w:div>
    <w:div w:id="596444195">
      <w:bodyDiv w:val="1"/>
      <w:marLeft w:val="0"/>
      <w:marRight w:val="0"/>
      <w:marTop w:val="0"/>
      <w:marBottom w:val="0"/>
      <w:divBdr>
        <w:top w:val="none" w:sz="0" w:space="0" w:color="auto"/>
        <w:left w:val="none" w:sz="0" w:space="0" w:color="auto"/>
        <w:bottom w:val="none" w:sz="0" w:space="0" w:color="auto"/>
        <w:right w:val="none" w:sz="0" w:space="0" w:color="auto"/>
      </w:divBdr>
    </w:div>
    <w:div w:id="608050604">
      <w:bodyDiv w:val="1"/>
      <w:marLeft w:val="0"/>
      <w:marRight w:val="0"/>
      <w:marTop w:val="0"/>
      <w:marBottom w:val="0"/>
      <w:divBdr>
        <w:top w:val="none" w:sz="0" w:space="0" w:color="auto"/>
        <w:left w:val="none" w:sz="0" w:space="0" w:color="auto"/>
        <w:bottom w:val="none" w:sz="0" w:space="0" w:color="auto"/>
        <w:right w:val="none" w:sz="0" w:space="0" w:color="auto"/>
      </w:divBdr>
    </w:div>
    <w:div w:id="617763431">
      <w:bodyDiv w:val="1"/>
      <w:marLeft w:val="0"/>
      <w:marRight w:val="0"/>
      <w:marTop w:val="0"/>
      <w:marBottom w:val="0"/>
      <w:divBdr>
        <w:top w:val="none" w:sz="0" w:space="0" w:color="auto"/>
        <w:left w:val="none" w:sz="0" w:space="0" w:color="auto"/>
        <w:bottom w:val="none" w:sz="0" w:space="0" w:color="auto"/>
        <w:right w:val="none" w:sz="0" w:space="0" w:color="auto"/>
      </w:divBdr>
    </w:div>
    <w:div w:id="619606038">
      <w:bodyDiv w:val="1"/>
      <w:marLeft w:val="0"/>
      <w:marRight w:val="0"/>
      <w:marTop w:val="0"/>
      <w:marBottom w:val="0"/>
      <w:divBdr>
        <w:top w:val="none" w:sz="0" w:space="0" w:color="auto"/>
        <w:left w:val="none" w:sz="0" w:space="0" w:color="auto"/>
        <w:bottom w:val="none" w:sz="0" w:space="0" w:color="auto"/>
        <w:right w:val="none" w:sz="0" w:space="0" w:color="auto"/>
      </w:divBdr>
    </w:div>
    <w:div w:id="622461944">
      <w:bodyDiv w:val="1"/>
      <w:marLeft w:val="0"/>
      <w:marRight w:val="0"/>
      <w:marTop w:val="0"/>
      <w:marBottom w:val="0"/>
      <w:divBdr>
        <w:top w:val="none" w:sz="0" w:space="0" w:color="auto"/>
        <w:left w:val="none" w:sz="0" w:space="0" w:color="auto"/>
        <w:bottom w:val="none" w:sz="0" w:space="0" w:color="auto"/>
        <w:right w:val="none" w:sz="0" w:space="0" w:color="auto"/>
      </w:divBdr>
    </w:div>
    <w:div w:id="622812885">
      <w:bodyDiv w:val="1"/>
      <w:marLeft w:val="0"/>
      <w:marRight w:val="0"/>
      <w:marTop w:val="0"/>
      <w:marBottom w:val="0"/>
      <w:divBdr>
        <w:top w:val="none" w:sz="0" w:space="0" w:color="auto"/>
        <w:left w:val="none" w:sz="0" w:space="0" w:color="auto"/>
        <w:bottom w:val="none" w:sz="0" w:space="0" w:color="auto"/>
        <w:right w:val="none" w:sz="0" w:space="0" w:color="auto"/>
      </w:divBdr>
    </w:div>
    <w:div w:id="631711959">
      <w:bodyDiv w:val="1"/>
      <w:marLeft w:val="0"/>
      <w:marRight w:val="0"/>
      <w:marTop w:val="0"/>
      <w:marBottom w:val="0"/>
      <w:divBdr>
        <w:top w:val="none" w:sz="0" w:space="0" w:color="auto"/>
        <w:left w:val="none" w:sz="0" w:space="0" w:color="auto"/>
        <w:bottom w:val="none" w:sz="0" w:space="0" w:color="auto"/>
        <w:right w:val="none" w:sz="0" w:space="0" w:color="auto"/>
      </w:divBdr>
    </w:div>
    <w:div w:id="633369590">
      <w:bodyDiv w:val="1"/>
      <w:marLeft w:val="0"/>
      <w:marRight w:val="0"/>
      <w:marTop w:val="0"/>
      <w:marBottom w:val="0"/>
      <w:divBdr>
        <w:top w:val="none" w:sz="0" w:space="0" w:color="auto"/>
        <w:left w:val="none" w:sz="0" w:space="0" w:color="auto"/>
        <w:bottom w:val="none" w:sz="0" w:space="0" w:color="auto"/>
        <w:right w:val="none" w:sz="0" w:space="0" w:color="auto"/>
      </w:divBdr>
    </w:div>
    <w:div w:id="635765738">
      <w:bodyDiv w:val="1"/>
      <w:marLeft w:val="0"/>
      <w:marRight w:val="0"/>
      <w:marTop w:val="0"/>
      <w:marBottom w:val="0"/>
      <w:divBdr>
        <w:top w:val="none" w:sz="0" w:space="0" w:color="auto"/>
        <w:left w:val="none" w:sz="0" w:space="0" w:color="auto"/>
        <w:bottom w:val="none" w:sz="0" w:space="0" w:color="auto"/>
        <w:right w:val="none" w:sz="0" w:space="0" w:color="auto"/>
      </w:divBdr>
    </w:div>
    <w:div w:id="638414286">
      <w:bodyDiv w:val="1"/>
      <w:marLeft w:val="0"/>
      <w:marRight w:val="0"/>
      <w:marTop w:val="0"/>
      <w:marBottom w:val="0"/>
      <w:divBdr>
        <w:top w:val="none" w:sz="0" w:space="0" w:color="auto"/>
        <w:left w:val="none" w:sz="0" w:space="0" w:color="auto"/>
        <w:bottom w:val="none" w:sz="0" w:space="0" w:color="auto"/>
        <w:right w:val="none" w:sz="0" w:space="0" w:color="auto"/>
      </w:divBdr>
    </w:div>
    <w:div w:id="645206876">
      <w:bodyDiv w:val="1"/>
      <w:marLeft w:val="0"/>
      <w:marRight w:val="0"/>
      <w:marTop w:val="0"/>
      <w:marBottom w:val="0"/>
      <w:divBdr>
        <w:top w:val="none" w:sz="0" w:space="0" w:color="auto"/>
        <w:left w:val="none" w:sz="0" w:space="0" w:color="auto"/>
        <w:bottom w:val="none" w:sz="0" w:space="0" w:color="auto"/>
        <w:right w:val="none" w:sz="0" w:space="0" w:color="auto"/>
      </w:divBdr>
    </w:div>
    <w:div w:id="646781415">
      <w:bodyDiv w:val="1"/>
      <w:marLeft w:val="0"/>
      <w:marRight w:val="0"/>
      <w:marTop w:val="0"/>
      <w:marBottom w:val="0"/>
      <w:divBdr>
        <w:top w:val="none" w:sz="0" w:space="0" w:color="auto"/>
        <w:left w:val="none" w:sz="0" w:space="0" w:color="auto"/>
        <w:bottom w:val="none" w:sz="0" w:space="0" w:color="auto"/>
        <w:right w:val="none" w:sz="0" w:space="0" w:color="auto"/>
      </w:divBdr>
    </w:div>
    <w:div w:id="648242110">
      <w:bodyDiv w:val="1"/>
      <w:marLeft w:val="0"/>
      <w:marRight w:val="0"/>
      <w:marTop w:val="0"/>
      <w:marBottom w:val="0"/>
      <w:divBdr>
        <w:top w:val="none" w:sz="0" w:space="0" w:color="auto"/>
        <w:left w:val="none" w:sz="0" w:space="0" w:color="auto"/>
        <w:bottom w:val="none" w:sz="0" w:space="0" w:color="auto"/>
        <w:right w:val="none" w:sz="0" w:space="0" w:color="auto"/>
      </w:divBdr>
    </w:div>
    <w:div w:id="672298742">
      <w:bodyDiv w:val="1"/>
      <w:marLeft w:val="0"/>
      <w:marRight w:val="0"/>
      <w:marTop w:val="0"/>
      <w:marBottom w:val="0"/>
      <w:divBdr>
        <w:top w:val="none" w:sz="0" w:space="0" w:color="auto"/>
        <w:left w:val="none" w:sz="0" w:space="0" w:color="auto"/>
        <w:bottom w:val="none" w:sz="0" w:space="0" w:color="auto"/>
        <w:right w:val="none" w:sz="0" w:space="0" w:color="auto"/>
      </w:divBdr>
    </w:div>
    <w:div w:id="674111344">
      <w:bodyDiv w:val="1"/>
      <w:marLeft w:val="0"/>
      <w:marRight w:val="0"/>
      <w:marTop w:val="0"/>
      <w:marBottom w:val="0"/>
      <w:divBdr>
        <w:top w:val="none" w:sz="0" w:space="0" w:color="auto"/>
        <w:left w:val="none" w:sz="0" w:space="0" w:color="auto"/>
        <w:bottom w:val="none" w:sz="0" w:space="0" w:color="auto"/>
        <w:right w:val="none" w:sz="0" w:space="0" w:color="auto"/>
      </w:divBdr>
    </w:div>
    <w:div w:id="675041672">
      <w:bodyDiv w:val="1"/>
      <w:marLeft w:val="0"/>
      <w:marRight w:val="0"/>
      <w:marTop w:val="0"/>
      <w:marBottom w:val="0"/>
      <w:divBdr>
        <w:top w:val="none" w:sz="0" w:space="0" w:color="auto"/>
        <w:left w:val="none" w:sz="0" w:space="0" w:color="auto"/>
        <w:bottom w:val="none" w:sz="0" w:space="0" w:color="auto"/>
        <w:right w:val="none" w:sz="0" w:space="0" w:color="auto"/>
      </w:divBdr>
    </w:div>
    <w:div w:id="679550821">
      <w:bodyDiv w:val="1"/>
      <w:marLeft w:val="0"/>
      <w:marRight w:val="0"/>
      <w:marTop w:val="0"/>
      <w:marBottom w:val="0"/>
      <w:divBdr>
        <w:top w:val="none" w:sz="0" w:space="0" w:color="auto"/>
        <w:left w:val="none" w:sz="0" w:space="0" w:color="auto"/>
        <w:bottom w:val="none" w:sz="0" w:space="0" w:color="auto"/>
        <w:right w:val="none" w:sz="0" w:space="0" w:color="auto"/>
      </w:divBdr>
    </w:div>
    <w:div w:id="686714861">
      <w:bodyDiv w:val="1"/>
      <w:marLeft w:val="0"/>
      <w:marRight w:val="0"/>
      <w:marTop w:val="0"/>
      <w:marBottom w:val="0"/>
      <w:divBdr>
        <w:top w:val="none" w:sz="0" w:space="0" w:color="auto"/>
        <w:left w:val="none" w:sz="0" w:space="0" w:color="auto"/>
        <w:bottom w:val="none" w:sz="0" w:space="0" w:color="auto"/>
        <w:right w:val="none" w:sz="0" w:space="0" w:color="auto"/>
      </w:divBdr>
    </w:div>
    <w:div w:id="688334557">
      <w:bodyDiv w:val="1"/>
      <w:marLeft w:val="0"/>
      <w:marRight w:val="0"/>
      <w:marTop w:val="0"/>
      <w:marBottom w:val="0"/>
      <w:divBdr>
        <w:top w:val="none" w:sz="0" w:space="0" w:color="auto"/>
        <w:left w:val="none" w:sz="0" w:space="0" w:color="auto"/>
        <w:bottom w:val="none" w:sz="0" w:space="0" w:color="auto"/>
        <w:right w:val="none" w:sz="0" w:space="0" w:color="auto"/>
      </w:divBdr>
    </w:div>
    <w:div w:id="701398917">
      <w:bodyDiv w:val="1"/>
      <w:marLeft w:val="0"/>
      <w:marRight w:val="0"/>
      <w:marTop w:val="0"/>
      <w:marBottom w:val="0"/>
      <w:divBdr>
        <w:top w:val="none" w:sz="0" w:space="0" w:color="auto"/>
        <w:left w:val="none" w:sz="0" w:space="0" w:color="auto"/>
        <w:bottom w:val="none" w:sz="0" w:space="0" w:color="auto"/>
        <w:right w:val="none" w:sz="0" w:space="0" w:color="auto"/>
      </w:divBdr>
    </w:div>
    <w:div w:id="702485570">
      <w:bodyDiv w:val="1"/>
      <w:marLeft w:val="0"/>
      <w:marRight w:val="0"/>
      <w:marTop w:val="0"/>
      <w:marBottom w:val="0"/>
      <w:divBdr>
        <w:top w:val="none" w:sz="0" w:space="0" w:color="auto"/>
        <w:left w:val="none" w:sz="0" w:space="0" w:color="auto"/>
        <w:bottom w:val="none" w:sz="0" w:space="0" w:color="auto"/>
        <w:right w:val="none" w:sz="0" w:space="0" w:color="auto"/>
      </w:divBdr>
    </w:div>
    <w:div w:id="702636305">
      <w:bodyDiv w:val="1"/>
      <w:marLeft w:val="0"/>
      <w:marRight w:val="0"/>
      <w:marTop w:val="0"/>
      <w:marBottom w:val="0"/>
      <w:divBdr>
        <w:top w:val="none" w:sz="0" w:space="0" w:color="auto"/>
        <w:left w:val="none" w:sz="0" w:space="0" w:color="auto"/>
        <w:bottom w:val="none" w:sz="0" w:space="0" w:color="auto"/>
        <w:right w:val="none" w:sz="0" w:space="0" w:color="auto"/>
      </w:divBdr>
    </w:div>
    <w:div w:id="705450212">
      <w:bodyDiv w:val="1"/>
      <w:marLeft w:val="0"/>
      <w:marRight w:val="0"/>
      <w:marTop w:val="0"/>
      <w:marBottom w:val="0"/>
      <w:divBdr>
        <w:top w:val="none" w:sz="0" w:space="0" w:color="auto"/>
        <w:left w:val="none" w:sz="0" w:space="0" w:color="auto"/>
        <w:bottom w:val="none" w:sz="0" w:space="0" w:color="auto"/>
        <w:right w:val="none" w:sz="0" w:space="0" w:color="auto"/>
      </w:divBdr>
    </w:div>
    <w:div w:id="706293087">
      <w:bodyDiv w:val="1"/>
      <w:marLeft w:val="0"/>
      <w:marRight w:val="0"/>
      <w:marTop w:val="0"/>
      <w:marBottom w:val="0"/>
      <w:divBdr>
        <w:top w:val="none" w:sz="0" w:space="0" w:color="auto"/>
        <w:left w:val="none" w:sz="0" w:space="0" w:color="auto"/>
        <w:bottom w:val="none" w:sz="0" w:space="0" w:color="auto"/>
        <w:right w:val="none" w:sz="0" w:space="0" w:color="auto"/>
      </w:divBdr>
    </w:div>
    <w:div w:id="707729537">
      <w:bodyDiv w:val="1"/>
      <w:marLeft w:val="0"/>
      <w:marRight w:val="0"/>
      <w:marTop w:val="0"/>
      <w:marBottom w:val="0"/>
      <w:divBdr>
        <w:top w:val="none" w:sz="0" w:space="0" w:color="auto"/>
        <w:left w:val="none" w:sz="0" w:space="0" w:color="auto"/>
        <w:bottom w:val="none" w:sz="0" w:space="0" w:color="auto"/>
        <w:right w:val="none" w:sz="0" w:space="0" w:color="auto"/>
      </w:divBdr>
    </w:div>
    <w:div w:id="713041451">
      <w:bodyDiv w:val="1"/>
      <w:marLeft w:val="0"/>
      <w:marRight w:val="0"/>
      <w:marTop w:val="0"/>
      <w:marBottom w:val="0"/>
      <w:divBdr>
        <w:top w:val="none" w:sz="0" w:space="0" w:color="auto"/>
        <w:left w:val="none" w:sz="0" w:space="0" w:color="auto"/>
        <w:bottom w:val="none" w:sz="0" w:space="0" w:color="auto"/>
        <w:right w:val="none" w:sz="0" w:space="0" w:color="auto"/>
      </w:divBdr>
    </w:div>
    <w:div w:id="716512263">
      <w:bodyDiv w:val="1"/>
      <w:marLeft w:val="0"/>
      <w:marRight w:val="0"/>
      <w:marTop w:val="0"/>
      <w:marBottom w:val="0"/>
      <w:divBdr>
        <w:top w:val="none" w:sz="0" w:space="0" w:color="auto"/>
        <w:left w:val="none" w:sz="0" w:space="0" w:color="auto"/>
        <w:bottom w:val="none" w:sz="0" w:space="0" w:color="auto"/>
        <w:right w:val="none" w:sz="0" w:space="0" w:color="auto"/>
      </w:divBdr>
    </w:div>
    <w:div w:id="719748405">
      <w:bodyDiv w:val="1"/>
      <w:marLeft w:val="0"/>
      <w:marRight w:val="0"/>
      <w:marTop w:val="0"/>
      <w:marBottom w:val="0"/>
      <w:divBdr>
        <w:top w:val="none" w:sz="0" w:space="0" w:color="auto"/>
        <w:left w:val="none" w:sz="0" w:space="0" w:color="auto"/>
        <w:bottom w:val="none" w:sz="0" w:space="0" w:color="auto"/>
        <w:right w:val="none" w:sz="0" w:space="0" w:color="auto"/>
      </w:divBdr>
    </w:div>
    <w:div w:id="722682463">
      <w:bodyDiv w:val="1"/>
      <w:marLeft w:val="0"/>
      <w:marRight w:val="0"/>
      <w:marTop w:val="0"/>
      <w:marBottom w:val="0"/>
      <w:divBdr>
        <w:top w:val="none" w:sz="0" w:space="0" w:color="auto"/>
        <w:left w:val="none" w:sz="0" w:space="0" w:color="auto"/>
        <w:bottom w:val="none" w:sz="0" w:space="0" w:color="auto"/>
        <w:right w:val="none" w:sz="0" w:space="0" w:color="auto"/>
      </w:divBdr>
    </w:div>
    <w:div w:id="722757485">
      <w:bodyDiv w:val="1"/>
      <w:marLeft w:val="0"/>
      <w:marRight w:val="0"/>
      <w:marTop w:val="0"/>
      <w:marBottom w:val="0"/>
      <w:divBdr>
        <w:top w:val="none" w:sz="0" w:space="0" w:color="auto"/>
        <w:left w:val="none" w:sz="0" w:space="0" w:color="auto"/>
        <w:bottom w:val="none" w:sz="0" w:space="0" w:color="auto"/>
        <w:right w:val="none" w:sz="0" w:space="0" w:color="auto"/>
      </w:divBdr>
    </w:div>
    <w:div w:id="732197501">
      <w:bodyDiv w:val="1"/>
      <w:marLeft w:val="0"/>
      <w:marRight w:val="0"/>
      <w:marTop w:val="0"/>
      <w:marBottom w:val="0"/>
      <w:divBdr>
        <w:top w:val="none" w:sz="0" w:space="0" w:color="auto"/>
        <w:left w:val="none" w:sz="0" w:space="0" w:color="auto"/>
        <w:bottom w:val="none" w:sz="0" w:space="0" w:color="auto"/>
        <w:right w:val="none" w:sz="0" w:space="0" w:color="auto"/>
      </w:divBdr>
    </w:div>
    <w:div w:id="736637323">
      <w:bodyDiv w:val="1"/>
      <w:marLeft w:val="0"/>
      <w:marRight w:val="0"/>
      <w:marTop w:val="0"/>
      <w:marBottom w:val="0"/>
      <w:divBdr>
        <w:top w:val="none" w:sz="0" w:space="0" w:color="auto"/>
        <w:left w:val="none" w:sz="0" w:space="0" w:color="auto"/>
        <w:bottom w:val="none" w:sz="0" w:space="0" w:color="auto"/>
        <w:right w:val="none" w:sz="0" w:space="0" w:color="auto"/>
      </w:divBdr>
    </w:div>
    <w:div w:id="738793432">
      <w:bodyDiv w:val="1"/>
      <w:marLeft w:val="0"/>
      <w:marRight w:val="0"/>
      <w:marTop w:val="0"/>
      <w:marBottom w:val="0"/>
      <w:divBdr>
        <w:top w:val="none" w:sz="0" w:space="0" w:color="auto"/>
        <w:left w:val="none" w:sz="0" w:space="0" w:color="auto"/>
        <w:bottom w:val="none" w:sz="0" w:space="0" w:color="auto"/>
        <w:right w:val="none" w:sz="0" w:space="0" w:color="auto"/>
      </w:divBdr>
    </w:div>
    <w:div w:id="743800457">
      <w:bodyDiv w:val="1"/>
      <w:marLeft w:val="0"/>
      <w:marRight w:val="0"/>
      <w:marTop w:val="0"/>
      <w:marBottom w:val="0"/>
      <w:divBdr>
        <w:top w:val="none" w:sz="0" w:space="0" w:color="auto"/>
        <w:left w:val="none" w:sz="0" w:space="0" w:color="auto"/>
        <w:bottom w:val="none" w:sz="0" w:space="0" w:color="auto"/>
        <w:right w:val="none" w:sz="0" w:space="0" w:color="auto"/>
      </w:divBdr>
    </w:div>
    <w:div w:id="751316300">
      <w:bodyDiv w:val="1"/>
      <w:marLeft w:val="0"/>
      <w:marRight w:val="0"/>
      <w:marTop w:val="0"/>
      <w:marBottom w:val="0"/>
      <w:divBdr>
        <w:top w:val="none" w:sz="0" w:space="0" w:color="auto"/>
        <w:left w:val="none" w:sz="0" w:space="0" w:color="auto"/>
        <w:bottom w:val="none" w:sz="0" w:space="0" w:color="auto"/>
        <w:right w:val="none" w:sz="0" w:space="0" w:color="auto"/>
      </w:divBdr>
    </w:div>
    <w:div w:id="751656402">
      <w:bodyDiv w:val="1"/>
      <w:marLeft w:val="0"/>
      <w:marRight w:val="0"/>
      <w:marTop w:val="0"/>
      <w:marBottom w:val="0"/>
      <w:divBdr>
        <w:top w:val="none" w:sz="0" w:space="0" w:color="auto"/>
        <w:left w:val="none" w:sz="0" w:space="0" w:color="auto"/>
        <w:bottom w:val="none" w:sz="0" w:space="0" w:color="auto"/>
        <w:right w:val="none" w:sz="0" w:space="0" w:color="auto"/>
      </w:divBdr>
    </w:div>
    <w:div w:id="763577174">
      <w:bodyDiv w:val="1"/>
      <w:marLeft w:val="0"/>
      <w:marRight w:val="0"/>
      <w:marTop w:val="0"/>
      <w:marBottom w:val="0"/>
      <w:divBdr>
        <w:top w:val="none" w:sz="0" w:space="0" w:color="auto"/>
        <w:left w:val="none" w:sz="0" w:space="0" w:color="auto"/>
        <w:bottom w:val="none" w:sz="0" w:space="0" w:color="auto"/>
        <w:right w:val="none" w:sz="0" w:space="0" w:color="auto"/>
      </w:divBdr>
    </w:div>
    <w:div w:id="776368825">
      <w:bodyDiv w:val="1"/>
      <w:marLeft w:val="0"/>
      <w:marRight w:val="0"/>
      <w:marTop w:val="0"/>
      <w:marBottom w:val="0"/>
      <w:divBdr>
        <w:top w:val="none" w:sz="0" w:space="0" w:color="auto"/>
        <w:left w:val="none" w:sz="0" w:space="0" w:color="auto"/>
        <w:bottom w:val="none" w:sz="0" w:space="0" w:color="auto"/>
        <w:right w:val="none" w:sz="0" w:space="0" w:color="auto"/>
      </w:divBdr>
    </w:div>
    <w:div w:id="793520234">
      <w:bodyDiv w:val="1"/>
      <w:marLeft w:val="0"/>
      <w:marRight w:val="0"/>
      <w:marTop w:val="0"/>
      <w:marBottom w:val="0"/>
      <w:divBdr>
        <w:top w:val="none" w:sz="0" w:space="0" w:color="auto"/>
        <w:left w:val="none" w:sz="0" w:space="0" w:color="auto"/>
        <w:bottom w:val="none" w:sz="0" w:space="0" w:color="auto"/>
        <w:right w:val="none" w:sz="0" w:space="0" w:color="auto"/>
      </w:divBdr>
    </w:div>
    <w:div w:id="793869190">
      <w:bodyDiv w:val="1"/>
      <w:marLeft w:val="0"/>
      <w:marRight w:val="0"/>
      <w:marTop w:val="0"/>
      <w:marBottom w:val="0"/>
      <w:divBdr>
        <w:top w:val="none" w:sz="0" w:space="0" w:color="auto"/>
        <w:left w:val="none" w:sz="0" w:space="0" w:color="auto"/>
        <w:bottom w:val="none" w:sz="0" w:space="0" w:color="auto"/>
        <w:right w:val="none" w:sz="0" w:space="0" w:color="auto"/>
      </w:divBdr>
    </w:div>
    <w:div w:id="797456435">
      <w:bodyDiv w:val="1"/>
      <w:marLeft w:val="0"/>
      <w:marRight w:val="0"/>
      <w:marTop w:val="0"/>
      <w:marBottom w:val="0"/>
      <w:divBdr>
        <w:top w:val="none" w:sz="0" w:space="0" w:color="auto"/>
        <w:left w:val="none" w:sz="0" w:space="0" w:color="auto"/>
        <w:bottom w:val="none" w:sz="0" w:space="0" w:color="auto"/>
        <w:right w:val="none" w:sz="0" w:space="0" w:color="auto"/>
      </w:divBdr>
    </w:div>
    <w:div w:id="798573307">
      <w:bodyDiv w:val="1"/>
      <w:marLeft w:val="0"/>
      <w:marRight w:val="0"/>
      <w:marTop w:val="0"/>
      <w:marBottom w:val="0"/>
      <w:divBdr>
        <w:top w:val="none" w:sz="0" w:space="0" w:color="auto"/>
        <w:left w:val="none" w:sz="0" w:space="0" w:color="auto"/>
        <w:bottom w:val="none" w:sz="0" w:space="0" w:color="auto"/>
        <w:right w:val="none" w:sz="0" w:space="0" w:color="auto"/>
      </w:divBdr>
    </w:div>
    <w:div w:id="801726862">
      <w:bodyDiv w:val="1"/>
      <w:marLeft w:val="0"/>
      <w:marRight w:val="0"/>
      <w:marTop w:val="0"/>
      <w:marBottom w:val="0"/>
      <w:divBdr>
        <w:top w:val="none" w:sz="0" w:space="0" w:color="auto"/>
        <w:left w:val="none" w:sz="0" w:space="0" w:color="auto"/>
        <w:bottom w:val="none" w:sz="0" w:space="0" w:color="auto"/>
        <w:right w:val="none" w:sz="0" w:space="0" w:color="auto"/>
      </w:divBdr>
    </w:div>
    <w:div w:id="813836014">
      <w:bodyDiv w:val="1"/>
      <w:marLeft w:val="0"/>
      <w:marRight w:val="0"/>
      <w:marTop w:val="0"/>
      <w:marBottom w:val="0"/>
      <w:divBdr>
        <w:top w:val="none" w:sz="0" w:space="0" w:color="auto"/>
        <w:left w:val="none" w:sz="0" w:space="0" w:color="auto"/>
        <w:bottom w:val="none" w:sz="0" w:space="0" w:color="auto"/>
        <w:right w:val="none" w:sz="0" w:space="0" w:color="auto"/>
      </w:divBdr>
    </w:div>
    <w:div w:id="828978403">
      <w:bodyDiv w:val="1"/>
      <w:marLeft w:val="0"/>
      <w:marRight w:val="0"/>
      <w:marTop w:val="0"/>
      <w:marBottom w:val="0"/>
      <w:divBdr>
        <w:top w:val="none" w:sz="0" w:space="0" w:color="auto"/>
        <w:left w:val="none" w:sz="0" w:space="0" w:color="auto"/>
        <w:bottom w:val="none" w:sz="0" w:space="0" w:color="auto"/>
        <w:right w:val="none" w:sz="0" w:space="0" w:color="auto"/>
      </w:divBdr>
    </w:div>
    <w:div w:id="834495568">
      <w:bodyDiv w:val="1"/>
      <w:marLeft w:val="0"/>
      <w:marRight w:val="0"/>
      <w:marTop w:val="0"/>
      <w:marBottom w:val="0"/>
      <w:divBdr>
        <w:top w:val="none" w:sz="0" w:space="0" w:color="auto"/>
        <w:left w:val="none" w:sz="0" w:space="0" w:color="auto"/>
        <w:bottom w:val="none" w:sz="0" w:space="0" w:color="auto"/>
        <w:right w:val="none" w:sz="0" w:space="0" w:color="auto"/>
      </w:divBdr>
    </w:div>
    <w:div w:id="836923115">
      <w:bodyDiv w:val="1"/>
      <w:marLeft w:val="0"/>
      <w:marRight w:val="0"/>
      <w:marTop w:val="0"/>
      <w:marBottom w:val="0"/>
      <w:divBdr>
        <w:top w:val="none" w:sz="0" w:space="0" w:color="auto"/>
        <w:left w:val="none" w:sz="0" w:space="0" w:color="auto"/>
        <w:bottom w:val="none" w:sz="0" w:space="0" w:color="auto"/>
        <w:right w:val="none" w:sz="0" w:space="0" w:color="auto"/>
      </w:divBdr>
    </w:div>
    <w:div w:id="843474431">
      <w:bodyDiv w:val="1"/>
      <w:marLeft w:val="0"/>
      <w:marRight w:val="0"/>
      <w:marTop w:val="0"/>
      <w:marBottom w:val="0"/>
      <w:divBdr>
        <w:top w:val="none" w:sz="0" w:space="0" w:color="auto"/>
        <w:left w:val="none" w:sz="0" w:space="0" w:color="auto"/>
        <w:bottom w:val="none" w:sz="0" w:space="0" w:color="auto"/>
        <w:right w:val="none" w:sz="0" w:space="0" w:color="auto"/>
      </w:divBdr>
    </w:div>
    <w:div w:id="844051715">
      <w:bodyDiv w:val="1"/>
      <w:marLeft w:val="0"/>
      <w:marRight w:val="0"/>
      <w:marTop w:val="0"/>
      <w:marBottom w:val="0"/>
      <w:divBdr>
        <w:top w:val="none" w:sz="0" w:space="0" w:color="auto"/>
        <w:left w:val="none" w:sz="0" w:space="0" w:color="auto"/>
        <w:bottom w:val="none" w:sz="0" w:space="0" w:color="auto"/>
        <w:right w:val="none" w:sz="0" w:space="0" w:color="auto"/>
      </w:divBdr>
    </w:div>
    <w:div w:id="844902077">
      <w:bodyDiv w:val="1"/>
      <w:marLeft w:val="0"/>
      <w:marRight w:val="0"/>
      <w:marTop w:val="0"/>
      <w:marBottom w:val="0"/>
      <w:divBdr>
        <w:top w:val="none" w:sz="0" w:space="0" w:color="auto"/>
        <w:left w:val="none" w:sz="0" w:space="0" w:color="auto"/>
        <w:bottom w:val="none" w:sz="0" w:space="0" w:color="auto"/>
        <w:right w:val="none" w:sz="0" w:space="0" w:color="auto"/>
      </w:divBdr>
    </w:div>
    <w:div w:id="864248783">
      <w:bodyDiv w:val="1"/>
      <w:marLeft w:val="0"/>
      <w:marRight w:val="0"/>
      <w:marTop w:val="0"/>
      <w:marBottom w:val="0"/>
      <w:divBdr>
        <w:top w:val="none" w:sz="0" w:space="0" w:color="auto"/>
        <w:left w:val="none" w:sz="0" w:space="0" w:color="auto"/>
        <w:bottom w:val="none" w:sz="0" w:space="0" w:color="auto"/>
        <w:right w:val="none" w:sz="0" w:space="0" w:color="auto"/>
      </w:divBdr>
    </w:div>
    <w:div w:id="866796374">
      <w:bodyDiv w:val="1"/>
      <w:marLeft w:val="0"/>
      <w:marRight w:val="0"/>
      <w:marTop w:val="0"/>
      <w:marBottom w:val="0"/>
      <w:divBdr>
        <w:top w:val="none" w:sz="0" w:space="0" w:color="auto"/>
        <w:left w:val="none" w:sz="0" w:space="0" w:color="auto"/>
        <w:bottom w:val="none" w:sz="0" w:space="0" w:color="auto"/>
        <w:right w:val="none" w:sz="0" w:space="0" w:color="auto"/>
      </w:divBdr>
    </w:div>
    <w:div w:id="867255595">
      <w:bodyDiv w:val="1"/>
      <w:marLeft w:val="0"/>
      <w:marRight w:val="0"/>
      <w:marTop w:val="0"/>
      <w:marBottom w:val="0"/>
      <w:divBdr>
        <w:top w:val="none" w:sz="0" w:space="0" w:color="auto"/>
        <w:left w:val="none" w:sz="0" w:space="0" w:color="auto"/>
        <w:bottom w:val="none" w:sz="0" w:space="0" w:color="auto"/>
        <w:right w:val="none" w:sz="0" w:space="0" w:color="auto"/>
      </w:divBdr>
    </w:div>
    <w:div w:id="885068755">
      <w:bodyDiv w:val="1"/>
      <w:marLeft w:val="0"/>
      <w:marRight w:val="0"/>
      <w:marTop w:val="0"/>
      <w:marBottom w:val="0"/>
      <w:divBdr>
        <w:top w:val="none" w:sz="0" w:space="0" w:color="auto"/>
        <w:left w:val="none" w:sz="0" w:space="0" w:color="auto"/>
        <w:bottom w:val="none" w:sz="0" w:space="0" w:color="auto"/>
        <w:right w:val="none" w:sz="0" w:space="0" w:color="auto"/>
      </w:divBdr>
    </w:div>
    <w:div w:id="888108980">
      <w:bodyDiv w:val="1"/>
      <w:marLeft w:val="0"/>
      <w:marRight w:val="0"/>
      <w:marTop w:val="0"/>
      <w:marBottom w:val="0"/>
      <w:divBdr>
        <w:top w:val="none" w:sz="0" w:space="0" w:color="auto"/>
        <w:left w:val="none" w:sz="0" w:space="0" w:color="auto"/>
        <w:bottom w:val="none" w:sz="0" w:space="0" w:color="auto"/>
        <w:right w:val="none" w:sz="0" w:space="0" w:color="auto"/>
      </w:divBdr>
    </w:div>
    <w:div w:id="894240198">
      <w:bodyDiv w:val="1"/>
      <w:marLeft w:val="0"/>
      <w:marRight w:val="0"/>
      <w:marTop w:val="0"/>
      <w:marBottom w:val="0"/>
      <w:divBdr>
        <w:top w:val="none" w:sz="0" w:space="0" w:color="auto"/>
        <w:left w:val="none" w:sz="0" w:space="0" w:color="auto"/>
        <w:bottom w:val="none" w:sz="0" w:space="0" w:color="auto"/>
        <w:right w:val="none" w:sz="0" w:space="0" w:color="auto"/>
      </w:divBdr>
    </w:div>
    <w:div w:id="913588129">
      <w:bodyDiv w:val="1"/>
      <w:marLeft w:val="0"/>
      <w:marRight w:val="0"/>
      <w:marTop w:val="0"/>
      <w:marBottom w:val="0"/>
      <w:divBdr>
        <w:top w:val="none" w:sz="0" w:space="0" w:color="auto"/>
        <w:left w:val="none" w:sz="0" w:space="0" w:color="auto"/>
        <w:bottom w:val="none" w:sz="0" w:space="0" w:color="auto"/>
        <w:right w:val="none" w:sz="0" w:space="0" w:color="auto"/>
      </w:divBdr>
    </w:div>
    <w:div w:id="918903345">
      <w:bodyDiv w:val="1"/>
      <w:marLeft w:val="0"/>
      <w:marRight w:val="0"/>
      <w:marTop w:val="0"/>
      <w:marBottom w:val="0"/>
      <w:divBdr>
        <w:top w:val="none" w:sz="0" w:space="0" w:color="auto"/>
        <w:left w:val="none" w:sz="0" w:space="0" w:color="auto"/>
        <w:bottom w:val="none" w:sz="0" w:space="0" w:color="auto"/>
        <w:right w:val="none" w:sz="0" w:space="0" w:color="auto"/>
      </w:divBdr>
    </w:div>
    <w:div w:id="919021232">
      <w:bodyDiv w:val="1"/>
      <w:marLeft w:val="0"/>
      <w:marRight w:val="0"/>
      <w:marTop w:val="0"/>
      <w:marBottom w:val="0"/>
      <w:divBdr>
        <w:top w:val="none" w:sz="0" w:space="0" w:color="auto"/>
        <w:left w:val="none" w:sz="0" w:space="0" w:color="auto"/>
        <w:bottom w:val="none" w:sz="0" w:space="0" w:color="auto"/>
        <w:right w:val="none" w:sz="0" w:space="0" w:color="auto"/>
      </w:divBdr>
    </w:div>
    <w:div w:id="919873953">
      <w:bodyDiv w:val="1"/>
      <w:marLeft w:val="0"/>
      <w:marRight w:val="0"/>
      <w:marTop w:val="0"/>
      <w:marBottom w:val="0"/>
      <w:divBdr>
        <w:top w:val="none" w:sz="0" w:space="0" w:color="auto"/>
        <w:left w:val="none" w:sz="0" w:space="0" w:color="auto"/>
        <w:bottom w:val="none" w:sz="0" w:space="0" w:color="auto"/>
        <w:right w:val="none" w:sz="0" w:space="0" w:color="auto"/>
      </w:divBdr>
    </w:div>
    <w:div w:id="922951754">
      <w:bodyDiv w:val="1"/>
      <w:marLeft w:val="0"/>
      <w:marRight w:val="0"/>
      <w:marTop w:val="0"/>
      <w:marBottom w:val="0"/>
      <w:divBdr>
        <w:top w:val="none" w:sz="0" w:space="0" w:color="auto"/>
        <w:left w:val="none" w:sz="0" w:space="0" w:color="auto"/>
        <w:bottom w:val="none" w:sz="0" w:space="0" w:color="auto"/>
        <w:right w:val="none" w:sz="0" w:space="0" w:color="auto"/>
      </w:divBdr>
    </w:div>
    <w:div w:id="925266541">
      <w:bodyDiv w:val="1"/>
      <w:marLeft w:val="0"/>
      <w:marRight w:val="0"/>
      <w:marTop w:val="0"/>
      <w:marBottom w:val="0"/>
      <w:divBdr>
        <w:top w:val="none" w:sz="0" w:space="0" w:color="auto"/>
        <w:left w:val="none" w:sz="0" w:space="0" w:color="auto"/>
        <w:bottom w:val="none" w:sz="0" w:space="0" w:color="auto"/>
        <w:right w:val="none" w:sz="0" w:space="0" w:color="auto"/>
      </w:divBdr>
    </w:div>
    <w:div w:id="927353078">
      <w:bodyDiv w:val="1"/>
      <w:marLeft w:val="0"/>
      <w:marRight w:val="0"/>
      <w:marTop w:val="0"/>
      <w:marBottom w:val="0"/>
      <w:divBdr>
        <w:top w:val="none" w:sz="0" w:space="0" w:color="auto"/>
        <w:left w:val="none" w:sz="0" w:space="0" w:color="auto"/>
        <w:bottom w:val="none" w:sz="0" w:space="0" w:color="auto"/>
        <w:right w:val="none" w:sz="0" w:space="0" w:color="auto"/>
      </w:divBdr>
    </w:div>
    <w:div w:id="950741808">
      <w:bodyDiv w:val="1"/>
      <w:marLeft w:val="0"/>
      <w:marRight w:val="0"/>
      <w:marTop w:val="0"/>
      <w:marBottom w:val="0"/>
      <w:divBdr>
        <w:top w:val="none" w:sz="0" w:space="0" w:color="auto"/>
        <w:left w:val="none" w:sz="0" w:space="0" w:color="auto"/>
        <w:bottom w:val="none" w:sz="0" w:space="0" w:color="auto"/>
        <w:right w:val="none" w:sz="0" w:space="0" w:color="auto"/>
      </w:divBdr>
    </w:div>
    <w:div w:id="953905674">
      <w:bodyDiv w:val="1"/>
      <w:marLeft w:val="0"/>
      <w:marRight w:val="0"/>
      <w:marTop w:val="0"/>
      <w:marBottom w:val="0"/>
      <w:divBdr>
        <w:top w:val="none" w:sz="0" w:space="0" w:color="auto"/>
        <w:left w:val="none" w:sz="0" w:space="0" w:color="auto"/>
        <w:bottom w:val="none" w:sz="0" w:space="0" w:color="auto"/>
        <w:right w:val="none" w:sz="0" w:space="0" w:color="auto"/>
      </w:divBdr>
    </w:div>
    <w:div w:id="954795828">
      <w:bodyDiv w:val="1"/>
      <w:marLeft w:val="0"/>
      <w:marRight w:val="0"/>
      <w:marTop w:val="0"/>
      <w:marBottom w:val="0"/>
      <w:divBdr>
        <w:top w:val="none" w:sz="0" w:space="0" w:color="auto"/>
        <w:left w:val="none" w:sz="0" w:space="0" w:color="auto"/>
        <w:bottom w:val="none" w:sz="0" w:space="0" w:color="auto"/>
        <w:right w:val="none" w:sz="0" w:space="0" w:color="auto"/>
      </w:divBdr>
    </w:div>
    <w:div w:id="958535105">
      <w:bodyDiv w:val="1"/>
      <w:marLeft w:val="0"/>
      <w:marRight w:val="0"/>
      <w:marTop w:val="0"/>
      <w:marBottom w:val="0"/>
      <w:divBdr>
        <w:top w:val="none" w:sz="0" w:space="0" w:color="auto"/>
        <w:left w:val="none" w:sz="0" w:space="0" w:color="auto"/>
        <w:bottom w:val="none" w:sz="0" w:space="0" w:color="auto"/>
        <w:right w:val="none" w:sz="0" w:space="0" w:color="auto"/>
      </w:divBdr>
    </w:div>
    <w:div w:id="959797258">
      <w:bodyDiv w:val="1"/>
      <w:marLeft w:val="0"/>
      <w:marRight w:val="0"/>
      <w:marTop w:val="0"/>
      <w:marBottom w:val="0"/>
      <w:divBdr>
        <w:top w:val="none" w:sz="0" w:space="0" w:color="auto"/>
        <w:left w:val="none" w:sz="0" w:space="0" w:color="auto"/>
        <w:bottom w:val="none" w:sz="0" w:space="0" w:color="auto"/>
        <w:right w:val="none" w:sz="0" w:space="0" w:color="auto"/>
      </w:divBdr>
    </w:div>
    <w:div w:id="975531734">
      <w:bodyDiv w:val="1"/>
      <w:marLeft w:val="0"/>
      <w:marRight w:val="0"/>
      <w:marTop w:val="0"/>
      <w:marBottom w:val="0"/>
      <w:divBdr>
        <w:top w:val="none" w:sz="0" w:space="0" w:color="auto"/>
        <w:left w:val="none" w:sz="0" w:space="0" w:color="auto"/>
        <w:bottom w:val="none" w:sz="0" w:space="0" w:color="auto"/>
        <w:right w:val="none" w:sz="0" w:space="0" w:color="auto"/>
      </w:divBdr>
    </w:div>
    <w:div w:id="979071941">
      <w:bodyDiv w:val="1"/>
      <w:marLeft w:val="0"/>
      <w:marRight w:val="0"/>
      <w:marTop w:val="0"/>
      <w:marBottom w:val="0"/>
      <w:divBdr>
        <w:top w:val="none" w:sz="0" w:space="0" w:color="auto"/>
        <w:left w:val="none" w:sz="0" w:space="0" w:color="auto"/>
        <w:bottom w:val="none" w:sz="0" w:space="0" w:color="auto"/>
        <w:right w:val="none" w:sz="0" w:space="0" w:color="auto"/>
      </w:divBdr>
    </w:div>
    <w:div w:id="983390555">
      <w:bodyDiv w:val="1"/>
      <w:marLeft w:val="0"/>
      <w:marRight w:val="0"/>
      <w:marTop w:val="0"/>
      <w:marBottom w:val="0"/>
      <w:divBdr>
        <w:top w:val="none" w:sz="0" w:space="0" w:color="auto"/>
        <w:left w:val="none" w:sz="0" w:space="0" w:color="auto"/>
        <w:bottom w:val="none" w:sz="0" w:space="0" w:color="auto"/>
        <w:right w:val="none" w:sz="0" w:space="0" w:color="auto"/>
      </w:divBdr>
    </w:div>
    <w:div w:id="1006056015">
      <w:bodyDiv w:val="1"/>
      <w:marLeft w:val="0"/>
      <w:marRight w:val="0"/>
      <w:marTop w:val="0"/>
      <w:marBottom w:val="0"/>
      <w:divBdr>
        <w:top w:val="none" w:sz="0" w:space="0" w:color="auto"/>
        <w:left w:val="none" w:sz="0" w:space="0" w:color="auto"/>
        <w:bottom w:val="none" w:sz="0" w:space="0" w:color="auto"/>
        <w:right w:val="none" w:sz="0" w:space="0" w:color="auto"/>
      </w:divBdr>
    </w:div>
    <w:div w:id="1031228119">
      <w:bodyDiv w:val="1"/>
      <w:marLeft w:val="0"/>
      <w:marRight w:val="0"/>
      <w:marTop w:val="0"/>
      <w:marBottom w:val="0"/>
      <w:divBdr>
        <w:top w:val="none" w:sz="0" w:space="0" w:color="auto"/>
        <w:left w:val="none" w:sz="0" w:space="0" w:color="auto"/>
        <w:bottom w:val="none" w:sz="0" w:space="0" w:color="auto"/>
        <w:right w:val="none" w:sz="0" w:space="0" w:color="auto"/>
      </w:divBdr>
    </w:div>
    <w:div w:id="1036390570">
      <w:bodyDiv w:val="1"/>
      <w:marLeft w:val="0"/>
      <w:marRight w:val="0"/>
      <w:marTop w:val="0"/>
      <w:marBottom w:val="0"/>
      <w:divBdr>
        <w:top w:val="none" w:sz="0" w:space="0" w:color="auto"/>
        <w:left w:val="none" w:sz="0" w:space="0" w:color="auto"/>
        <w:bottom w:val="none" w:sz="0" w:space="0" w:color="auto"/>
        <w:right w:val="none" w:sz="0" w:space="0" w:color="auto"/>
      </w:divBdr>
    </w:div>
    <w:div w:id="1048529518">
      <w:bodyDiv w:val="1"/>
      <w:marLeft w:val="0"/>
      <w:marRight w:val="0"/>
      <w:marTop w:val="0"/>
      <w:marBottom w:val="0"/>
      <w:divBdr>
        <w:top w:val="none" w:sz="0" w:space="0" w:color="auto"/>
        <w:left w:val="none" w:sz="0" w:space="0" w:color="auto"/>
        <w:bottom w:val="none" w:sz="0" w:space="0" w:color="auto"/>
        <w:right w:val="none" w:sz="0" w:space="0" w:color="auto"/>
      </w:divBdr>
    </w:div>
    <w:div w:id="1051735266">
      <w:bodyDiv w:val="1"/>
      <w:marLeft w:val="0"/>
      <w:marRight w:val="0"/>
      <w:marTop w:val="0"/>
      <w:marBottom w:val="0"/>
      <w:divBdr>
        <w:top w:val="none" w:sz="0" w:space="0" w:color="auto"/>
        <w:left w:val="none" w:sz="0" w:space="0" w:color="auto"/>
        <w:bottom w:val="none" w:sz="0" w:space="0" w:color="auto"/>
        <w:right w:val="none" w:sz="0" w:space="0" w:color="auto"/>
      </w:divBdr>
    </w:div>
    <w:div w:id="1051881461">
      <w:bodyDiv w:val="1"/>
      <w:marLeft w:val="0"/>
      <w:marRight w:val="0"/>
      <w:marTop w:val="0"/>
      <w:marBottom w:val="0"/>
      <w:divBdr>
        <w:top w:val="none" w:sz="0" w:space="0" w:color="auto"/>
        <w:left w:val="none" w:sz="0" w:space="0" w:color="auto"/>
        <w:bottom w:val="none" w:sz="0" w:space="0" w:color="auto"/>
        <w:right w:val="none" w:sz="0" w:space="0" w:color="auto"/>
      </w:divBdr>
    </w:div>
    <w:div w:id="1056900962">
      <w:bodyDiv w:val="1"/>
      <w:marLeft w:val="0"/>
      <w:marRight w:val="0"/>
      <w:marTop w:val="0"/>
      <w:marBottom w:val="0"/>
      <w:divBdr>
        <w:top w:val="none" w:sz="0" w:space="0" w:color="auto"/>
        <w:left w:val="none" w:sz="0" w:space="0" w:color="auto"/>
        <w:bottom w:val="none" w:sz="0" w:space="0" w:color="auto"/>
        <w:right w:val="none" w:sz="0" w:space="0" w:color="auto"/>
      </w:divBdr>
    </w:div>
    <w:div w:id="1059018773">
      <w:bodyDiv w:val="1"/>
      <w:marLeft w:val="0"/>
      <w:marRight w:val="0"/>
      <w:marTop w:val="0"/>
      <w:marBottom w:val="0"/>
      <w:divBdr>
        <w:top w:val="none" w:sz="0" w:space="0" w:color="auto"/>
        <w:left w:val="none" w:sz="0" w:space="0" w:color="auto"/>
        <w:bottom w:val="none" w:sz="0" w:space="0" w:color="auto"/>
        <w:right w:val="none" w:sz="0" w:space="0" w:color="auto"/>
      </w:divBdr>
    </w:div>
    <w:div w:id="1059551833">
      <w:bodyDiv w:val="1"/>
      <w:marLeft w:val="0"/>
      <w:marRight w:val="0"/>
      <w:marTop w:val="0"/>
      <w:marBottom w:val="0"/>
      <w:divBdr>
        <w:top w:val="none" w:sz="0" w:space="0" w:color="auto"/>
        <w:left w:val="none" w:sz="0" w:space="0" w:color="auto"/>
        <w:bottom w:val="none" w:sz="0" w:space="0" w:color="auto"/>
        <w:right w:val="none" w:sz="0" w:space="0" w:color="auto"/>
      </w:divBdr>
    </w:div>
    <w:div w:id="1063219771">
      <w:bodyDiv w:val="1"/>
      <w:marLeft w:val="0"/>
      <w:marRight w:val="0"/>
      <w:marTop w:val="0"/>
      <w:marBottom w:val="0"/>
      <w:divBdr>
        <w:top w:val="none" w:sz="0" w:space="0" w:color="auto"/>
        <w:left w:val="none" w:sz="0" w:space="0" w:color="auto"/>
        <w:bottom w:val="none" w:sz="0" w:space="0" w:color="auto"/>
        <w:right w:val="none" w:sz="0" w:space="0" w:color="auto"/>
      </w:divBdr>
    </w:div>
    <w:div w:id="1067803569">
      <w:bodyDiv w:val="1"/>
      <w:marLeft w:val="0"/>
      <w:marRight w:val="0"/>
      <w:marTop w:val="0"/>
      <w:marBottom w:val="0"/>
      <w:divBdr>
        <w:top w:val="none" w:sz="0" w:space="0" w:color="auto"/>
        <w:left w:val="none" w:sz="0" w:space="0" w:color="auto"/>
        <w:bottom w:val="none" w:sz="0" w:space="0" w:color="auto"/>
        <w:right w:val="none" w:sz="0" w:space="0" w:color="auto"/>
      </w:divBdr>
    </w:div>
    <w:div w:id="1070536745">
      <w:bodyDiv w:val="1"/>
      <w:marLeft w:val="0"/>
      <w:marRight w:val="0"/>
      <w:marTop w:val="0"/>
      <w:marBottom w:val="0"/>
      <w:divBdr>
        <w:top w:val="none" w:sz="0" w:space="0" w:color="auto"/>
        <w:left w:val="none" w:sz="0" w:space="0" w:color="auto"/>
        <w:bottom w:val="none" w:sz="0" w:space="0" w:color="auto"/>
        <w:right w:val="none" w:sz="0" w:space="0" w:color="auto"/>
      </w:divBdr>
    </w:div>
    <w:div w:id="1073696251">
      <w:bodyDiv w:val="1"/>
      <w:marLeft w:val="0"/>
      <w:marRight w:val="0"/>
      <w:marTop w:val="0"/>
      <w:marBottom w:val="0"/>
      <w:divBdr>
        <w:top w:val="none" w:sz="0" w:space="0" w:color="auto"/>
        <w:left w:val="none" w:sz="0" w:space="0" w:color="auto"/>
        <w:bottom w:val="none" w:sz="0" w:space="0" w:color="auto"/>
        <w:right w:val="none" w:sz="0" w:space="0" w:color="auto"/>
      </w:divBdr>
    </w:div>
    <w:div w:id="1083719185">
      <w:bodyDiv w:val="1"/>
      <w:marLeft w:val="0"/>
      <w:marRight w:val="0"/>
      <w:marTop w:val="0"/>
      <w:marBottom w:val="0"/>
      <w:divBdr>
        <w:top w:val="none" w:sz="0" w:space="0" w:color="auto"/>
        <w:left w:val="none" w:sz="0" w:space="0" w:color="auto"/>
        <w:bottom w:val="none" w:sz="0" w:space="0" w:color="auto"/>
        <w:right w:val="none" w:sz="0" w:space="0" w:color="auto"/>
      </w:divBdr>
    </w:div>
    <w:div w:id="1092776616">
      <w:bodyDiv w:val="1"/>
      <w:marLeft w:val="0"/>
      <w:marRight w:val="0"/>
      <w:marTop w:val="0"/>
      <w:marBottom w:val="0"/>
      <w:divBdr>
        <w:top w:val="none" w:sz="0" w:space="0" w:color="auto"/>
        <w:left w:val="none" w:sz="0" w:space="0" w:color="auto"/>
        <w:bottom w:val="none" w:sz="0" w:space="0" w:color="auto"/>
        <w:right w:val="none" w:sz="0" w:space="0" w:color="auto"/>
      </w:divBdr>
    </w:div>
    <w:div w:id="1093430408">
      <w:bodyDiv w:val="1"/>
      <w:marLeft w:val="0"/>
      <w:marRight w:val="0"/>
      <w:marTop w:val="0"/>
      <w:marBottom w:val="0"/>
      <w:divBdr>
        <w:top w:val="none" w:sz="0" w:space="0" w:color="auto"/>
        <w:left w:val="none" w:sz="0" w:space="0" w:color="auto"/>
        <w:bottom w:val="none" w:sz="0" w:space="0" w:color="auto"/>
        <w:right w:val="none" w:sz="0" w:space="0" w:color="auto"/>
      </w:divBdr>
    </w:div>
    <w:div w:id="1096171449">
      <w:bodyDiv w:val="1"/>
      <w:marLeft w:val="0"/>
      <w:marRight w:val="0"/>
      <w:marTop w:val="0"/>
      <w:marBottom w:val="0"/>
      <w:divBdr>
        <w:top w:val="none" w:sz="0" w:space="0" w:color="auto"/>
        <w:left w:val="none" w:sz="0" w:space="0" w:color="auto"/>
        <w:bottom w:val="none" w:sz="0" w:space="0" w:color="auto"/>
        <w:right w:val="none" w:sz="0" w:space="0" w:color="auto"/>
      </w:divBdr>
    </w:div>
    <w:div w:id="1104225510">
      <w:bodyDiv w:val="1"/>
      <w:marLeft w:val="0"/>
      <w:marRight w:val="0"/>
      <w:marTop w:val="0"/>
      <w:marBottom w:val="0"/>
      <w:divBdr>
        <w:top w:val="none" w:sz="0" w:space="0" w:color="auto"/>
        <w:left w:val="none" w:sz="0" w:space="0" w:color="auto"/>
        <w:bottom w:val="none" w:sz="0" w:space="0" w:color="auto"/>
        <w:right w:val="none" w:sz="0" w:space="0" w:color="auto"/>
      </w:divBdr>
    </w:div>
    <w:div w:id="1104838636">
      <w:bodyDiv w:val="1"/>
      <w:marLeft w:val="0"/>
      <w:marRight w:val="0"/>
      <w:marTop w:val="0"/>
      <w:marBottom w:val="0"/>
      <w:divBdr>
        <w:top w:val="none" w:sz="0" w:space="0" w:color="auto"/>
        <w:left w:val="none" w:sz="0" w:space="0" w:color="auto"/>
        <w:bottom w:val="none" w:sz="0" w:space="0" w:color="auto"/>
        <w:right w:val="none" w:sz="0" w:space="0" w:color="auto"/>
      </w:divBdr>
    </w:div>
    <w:div w:id="1114668667">
      <w:bodyDiv w:val="1"/>
      <w:marLeft w:val="0"/>
      <w:marRight w:val="0"/>
      <w:marTop w:val="0"/>
      <w:marBottom w:val="0"/>
      <w:divBdr>
        <w:top w:val="none" w:sz="0" w:space="0" w:color="auto"/>
        <w:left w:val="none" w:sz="0" w:space="0" w:color="auto"/>
        <w:bottom w:val="none" w:sz="0" w:space="0" w:color="auto"/>
        <w:right w:val="none" w:sz="0" w:space="0" w:color="auto"/>
      </w:divBdr>
    </w:div>
    <w:div w:id="1121074244">
      <w:bodyDiv w:val="1"/>
      <w:marLeft w:val="0"/>
      <w:marRight w:val="0"/>
      <w:marTop w:val="0"/>
      <w:marBottom w:val="0"/>
      <w:divBdr>
        <w:top w:val="none" w:sz="0" w:space="0" w:color="auto"/>
        <w:left w:val="none" w:sz="0" w:space="0" w:color="auto"/>
        <w:bottom w:val="none" w:sz="0" w:space="0" w:color="auto"/>
        <w:right w:val="none" w:sz="0" w:space="0" w:color="auto"/>
      </w:divBdr>
    </w:div>
    <w:div w:id="1132675343">
      <w:bodyDiv w:val="1"/>
      <w:marLeft w:val="0"/>
      <w:marRight w:val="0"/>
      <w:marTop w:val="0"/>
      <w:marBottom w:val="0"/>
      <w:divBdr>
        <w:top w:val="none" w:sz="0" w:space="0" w:color="auto"/>
        <w:left w:val="none" w:sz="0" w:space="0" w:color="auto"/>
        <w:bottom w:val="none" w:sz="0" w:space="0" w:color="auto"/>
        <w:right w:val="none" w:sz="0" w:space="0" w:color="auto"/>
      </w:divBdr>
    </w:div>
    <w:div w:id="1148522612">
      <w:bodyDiv w:val="1"/>
      <w:marLeft w:val="0"/>
      <w:marRight w:val="0"/>
      <w:marTop w:val="0"/>
      <w:marBottom w:val="0"/>
      <w:divBdr>
        <w:top w:val="none" w:sz="0" w:space="0" w:color="auto"/>
        <w:left w:val="none" w:sz="0" w:space="0" w:color="auto"/>
        <w:bottom w:val="none" w:sz="0" w:space="0" w:color="auto"/>
        <w:right w:val="none" w:sz="0" w:space="0" w:color="auto"/>
      </w:divBdr>
    </w:div>
    <w:div w:id="1149205738">
      <w:bodyDiv w:val="1"/>
      <w:marLeft w:val="0"/>
      <w:marRight w:val="0"/>
      <w:marTop w:val="0"/>
      <w:marBottom w:val="0"/>
      <w:divBdr>
        <w:top w:val="none" w:sz="0" w:space="0" w:color="auto"/>
        <w:left w:val="none" w:sz="0" w:space="0" w:color="auto"/>
        <w:bottom w:val="none" w:sz="0" w:space="0" w:color="auto"/>
        <w:right w:val="none" w:sz="0" w:space="0" w:color="auto"/>
      </w:divBdr>
    </w:div>
    <w:div w:id="1161311993">
      <w:bodyDiv w:val="1"/>
      <w:marLeft w:val="0"/>
      <w:marRight w:val="0"/>
      <w:marTop w:val="0"/>
      <w:marBottom w:val="0"/>
      <w:divBdr>
        <w:top w:val="none" w:sz="0" w:space="0" w:color="auto"/>
        <w:left w:val="none" w:sz="0" w:space="0" w:color="auto"/>
        <w:bottom w:val="none" w:sz="0" w:space="0" w:color="auto"/>
        <w:right w:val="none" w:sz="0" w:space="0" w:color="auto"/>
      </w:divBdr>
    </w:div>
    <w:div w:id="1168904975">
      <w:bodyDiv w:val="1"/>
      <w:marLeft w:val="0"/>
      <w:marRight w:val="0"/>
      <w:marTop w:val="0"/>
      <w:marBottom w:val="0"/>
      <w:divBdr>
        <w:top w:val="none" w:sz="0" w:space="0" w:color="auto"/>
        <w:left w:val="none" w:sz="0" w:space="0" w:color="auto"/>
        <w:bottom w:val="none" w:sz="0" w:space="0" w:color="auto"/>
        <w:right w:val="none" w:sz="0" w:space="0" w:color="auto"/>
      </w:divBdr>
    </w:div>
    <w:div w:id="1173910207">
      <w:bodyDiv w:val="1"/>
      <w:marLeft w:val="0"/>
      <w:marRight w:val="0"/>
      <w:marTop w:val="0"/>
      <w:marBottom w:val="0"/>
      <w:divBdr>
        <w:top w:val="none" w:sz="0" w:space="0" w:color="auto"/>
        <w:left w:val="none" w:sz="0" w:space="0" w:color="auto"/>
        <w:bottom w:val="none" w:sz="0" w:space="0" w:color="auto"/>
        <w:right w:val="none" w:sz="0" w:space="0" w:color="auto"/>
      </w:divBdr>
    </w:div>
    <w:div w:id="1188058511">
      <w:bodyDiv w:val="1"/>
      <w:marLeft w:val="0"/>
      <w:marRight w:val="0"/>
      <w:marTop w:val="0"/>
      <w:marBottom w:val="0"/>
      <w:divBdr>
        <w:top w:val="none" w:sz="0" w:space="0" w:color="auto"/>
        <w:left w:val="none" w:sz="0" w:space="0" w:color="auto"/>
        <w:bottom w:val="none" w:sz="0" w:space="0" w:color="auto"/>
        <w:right w:val="none" w:sz="0" w:space="0" w:color="auto"/>
      </w:divBdr>
    </w:div>
    <w:div w:id="1189026397">
      <w:bodyDiv w:val="1"/>
      <w:marLeft w:val="0"/>
      <w:marRight w:val="0"/>
      <w:marTop w:val="0"/>
      <w:marBottom w:val="0"/>
      <w:divBdr>
        <w:top w:val="none" w:sz="0" w:space="0" w:color="auto"/>
        <w:left w:val="none" w:sz="0" w:space="0" w:color="auto"/>
        <w:bottom w:val="none" w:sz="0" w:space="0" w:color="auto"/>
        <w:right w:val="none" w:sz="0" w:space="0" w:color="auto"/>
      </w:divBdr>
    </w:div>
    <w:div w:id="1190529382">
      <w:bodyDiv w:val="1"/>
      <w:marLeft w:val="0"/>
      <w:marRight w:val="0"/>
      <w:marTop w:val="0"/>
      <w:marBottom w:val="0"/>
      <w:divBdr>
        <w:top w:val="none" w:sz="0" w:space="0" w:color="auto"/>
        <w:left w:val="none" w:sz="0" w:space="0" w:color="auto"/>
        <w:bottom w:val="none" w:sz="0" w:space="0" w:color="auto"/>
        <w:right w:val="none" w:sz="0" w:space="0" w:color="auto"/>
      </w:divBdr>
    </w:div>
    <w:div w:id="1192307124">
      <w:bodyDiv w:val="1"/>
      <w:marLeft w:val="0"/>
      <w:marRight w:val="0"/>
      <w:marTop w:val="0"/>
      <w:marBottom w:val="0"/>
      <w:divBdr>
        <w:top w:val="none" w:sz="0" w:space="0" w:color="auto"/>
        <w:left w:val="none" w:sz="0" w:space="0" w:color="auto"/>
        <w:bottom w:val="none" w:sz="0" w:space="0" w:color="auto"/>
        <w:right w:val="none" w:sz="0" w:space="0" w:color="auto"/>
      </w:divBdr>
    </w:div>
    <w:div w:id="1194423397">
      <w:bodyDiv w:val="1"/>
      <w:marLeft w:val="0"/>
      <w:marRight w:val="0"/>
      <w:marTop w:val="0"/>
      <w:marBottom w:val="0"/>
      <w:divBdr>
        <w:top w:val="none" w:sz="0" w:space="0" w:color="auto"/>
        <w:left w:val="none" w:sz="0" w:space="0" w:color="auto"/>
        <w:bottom w:val="none" w:sz="0" w:space="0" w:color="auto"/>
        <w:right w:val="none" w:sz="0" w:space="0" w:color="auto"/>
      </w:divBdr>
    </w:div>
    <w:div w:id="1197736044">
      <w:bodyDiv w:val="1"/>
      <w:marLeft w:val="0"/>
      <w:marRight w:val="0"/>
      <w:marTop w:val="0"/>
      <w:marBottom w:val="0"/>
      <w:divBdr>
        <w:top w:val="none" w:sz="0" w:space="0" w:color="auto"/>
        <w:left w:val="none" w:sz="0" w:space="0" w:color="auto"/>
        <w:bottom w:val="none" w:sz="0" w:space="0" w:color="auto"/>
        <w:right w:val="none" w:sz="0" w:space="0" w:color="auto"/>
      </w:divBdr>
    </w:div>
    <w:div w:id="1204901981">
      <w:bodyDiv w:val="1"/>
      <w:marLeft w:val="0"/>
      <w:marRight w:val="0"/>
      <w:marTop w:val="0"/>
      <w:marBottom w:val="0"/>
      <w:divBdr>
        <w:top w:val="none" w:sz="0" w:space="0" w:color="auto"/>
        <w:left w:val="none" w:sz="0" w:space="0" w:color="auto"/>
        <w:bottom w:val="none" w:sz="0" w:space="0" w:color="auto"/>
        <w:right w:val="none" w:sz="0" w:space="0" w:color="auto"/>
      </w:divBdr>
    </w:div>
    <w:div w:id="1205632278">
      <w:bodyDiv w:val="1"/>
      <w:marLeft w:val="0"/>
      <w:marRight w:val="0"/>
      <w:marTop w:val="0"/>
      <w:marBottom w:val="0"/>
      <w:divBdr>
        <w:top w:val="none" w:sz="0" w:space="0" w:color="auto"/>
        <w:left w:val="none" w:sz="0" w:space="0" w:color="auto"/>
        <w:bottom w:val="none" w:sz="0" w:space="0" w:color="auto"/>
        <w:right w:val="none" w:sz="0" w:space="0" w:color="auto"/>
      </w:divBdr>
    </w:div>
    <w:div w:id="1210726607">
      <w:bodyDiv w:val="1"/>
      <w:marLeft w:val="0"/>
      <w:marRight w:val="0"/>
      <w:marTop w:val="0"/>
      <w:marBottom w:val="0"/>
      <w:divBdr>
        <w:top w:val="none" w:sz="0" w:space="0" w:color="auto"/>
        <w:left w:val="none" w:sz="0" w:space="0" w:color="auto"/>
        <w:bottom w:val="none" w:sz="0" w:space="0" w:color="auto"/>
        <w:right w:val="none" w:sz="0" w:space="0" w:color="auto"/>
      </w:divBdr>
    </w:div>
    <w:div w:id="1218012335">
      <w:bodyDiv w:val="1"/>
      <w:marLeft w:val="0"/>
      <w:marRight w:val="0"/>
      <w:marTop w:val="0"/>
      <w:marBottom w:val="0"/>
      <w:divBdr>
        <w:top w:val="none" w:sz="0" w:space="0" w:color="auto"/>
        <w:left w:val="none" w:sz="0" w:space="0" w:color="auto"/>
        <w:bottom w:val="none" w:sz="0" w:space="0" w:color="auto"/>
        <w:right w:val="none" w:sz="0" w:space="0" w:color="auto"/>
      </w:divBdr>
    </w:div>
    <w:div w:id="1219391037">
      <w:bodyDiv w:val="1"/>
      <w:marLeft w:val="0"/>
      <w:marRight w:val="0"/>
      <w:marTop w:val="0"/>
      <w:marBottom w:val="0"/>
      <w:divBdr>
        <w:top w:val="none" w:sz="0" w:space="0" w:color="auto"/>
        <w:left w:val="none" w:sz="0" w:space="0" w:color="auto"/>
        <w:bottom w:val="none" w:sz="0" w:space="0" w:color="auto"/>
        <w:right w:val="none" w:sz="0" w:space="0" w:color="auto"/>
      </w:divBdr>
    </w:div>
    <w:div w:id="1228491035">
      <w:bodyDiv w:val="1"/>
      <w:marLeft w:val="0"/>
      <w:marRight w:val="0"/>
      <w:marTop w:val="0"/>
      <w:marBottom w:val="0"/>
      <w:divBdr>
        <w:top w:val="none" w:sz="0" w:space="0" w:color="auto"/>
        <w:left w:val="none" w:sz="0" w:space="0" w:color="auto"/>
        <w:bottom w:val="none" w:sz="0" w:space="0" w:color="auto"/>
        <w:right w:val="none" w:sz="0" w:space="0" w:color="auto"/>
      </w:divBdr>
    </w:div>
    <w:div w:id="1234656661">
      <w:bodyDiv w:val="1"/>
      <w:marLeft w:val="0"/>
      <w:marRight w:val="0"/>
      <w:marTop w:val="0"/>
      <w:marBottom w:val="0"/>
      <w:divBdr>
        <w:top w:val="none" w:sz="0" w:space="0" w:color="auto"/>
        <w:left w:val="none" w:sz="0" w:space="0" w:color="auto"/>
        <w:bottom w:val="none" w:sz="0" w:space="0" w:color="auto"/>
        <w:right w:val="none" w:sz="0" w:space="0" w:color="auto"/>
      </w:divBdr>
    </w:div>
    <w:div w:id="1241058406">
      <w:bodyDiv w:val="1"/>
      <w:marLeft w:val="0"/>
      <w:marRight w:val="0"/>
      <w:marTop w:val="0"/>
      <w:marBottom w:val="0"/>
      <w:divBdr>
        <w:top w:val="none" w:sz="0" w:space="0" w:color="auto"/>
        <w:left w:val="none" w:sz="0" w:space="0" w:color="auto"/>
        <w:bottom w:val="none" w:sz="0" w:space="0" w:color="auto"/>
        <w:right w:val="none" w:sz="0" w:space="0" w:color="auto"/>
      </w:divBdr>
    </w:div>
    <w:div w:id="1242831978">
      <w:bodyDiv w:val="1"/>
      <w:marLeft w:val="0"/>
      <w:marRight w:val="0"/>
      <w:marTop w:val="0"/>
      <w:marBottom w:val="0"/>
      <w:divBdr>
        <w:top w:val="none" w:sz="0" w:space="0" w:color="auto"/>
        <w:left w:val="none" w:sz="0" w:space="0" w:color="auto"/>
        <w:bottom w:val="none" w:sz="0" w:space="0" w:color="auto"/>
        <w:right w:val="none" w:sz="0" w:space="0" w:color="auto"/>
      </w:divBdr>
    </w:div>
    <w:div w:id="1242835919">
      <w:bodyDiv w:val="1"/>
      <w:marLeft w:val="0"/>
      <w:marRight w:val="0"/>
      <w:marTop w:val="0"/>
      <w:marBottom w:val="0"/>
      <w:divBdr>
        <w:top w:val="none" w:sz="0" w:space="0" w:color="auto"/>
        <w:left w:val="none" w:sz="0" w:space="0" w:color="auto"/>
        <w:bottom w:val="none" w:sz="0" w:space="0" w:color="auto"/>
        <w:right w:val="none" w:sz="0" w:space="0" w:color="auto"/>
      </w:divBdr>
    </w:div>
    <w:div w:id="1247760489">
      <w:bodyDiv w:val="1"/>
      <w:marLeft w:val="0"/>
      <w:marRight w:val="0"/>
      <w:marTop w:val="0"/>
      <w:marBottom w:val="0"/>
      <w:divBdr>
        <w:top w:val="none" w:sz="0" w:space="0" w:color="auto"/>
        <w:left w:val="none" w:sz="0" w:space="0" w:color="auto"/>
        <w:bottom w:val="none" w:sz="0" w:space="0" w:color="auto"/>
        <w:right w:val="none" w:sz="0" w:space="0" w:color="auto"/>
      </w:divBdr>
    </w:div>
    <w:div w:id="1255043931">
      <w:bodyDiv w:val="1"/>
      <w:marLeft w:val="0"/>
      <w:marRight w:val="0"/>
      <w:marTop w:val="0"/>
      <w:marBottom w:val="0"/>
      <w:divBdr>
        <w:top w:val="none" w:sz="0" w:space="0" w:color="auto"/>
        <w:left w:val="none" w:sz="0" w:space="0" w:color="auto"/>
        <w:bottom w:val="none" w:sz="0" w:space="0" w:color="auto"/>
        <w:right w:val="none" w:sz="0" w:space="0" w:color="auto"/>
      </w:divBdr>
    </w:div>
    <w:div w:id="1268585406">
      <w:bodyDiv w:val="1"/>
      <w:marLeft w:val="0"/>
      <w:marRight w:val="0"/>
      <w:marTop w:val="0"/>
      <w:marBottom w:val="0"/>
      <w:divBdr>
        <w:top w:val="none" w:sz="0" w:space="0" w:color="auto"/>
        <w:left w:val="none" w:sz="0" w:space="0" w:color="auto"/>
        <w:bottom w:val="none" w:sz="0" w:space="0" w:color="auto"/>
        <w:right w:val="none" w:sz="0" w:space="0" w:color="auto"/>
      </w:divBdr>
    </w:div>
    <w:div w:id="1282372107">
      <w:bodyDiv w:val="1"/>
      <w:marLeft w:val="0"/>
      <w:marRight w:val="0"/>
      <w:marTop w:val="0"/>
      <w:marBottom w:val="0"/>
      <w:divBdr>
        <w:top w:val="none" w:sz="0" w:space="0" w:color="auto"/>
        <w:left w:val="none" w:sz="0" w:space="0" w:color="auto"/>
        <w:bottom w:val="none" w:sz="0" w:space="0" w:color="auto"/>
        <w:right w:val="none" w:sz="0" w:space="0" w:color="auto"/>
      </w:divBdr>
    </w:div>
    <w:div w:id="1288124686">
      <w:bodyDiv w:val="1"/>
      <w:marLeft w:val="0"/>
      <w:marRight w:val="0"/>
      <w:marTop w:val="0"/>
      <w:marBottom w:val="0"/>
      <w:divBdr>
        <w:top w:val="none" w:sz="0" w:space="0" w:color="auto"/>
        <w:left w:val="none" w:sz="0" w:space="0" w:color="auto"/>
        <w:bottom w:val="none" w:sz="0" w:space="0" w:color="auto"/>
        <w:right w:val="none" w:sz="0" w:space="0" w:color="auto"/>
      </w:divBdr>
    </w:div>
    <w:div w:id="1297640190">
      <w:bodyDiv w:val="1"/>
      <w:marLeft w:val="0"/>
      <w:marRight w:val="0"/>
      <w:marTop w:val="0"/>
      <w:marBottom w:val="0"/>
      <w:divBdr>
        <w:top w:val="none" w:sz="0" w:space="0" w:color="auto"/>
        <w:left w:val="none" w:sz="0" w:space="0" w:color="auto"/>
        <w:bottom w:val="none" w:sz="0" w:space="0" w:color="auto"/>
        <w:right w:val="none" w:sz="0" w:space="0" w:color="auto"/>
      </w:divBdr>
    </w:div>
    <w:div w:id="1301424374">
      <w:bodyDiv w:val="1"/>
      <w:marLeft w:val="0"/>
      <w:marRight w:val="0"/>
      <w:marTop w:val="0"/>
      <w:marBottom w:val="0"/>
      <w:divBdr>
        <w:top w:val="none" w:sz="0" w:space="0" w:color="auto"/>
        <w:left w:val="none" w:sz="0" w:space="0" w:color="auto"/>
        <w:bottom w:val="none" w:sz="0" w:space="0" w:color="auto"/>
        <w:right w:val="none" w:sz="0" w:space="0" w:color="auto"/>
      </w:divBdr>
    </w:div>
    <w:div w:id="1305546981">
      <w:bodyDiv w:val="1"/>
      <w:marLeft w:val="0"/>
      <w:marRight w:val="0"/>
      <w:marTop w:val="0"/>
      <w:marBottom w:val="0"/>
      <w:divBdr>
        <w:top w:val="none" w:sz="0" w:space="0" w:color="auto"/>
        <w:left w:val="none" w:sz="0" w:space="0" w:color="auto"/>
        <w:bottom w:val="none" w:sz="0" w:space="0" w:color="auto"/>
        <w:right w:val="none" w:sz="0" w:space="0" w:color="auto"/>
      </w:divBdr>
    </w:div>
    <w:div w:id="1306088278">
      <w:bodyDiv w:val="1"/>
      <w:marLeft w:val="0"/>
      <w:marRight w:val="0"/>
      <w:marTop w:val="0"/>
      <w:marBottom w:val="0"/>
      <w:divBdr>
        <w:top w:val="none" w:sz="0" w:space="0" w:color="auto"/>
        <w:left w:val="none" w:sz="0" w:space="0" w:color="auto"/>
        <w:bottom w:val="none" w:sz="0" w:space="0" w:color="auto"/>
        <w:right w:val="none" w:sz="0" w:space="0" w:color="auto"/>
      </w:divBdr>
    </w:div>
    <w:div w:id="1331060370">
      <w:bodyDiv w:val="1"/>
      <w:marLeft w:val="0"/>
      <w:marRight w:val="0"/>
      <w:marTop w:val="0"/>
      <w:marBottom w:val="0"/>
      <w:divBdr>
        <w:top w:val="none" w:sz="0" w:space="0" w:color="auto"/>
        <w:left w:val="none" w:sz="0" w:space="0" w:color="auto"/>
        <w:bottom w:val="none" w:sz="0" w:space="0" w:color="auto"/>
        <w:right w:val="none" w:sz="0" w:space="0" w:color="auto"/>
      </w:divBdr>
    </w:div>
    <w:div w:id="1336760668">
      <w:bodyDiv w:val="1"/>
      <w:marLeft w:val="0"/>
      <w:marRight w:val="0"/>
      <w:marTop w:val="0"/>
      <w:marBottom w:val="0"/>
      <w:divBdr>
        <w:top w:val="none" w:sz="0" w:space="0" w:color="auto"/>
        <w:left w:val="none" w:sz="0" w:space="0" w:color="auto"/>
        <w:bottom w:val="none" w:sz="0" w:space="0" w:color="auto"/>
        <w:right w:val="none" w:sz="0" w:space="0" w:color="auto"/>
      </w:divBdr>
    </w:div>
    <w:div w:id="1344748571">
      <w:bodyDiv w:val="1"/>
      <w:marLeft w:val="0"/>
      <w:marRight w:val="0"/>
      <w:marTop w:val="0"/>
      <w:marBottom w:val="0"/>
      <w:divBdr>
        <w:top w:val="none" w:sz="0" w:space="0" w:color="auto"/>
        <w:left w:val="none" w:sz="0" w:space="0" w:color="auto"/>
        <w:bottom w:val="none" w:sz="0" w:space="0" w:color="auto"/>
        <w:right w:val="none" w:sz="0" w:space="0" w:color="auto"/>
      </w:divBdr>
    </w:div>
    <w:div w:id="1361584413">
      <w:bodyDiv w:val="1"/>
      <w:marLeft w:val="0"/>
      <w:marRight w:val="0"/>
      <w:marTop w:val="0"/>
      <w:marBottom w:val="0"/>
      <w:divBdr>
        <w:top w:val="none" w:sz="0" w:space="0" w:color="auto"/>
        <w:left w:val="none" w:sz="0" w:space="0" w:color="auto"/>
        <w:bottom w:val="none" w:sz="0" w:space="0" w:color="auto"/>
        <w:right w:val="none" w:sz="0" w:space="0" w:color="auto"/>
      </w:divBdr>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69185865">
      <w:bodyDiv w:val="1"/>
      <w:marLeft w:val="0"/>
      <w:marRight w:val="0"/>
      <w:marTop w:val="0"/>
      <w:marBottom w:val="0"/>
      <w:divBdr>
        <w:top w:val="none" w:sz="0" w:space="0" w:color="auto"/>
        <w:left w:val="none" w:sz="0" w:space="0" w:color="auto"/>
        <w:bottom w:val="none" w:sz="0" w:space="0" w:color="auto"/>
        <w:right w:val="none" w:sz="0" w:space="0" w:color="auto"/>
      </w:divBdr>
    </w:div>
    <w:div w:id="1377239953">
      <w:bodyDiv w:val="1"/>
      <w:marLeft w:val="0"/>
      <w:marRight w:val="0"/>
      <w:marTop w:val="0"/>
      <w:marBottom w:val="0"/>
      <w:divBdr>
        <w:top w:val="none" w:sz="0" w:space="0" w:color="auto"/>
        <w:left w:val="none" w:sz="0" w:space="0" w:color="auto"/>
        <w:bottom w:val="none" w:sz="0" w:space="0" w:color="auto"/>
        <w:right w:val="none" w:sz="0" w:space="0" w:color="auto"/>
      </w:divBdr>
    </w:div>
    <w:div w:id="1413046786">
      <w:bodyDiv w:val="1"/>
      <w:marLeft w:val="0"/>
      <w:marRight w:val="0"/>
      <w:marTop w:val="0"/>
      <w:marBottom w:val="0"/>
      <w:divBdr>
        <w:top w:val="none" w:sz="0" w:space="0" w:color="auto"/>
        <w:left w:val="none" w:sz="0" w:space="0" w:color="auto"/>
        <w:bottom w:val="none" w:sz="0" w:space="0" w:color="auto"/>
        <w:right w:val="none" w:sz="0" w:space="0" w:color="auto"/>
      </w:divBdr>
    </w:div>
    <w:div w:id="1422918306">
      <w:bodyDiv w:val="1"/>
      <w:marLeft w:val="0"/>
      <w:marRight w:val="0"/>
      <w:marTop w:val="0"/>
      <w:marBottom w:val="0"/>
      <w:divBdr>
        <w:top w:val="none" w:sz="0" w:space="0" w:color="auto"/>
        <w:left w:val="none" w:sz="0" w:space="0" w:color="auto"/>
        <w:bottom w:val="none" w:sz="0" w:space="0" w:color="auto"/>
        <w:right w:val="none" w:sz="0" w:space="0" w:color="auto"/>
      </w:divBdr>
    </w:div>
    <w:div w:id="1423524250">
      <w:bodyDiv w:val="1"/>
      <w:marLeft w:val="0"/>
      <w:marRight w:val="0"/>
      <w:marTop w:val="0"/>
      <w:marBottom w:val="0"/>
      <w:divBdr>
        <w:top w:val="none" w:sz="0" w:space="0" w:color="auto"/>
        <w:left w:val="none" w:sz="0" w:space="0" w:color="auto"/>
        <w:bottom w:val="none" w:sz="0" w:space="0" w:color="auto"/>
        <w:right w:val="none" w:sz="0" w:space="0" w:color="auto"/>
      </w:divBdr>
    </w:div>
    <w:div w:id="1423799056">
      <w:bodyDiv w:val="1"/>
      <w:marLeft w:val="0"/>
      <w:marRight w:val="0"/>
      <w:marTop w:val="0"/>
      <w:marBottom w:val="0"/>
      <w:divBdr>
        <w:top w:val="none" w:sz="0" w:space="0" w:color="auto"/>
        <w:left w:val="none" w:sz="0" w:space="0" w:color="auto"/>
        <w:bottom w:val="none" w:sz="0" w:space="0" w:color="auto"/>
        <w:right w:val="none" w:sz="0" w:space="0" w:color="auto"/>
      </w:divBdr>
    </w:div>
    <w:div w:id="1423911132">
      <w:bodyDiv w:val="1"/>
      <w:marLeft w:val="0"/>
      <w:marRight w:val="0"/>
      <w:marTop w:val="0"/>
      <w:marBottom w:val="0"/>
      <w:divBdr>
        <w:top w:val="none" w:sz="0" w:space="0" w:color="auto"/>
        <w:left w:val="none" w:sz="0" w:space="0" w:color="auto"/>
        <w:bottom w:val="none" w:sz="0" w:space="0" w:color="auto"/>
        <w:right w:val="none" w:sz="0" w:space="0" w:color="auto"/>
      </w:divBdr>
    </w:div>
    <w:div w:id="1424886091">
      <w:bodyDiv w:val="1"/>
      <w:marLeft w:val="0"/>
      <w:marRight w:val="0"/>
      <w:marTop w:val="0"/>
      <w:marBottom w:val="0"/>
      <w:divBdr>
        <w:top w:val="none" w:sz="0" w:space="0" w:color="auto"/>
        <w:left w:val="none" w:sz="0" w:space="0" w:color="auto"/>
        <w:bottom w:val="none" w:sz="0" w:space="0" w:color="auto"/>
        <w:right w:val="none" w:sz="0" w:space="0" w:color="auto"/>
      </w:divBdr>
    </w:div>
    <w:div w:id="1434134390">
      <w:bodyDiv w:val="1"/>
      <w:marLeft w:val="0"/>
      <w:marRight w:val="0"/>
      <w:marTop w:val="0"/>
      <w:marBottom w:val="0"/>
      <w:divBdr>
        <w:top w:val="none" w:sz="0" w:space="0" w:color="auto"/>
        <w:left w:val="none" w:sz="0" w:space="0" w:color="auto"/>
        <w:bottom w:val="none" w:sz="0" w:space="0" w:color="auto"/>
        <w:right w:val="none" w:sz="0" w:space="0" w:color="auto"/>
      </w:divBdr>
    </w:div>
    <w:div w:id="1439063648">
      <w:bodyDiv w:val="1"/>
      <w:marLeft w:val="0"/>
      <w:marRight w:val="0"/>
      <w:marTop w:val="0"/>
      <w:marBottom w:val="0"/>
      <w:divBdr>
        <w:top w:val="none" w:sz="0" w:space="0" w:color="auto"/>
        <w:left w:val="none" w:sz="0" w:space="0" w:color="auto"/>
        <w:bottom w:val="none" w:sz="0" w:space="0" w:color="auto"/>
        <w:right w:val="none" w:sz="0" w:space="0" w:color="auto"/>
      </w:divBdr>
    </w:div>
    <w:div w:id="1442258491">
      <w:bodyDiv w:val="1"/>
      <w:marLeft w:val="0"/>
      <w:marRight w:val="0"/>
      <w:marTop w:val="0"/>
      <w:marBottom w:val="0"/>
      <w:divBdr>
        <w:top w:val="none" w:sz="0" w:space="0" w:color="auto"/>
        <w:left w:val="none" w:sz="0" w:space="0" w:color="auto"/>
        <w:bottom w:val="none" w:sz="0" w:space="0" w:color="auto"/>
        <w:right w:val="none" w:sz="0" w:space="0" w:color="auto"/>
      </w:divBdr>
    </w:div>
    <w:div w:id="1449160297">
      <w:bodyDiv w:val="1"/>
      <w:marLeft w:val="0"/>
      <w:marRight w:val="0"/>
      <w:marTop w:val="0"/>
      <w:marBottom w:val="0"/>
      <w:divBdr>
        <w:top w:val="none" w:sz="0" w:space="0" w:color="auto"/>
        <w:left w:val="none" w:sz="0" w:space="0" w:color="auto"/>
        <w:bottom w:val="none" w:sz="0" w:space="0" w:color="auto"/>
        <w:right w:val="none" w:sz="0" w:space="0" w:color="auto"/>
      </w:divBdr>
    </w:div>
    <w:div w:id="1463882265">
      <w:bodyDiv w:val="1"/>
      <w:marLeft w:val="0"/>
      <w:marRight w:val="0"/>
      <w:marTop w:val="0"/>
      <w:marBottom w:val="0"/>
      <w:divBdr>
        <w:top w:val="none" w:sz="0" w:space="0" w:color="auto"/>
        <w:left w:val="none" w:sz="0" w:space="0" w:color="auto"/>
        <w:bottom w:val="none" w:sz="0" w:space="0" w:color="auto"/>
        <w:right w:val="none" w:sz="0" w:space="0" w:color="auto"/>
      </w:divBdr>
    </w:div>
    <w:div w:id="1465271299">
      <w:bodyDiv w:val="1"/>
      <w:marLeft w:val="0"/>
      <w:marRight w:val="0"/>
      <w:marTop w:val="0"/>
      <w:marBottom w:val="0"/>
      <w:divBdr>
        <w:top w:val="none" w:sz="0" w:space="0" w:color="auto"/>
        <w:left w:val="none" w:sz="0" w:space="0" w:color="auto"/>
        <w:bottom w:val="none" w:sz="0" w:space="0" w:color="auto"/>
        <w:right w:val="none" w:sz="0" w:space="0" w:color="auto"/>
      </w:divBdr>
    </w:div>
    <w:div w:id="1471098898">
      <w:bodyDiv w:val="1"/>
      <w:marLeft w:val="0"/>
      <w:marRight w:val="0"/>
      <w:marTop w:val="0"/>
      <w:marBottom w:val="0"/>
      <w:divBdr>
        <w:top w:val="none" w:sz="0" w:space="0" w:color="auto"/>
        <w:left w:val="none" w:sz="0" w:space="0" w:color="auto"/>
        <w:bottom w:val="none" w:sz="0" w:space="0" w:color="auto"/>
        <w:right w:val="none" w:sz="0" w:space="0" w:color="auto"/>
      </w:divBdr>
    </w:div>
    <w:div w:id="1477409249">
      <w:bodyDiv w:val="1"/>
      <w:marLeft w:val="0"/>
      <w:marRight w:val="0"/>
      <w:marTop w:val="0"/>
      <w:marBottom w:val="0"/>
      <w:divBdr>
        <w:top w:val="none" w:sz="0" w:space="0" w:color="auto"/>
        <w:left w:val="none" w:sz="0" w:space="0" w:color="auto"/>
        <w:bottom w:val="none" w:sz="0" w:space="0" w:color="auto"/>
        <w:right w:val="none" w:sz="0" w:space="0" w:color="auto"/>
      </w:divBdr>
    </w:div>
    <w:div w:id="1481195601">
      <w:bodyDiv w:val="1"/>
      <w:marLeft w:val="0"/>
      <w:marRight w:val="0"/>
      <w:marTop w:val="0"/>
      <w:marBottom w:val="0"/>
      <w:divBdr>
        <w:top w:val="none" w:sz="0" w:space="0" w:color="auto"/>
        <w:left w:val="none" w:sz="0" w:space="0" w:color="auto"/>
        <w:bottom w:val="none" w:sz="0" w:space="0" w:color="auto"/>
        <w:right w:val="none" w:sz="0" w:space="0" w:color="auto"/>
      </w:divBdr>
    </w:div>
    <w:div w:id="1481385388">
      <w:bodyDiv w:val="1"/>
      <w:marLeft w:val="0"/>
      <w:marRight w:val="0"/>
      <w:marTop w:val="0"/>
      <w:marBottom w:val="0"/>
      <w:divBdr>
        <w:top w:val="none" w:sz="0" w:space="0" w:color="auto"/>
        <w:left w:val="none" w:sz="0" w:space="0" w:color="auto"/>
        <w:bottom w:val="none" w:sz="0" w:space="0" w:color="auto"/>
        <w:right w:val="none" w:sz="0" w:space="0" w:color="auto"/>
      </w:divBdr>
    </w:div>
    <w:div w:id="1483278902">
      <w:bodyDiv w:val="1"/>
      <w:marLeft w:val="0"/>
      <w:marRight w:val="0"/>
      <w:marTop w:val="0"/>
      <w:marBottom w:val="0"/>
      <w:divBdr>
        <w:top w:val="none" w:sz="0" w:space="0" w:color="auto"/>
        <w:left w:val="none" w:sz="0" w:space="0" w:color="auto"/>
        <w:bottom w:val="none" w:sz="0" w:space="0" w:color="auto"/>
        <w:right w:val="none" w:sz="0" w:space="0" w:color="auto"/>
      </w:divBdr>
    </w:div>
    <w:div w:id="1490252334">
      <w:bodyDiv w:val="1"/>
      <w:marLeft w:val="0"/>
      <w:marRight w:val="0"/>
      <w:marTop w:val="0"/>
      <w:marBottom w:val="0"/>
      <w:divBdr>
        <w:top w:val="none" w:sz="0" w:space="0" w:color="auto"/>
        <w:left w:val="none" w:sz="0" w:space="0" w:color="auto"/>
        <w:bottom w:val="none" w:sz="0" w:space="0" w:color="auto"/>
        <w:right w:val="none" w:sz="0" w:space="0" w:color="auto"/>
      </w:divBdr>
    </w:div>
    <w:div w:id="1501431432">
      <w:bodyDiv w:val="1"/>
      <w:marLeft w:val="0"/>
      <w:marRight w:val="0"/>
      <w:marTop w:val="0"/>
      <w:marBottom w:val="0"/>
      <w:divBdr>
        <w:top w:val="none" w:sz="0" w:space="0" w:color="auto"/>
        <w:left w:val="none" w:sz="0" w:space="0" w:color="auto"/>
        <w:bottom w:val="none" w:sz="0" w:space="0" w:color="auto"/>
        <w:right w:val="none" w:sz="0" w:space="0" w:color="auto"/>
      </w:divBdr>
    </w:div>
    <w:div w:id="1504203050">
      <w:bodyDiv w:val="1"/>
      <w:marLeft w:val="0"/>
      <w:marRight w:val="0"/>
      <w:marTop w:val="0"/>
      <w:marBottom w:val="0"/>
      <w:divBdr>
        <w:top w:val="none" w:sz="0" w:space="0" w:color="auto"/>
        <w:left w:val="none" w:sz="0" w:space="0" w:color="auto"/>
        <w:bottom w:val="none" w:sz="0" w:space="0" w:color="auto"/>
        <w:right w:val="none" w:sz="0" w:space="0" w:color="auto"/>
      </w:divBdr>
    </w:div>
    <w:div w:id="1525631041">
      <w:bodyDiv w:val="1"/>
      <w:marLeft w:val="0"/>
      <w:marRight w:val="0"/>
      <w:marTop w:val="0"/>
      <w:marBottom w:val="0"/>
      <w:divBdr>
        <w:top w:val="none" w:sz="0" w:space="0" w:color="auto"/>
        <w:left w:val="none" w:sz="0" w:space="0" w:color="auto"/>
        <w:bottom w:val="none" w:sz="0" w:space="0" w:color="auto"/>
        <w:right w:val="none" w:sz="0" w:space="0" w:color="auto"/>
      </w:divBdr>
    </w:div>
    <w:div w:id="1533685833">
      <w:bodyDiv w:val="1"/>
      <w:marLeft w:val="0"/>
      <w:marRight w:val="0"/>
      <w:marTop w:val="0"/>
      <w:marBottom w:val="0"/>
      <w:divBdr>
        <w:top w:val="none" w:sz="0" w:space="0" w:color="auto"/>
        <w:left w:val="none" w:sz="0" w:space="0" w:color="auto"/>
        <w:bottom w:val="none" w:sz="0" w:space="0" w:color="auto"/>
        <w:right w:val="none" w:sz="0" w:space="0" w:color="auto"/>
      </w:divBdr>
    </w:div>
    <w:div w:id="1543396687">
      <w:bodyDiv w:val="1"/>
      <w:marLeft w:val="0"/>
      <w:marRight w:val="0"/>
      <w:marTop w:val="0"/>
      <w:marBottom w:val="0"/>
      <w:divBdr>
        <w:top w:val="none" w:sz="0" w:space="0" w:color="auto"/>
        <w:left w:val="none" w:sz="0" w:space="0" w:color="auto"/>
        <w:bottom w:val="none" w:sz="0" w:space="0" w:color="auto"/>
        <w:right w:val="none" w:sz="0" w:space="0" w:color="auto"/>
      </w:divBdr>
    </w:div>
    <w:div w:id="1543588773">
      <w:bodyDiv w:val="1"/>
      <w:marLeft w:val="0"/>
      <w:marRight w:val="0"/>
      <w:marTop w:val="0"/>
      <w:marBottom w:val="0"/>
      <w:divBdr>
        <w:top w:val="none" w:sz="0" w:space="0" w:color="auto"/>
        <w:left w:val="none" w:sz="0" w:space="0" w:color="auto"/>
        <w:bottom w:val="none" w:sz="0" w:space="0" w:color="auto"/>
        <w:right w:val="none" w:sz="0" w:space="0" w:color="auto"/>
      </w:divBdr>
    </w:div>
    <w:div w:id="1544052514">
      <w:bodyDiv w:val="1"/>
      <w:marLeft w:val="0"/>
      <w:marRight w:val="0"/>
      <w:marTop w:val="0"/>
      <w:marBottom w:val="0"/>
      <w:divBdr>
        <w:top w:val="none" w:sz="0" w:space="0" w:color="auto"/>
        <w:left w:val="none" w:sz="0" w:space="0" w:color="auto"/>
        <w:bottom w:val="none" w:sz="0" w:space="0" w:color="auto"/>
        <w:right w:val="none" w:sz="0" w:space="0" w:color="auto"/>
      </w:divBdr>
    </w:div>
    <w:div w:id="1547981961">
      <w:bodyDiv w:val="1"/>
      <w:marLeft w:val="0"/>
      <w:marRight w:val="0"/>
      <w:marTop w:val="0"/>
      <w:marBottom w:val="0"/>
      <w:divBdr>
        <w:top w:val="none" w:sz="0" w:space="0" w:color="auto"/>
        <w:left w:val="none" w:sz="0" w:space="0" w:color="auto"/>
        <w:bottom w:val="none" w:sz="0" w:space="0" w:color="auto"/>
        <w:right w:val="none" w:sz="0" w:space="0" w:color="auto"/>
      </w:divBdr>
    </w:div>
    <w:div w:id="1549028141">
      <w:bodyDiv w:val="1"/>
      <w:marLeft w:val="0"/>
      <w:marRight w:val="0"/>
      <w:marTop w:val="0"/>
      <w:marBottom w:val="0"/>
      <w:divBdr>
        <w:top w:val="none" w:sz="0" w:space="0" w:color="auto"/>
        <w:left w:val="none" w:sz="0" w:space="0" w:color="auto"/>
        <w:bottom w:val="none" w:sz="0" w:space="0" w:color="auto"/>
        <w:right w:val="none" w:sz="0" w:space="0" w:color="auto"/>
      </w:divBdr>
    </w:div>
    <w:div w:id="1560166422">
      <w:bodyDiv w:val="1"/>
      <w:marLeft w:val="0"/>
      <w:marRight w:val="0"/>
      <w:marTop w:val="0"/>
      <w:marBottom w:val="0"/>
      <w:divBdr>
        <w:top w:val="none" w:sz="0" w:space="0" w:color="auto"/>
        <w:left w:val="none" w:sz="0" w:space="0" w:color="auto"/>
        <w:bottom w:val="none" w:sz="0" w:space="0" w:color="auto"/>
        <w:right w:val="none" w:sz="0" w:space="0" w:color="auto"/>
      </w:divBdr>
    </w:div>
    <w:div w:id="1566794625">
      <w:bodyDiv w:val="1"/>
      <w:marLeft w:val="0"/>
      <w:marRight w:val="0"/>
      <w:marTop w:val="0"/>
      <w:marBottom w:val="0"/>
      <w:divBdr>
        <w:top w:val="none" w:sz="0" w:space="0" w:color="auto"/>
        <w:left w:val="none" w:sz="0" w:space="0" w:color="auto"/>
        <w:bottom w:val="none" w:sz="0" w:space="0" w:color="auto"/>
        <w:right w:val="none" w:sz="0" w:space="0" w:color="auto"/>
      </w:divBdr>
    </w:div>
    <w:div w:id="1569875146">
      <w:bodyDiv w:val="1"/>
      <w:marLeft w:val="0"/>
      <w:marRight w:val="0"/>
      <w:marTop w:val="0"/>
      <w:marBottom w:val="0"/>
      <w:divBdr>
        <w:top w:val="none" w:sz="0" w:space="0" w:color="auto"/>
        <w:left w:val="none" w:sz="0" w:space="0" w:color="auto"/>
        <w:bottom w:val="none" w:sz="0" w:space="0" w:color="auto"/>
        <w:right w:val="none" w:sz="0" w:space="0" w:color="auto"/>
      </w:divBdr>
    </w:div>
    <w:div w:id="1574663273">
      <w:bodyDiv w:val="1"/>
      <w:marLeft w:val="0"/>
      <w:marRight w:val="0"/>
      <w:marTop w:val="0"/>
      <w:marBottom w:val="0"/>
      <w:divBdr>
        <w:top w:val="none" w:sz="0" w:space="0" w:color="auto"/>
        <w:left w:val="none" w:sz="0" w:space="0" w:color="auto"/>
        <w:bottom w:val="none" w:sz="0" w:space="0" w:color="auto"/>
        <w:right w:val="none" w:sz="0" w:space="0" w:color="auto"/>
      </w:divBdr>
    </w:div>
    <w:div w:id="1578053809">
      <w:bodyDiv w:val="1"/>
      <w:marLeft w:val="0"/>
      <w:marRight w:val="0"/>
      <w:marTop w:val="0"/>
      <w:marBottom w:val="0"/>
      <w:divBdr>
        <w:top w:val="none" w:sz="0" w:space="0" w:color="auto"/>
        <w:left w:val="none" w:sz="0" w:space="0" w:color="auto"/>
        <w:bottom w:val="none" w:sz="0" w:space="0" w:color="auto"/>
        <w:right w:val="none" w:sz="0" w:space="0" w:color="auto"/>
      </w:divBdr>
    </w:div>
    <w:div w:id="1585719043">
      <w:bodyDiv w:val="1"/>
      <w:marLeft w:val="0"/>
      <w:marRight w:val="0"/>
      <w:marTop w:val="0"/>
      <w:marBottom w:val="0"/>
      <w:divBdr>
        <w:top w:val="none" w:sz="0" w:space="0" w:color="auto"/>
        <w:left w:val="none" w:sz="0" w:space="0" w:color="auto"/>
        <w:bottom w:val="none" w:sz="0" w:space="0" w:color="auto"/>
        <w:right w:val="none" w:sz="0" w:space="0" w:color="auto"/>
      </w:divBdr>
    </w:div>
    <w:div w:id="1585915911">
      <w:bodyDiv w:val="1"/>
      <w:marLeft w:val="0"/>
      <w:marRight w:val="0"/>
      <w:marTop w:val="0"/>
      <w:marBottom w:val="0"/>
      <w:divBdr>
        <w:top w:val="none" w:sz="0" w:space="0" w:color="auto"/>
        <w:left w:val="none" w:sz="0" w:space="0" w:color="auto"/>
        <w:bottom w:val="none" w:sz="0" w:space="0" w:color="auto"/>
        <w:right w:val="none" w:sz="0" w:space="0" w:color="auto"/>
      </w:divBdr>
    </w:div>
    <w:div w:id="1598322256">
      <w:bodyDiv w:val="1"/>
      <w:marLeft w:val="0"/>
      <w:marRight w:val="0"/>
      <w:marTop w:val="0"/>
      <w:marBottom w:val="0"/>
      <w:divBdr>
        <w:top w:val="none" w:sz="0" w:space="0" w:color="auto"/>
        <w:left w:val="none" w:sz="0" w:space="0" w:color="auto"/>
        <w:bottom w:val="none" w:sz="0" w:space="0" w:color="auto"/>
        <w:right w:val="none" w:sz="0" w:space="0" w:color="auto"/>
      </w:divBdr>
    </w:div>
    <w:div w:id="1601447313">
      <w:bodyDiv w:val="1"/>
      <w:marLeft w:val="0"/>
      <w:marRight w:val="0"/>
      <w:marTop w:val="0"/>
      <w:marBottom w:val="0"/>
      <w:divBdr>
        <w:top w:val="none" w:sz="0" w:space="0" w:color="auto"/>
        <w:left w:val="none" w:sz="0" w:space="0" w:color="auto"/>
        <w:bottom w:val="none" w:sz="0" w:space="0" w:color="auto"/>
        <w:right w:val="none" w:sz="0" w:space="0" w:color="auto"/>
      </w:divBdr>
    </w:div>
    <w:div w:id="1606114009">
      <w:bodyDiv w:val="1"/>
      <w:marLeft w:val="0"/>
      <w:marRight w:val="0"/>
      <w:marTop w:val="0"/>
      <w:marBottom w:val="0"/>
      <w:divBdr>
        <w:top w:val="none" w:sz="0" w:space="0" w:color="auto"/>
        <w:left w:val="none" w:sz="0" w:space="0" w:color="auto"/>
        <w:bottom w:val="none" w:sz="0" w:space="0" w:color="auto"/>
        <w:right w:val="none" w:sz="0" w:space="0" w:color="auto"/>
      </w:divBdr>
    </w:div>
    <w:div w:id="1607729720">
      <w:bodyDiv w:val="1"/>
      <w:marLeft w:val="0"/>
      <w:marRight w:val="0"/>
      <w:marTop w:val="0"/>
      <w:marBottom w:val="0"/>
      <w:divBdr>
        <w:top w:val="none" w:sz="0" w:space="0" w:color="auto"/>
        <w:left w:val="none" w:sz="0" w:space="0" w:color="auto"/>
        <w:bottom w:val="none" w:sz="0" w:space="0" w:color="auto"/>
        <w:right w:val="none" w:sz="0" w:space="0" w:color="auto"/>
      </w:divBdr>
    </w:div>
    <w:div w:id="1611666812">
      <w:bodyDiv w:val="1"/>
      <w:marLeft w:val="0"/>
      <w:marRight w:val="0"/>
      <w:marTop w:val="0"/>
      <w:marBottom w:val="0"/>
      <w:divBdr>
        <w:top w:val="none" w:sz="0" w:space="0" w:color="auto"/>
        <w:left w:val="none" w:sz="0" w:space="0" w:color="auto"/>
        <w:bottom w:val="none" w:sz="0" w:space="0" w:color="auto"/>
        <w:right w:val="none" w:sz="0" w:space="0" w:color="auto"/>
      </w:divBdr>
    </w:div>
    <w:div w:id="1611738235">
      <w:bodyDiv w:val="1"/>
      <w:marLeft w:val="0"/>
      <w:marRight w:val="0"/>
      <w:marTop w:val="0"/>
      <w:marBottom w:val="0"/>
      <w:divBdr>
        <w:top w:val="none" w:sz="0" w:space="0" w:color="auto"/>
        <w:left w:val="none" w:sz="0" w:space="0" w:color="auto"/>
        <w:bottom w:val="none" w:sz="0" w:space="0" w:color="auto"/>
        <w:right w:val="none" w:sz="0" w:space="0" w:color="auto"/>
      </w:divBdr>
    </w:div>
    <w:div w:id="1617829124">
      <w:bodyDiv w:val="1"/>
      <w:marLeft w:val="0"/>
      <w:marRight w:val="0"/>
      <w:marTop w:val="0"/>
      <w:marBottom w:val="0"/>
      <w:divBdr>
        <w:top w:val="none" w:sz="0" w:space="0" w:color="auto"/>
        <w:left w:val="none" w:sz="0" w:space="0" w:color="auto"/>
        <w:bottom w:val="none" w:sz="0" w:space="0" w:color="auto"/>
        <w:right w:val="none" w:sz="0" w:space="0" w:color="auto"/>
      </w:divBdr>
    </w:div>
    <w:div w:id="1625698980">
      <w:bodyDiv w:val="1"/>
      <w:marLeft w:val="0"/>
      <w:marRight w:val="0"/>
      <w:marTop w:val="0"/>
      <w:marBottom w:val="0"/>
      <w:divBdr>
        <w:top w:val="none" w:sz="0" w:space="0" w:color="auto"/>
        <w:left w:val="none" w:sz="0" w:space="0" w:color="auto"/>
        <w:bottom w:val="none" w:sz="0" w:space="0" w:color="auto"/>
        <w:right w:val="none" w:sz="0" w:space="0" w:color="auto"/>
      </w:divBdr>
    </w:div>
    <w:div w:id="1628701198">
      <w:bodyDiv w:val="1"/>
      <w:marLeft w:val="0"/>
      <w:marRight w:val="0"/>
      <w:marTop w:val="0"/>
      <w:marBottom w:val="0"/>
      <w:divBdr>
        <w:top w:val="none" w:sz="0" w:space="0" w:color="auto"/>
        <w:left w:val="none" w:sz="0" w:space="0" w:color="auto"/>
        <w:bottom w:val="none" w:sz="0" w:space="0" w:color="auto"/>
        <w:right w:val="none" w:sz="0" w:space="0" w:color="auto"/>
      </w:divBdr>
    </w:div>
    <w:div w:id="1633319581">
      <w:bodyDiv w:val="1"/>
      <w:marLeft w:val="0"/>
      <w:marRight w:val="0"/>
      <w:marTop w:val="0"/>
      <w:marBottom w:val="0"/>
      <w:divBdr>
        <w:top w:val="none" w:sz="0" w:space="0" w:color="auto"/>
        <w:left w:val="none" w:sz="0" w:space="0" w:color="auto"/>
        <w:bottom w:val="none" w:sz="0" w:space="0" w:color="auto"/>
        <w:right w:val="none" w:sz="0" w:space="0" w:color="auto"/>
      </w:divBdr>
    </w:div>
    <w:div w:id="1638217663">
      <w:bodyDiv w:val="1"/>
      <w:marLeft w:val="0"/>
      <w:marRight w:val="0"/>
      <w:marTop w:val="0"/>
      <w:marBottom w:val="0"/>
      <w:divBdr>
        <w:top w:val="none" w:sz="0" w:space="0" w:color="auto"/>
        <w:left w:val="none" w:sz="0" w:space="0" w:color="auto"/>
        <w:bottom w:val="none" w:sz="0" w:space="0" w:color="auto"/>
        <w:right w:val="none" w:sz="0" w:space="0" w:color="auto"/>
      </w:divBdr>
    </w:div>
    <w:div w:id="1644651178">
      <w:bodyDiv w:val="1"/>
      <w:marLeft w:val="0"/>
      <w:marRight w:val="0"/>
      <w:marTop w:val="0"/>
      <w:marBottom w:val="0"/>
      <w:divBdr>
        <w:top w:val="none" w:sz="0" w:space="0" w:color="auto"/>
        <w:left w:val="none" w:sz="0" w:space="0" w:color="auto"/>
        <w:bottom w:val="none" w:sz="0" w:space="0" w:color="auto"/>
        <w:right w:val="none" w:sz="0" w:space="0" w:color="auto"/>
      </w:divBdr>
    </w:div>
    <w:div w:id="1651519873">
      <w:bodyDiv w:val="1"/>
      <w:marLeft w:val="0"/>
      <w:marRight w:val="0"/>
      <w:marTop w:val="0"/>
      <w:marBottom w:val="0"/>
      <w:divBdr>
        <w:top w:val="none" w:sz="0" w:space="0" w:color="auto"/>
        <w:left w:val="none" w:sz="0" w:space="0" w:color="auto"/>
        <w:bottom w:val="none" w:sz="0" w:space="0" w:color="auto"/>
        <w:right w:val="none" w:sz="0" w:space="0" w:color="auto"/>
      </w:divBdr>
    </w:div>
    <w:div w:id="1654018686">
      <w:bodyDiv w:val="1"/>
      <w:marLeft w:val="0"/>
      <w:marRight w:val="0"/>
      <w:marTop w:val="0"/>
      <w:marBottom w:val="0"/>
      <w:divBdr>
        <w:top w:val="none" w:sz="0" w:space="0" w:color="auto"/>
        <w:left w:val="none" w:sz="0" w:space="0" w:color="auto"/>
        <w:bottom w:val="none" w:sz="0" w:space="0" w:color="auto"/>
        <w:right w:val="none" w:sz="0" w:space="0" w:color="auto"/>
      </w:divBdr>
    </w:div>
    <w:div w:id="1656951226">
      <w:bodyDiv w:val="1"/>
      <w:marLeft w:val="0"/>
      <w:marRight w:val="0"/>
      <w:marTop w:val="0"/>
      <w:marBottom w:val="0"/>
      <w:divBdr>
        <w:top w:val="none" w:sz="0" w:space="0" w:color="auto"/>
        <w:left w:val="none" w:sz="0" w:space="0" w:color="auto"/>
        <w:bottom w:val="none" w:sz="0" w:space="0" w:color="auto"/>
        <w:right w:val="none" w:sz="0" w:space="0" w:color="auto"/>
      </w:divBdr>
    </w:div>
    <w:div w:id="1657757246">
      <w:bodyDiv w:val="1"/>
      <w:marLeft w:val="0"/>
      <w:marRight w:val="0"/>
      <w:marTop w:val="0"/>
      <w:marBottom w:val="0"/>
      <w:divBdr>
        <w:top w:val="none" w:sz="0" w:space="0" w:color="auto"/>
        <w:left w:val="none" w:sz="0" w:space="0" w:color="auto"/>
        <w:bottom w:val="none" w:sz="0" w:space="0" w:color="auto"/>
        <w:right w:val="none" w:sz="0" w:space="0" w:color="auto"/>
      </w:divBdr>
    </w:div>
    <w:div w:id="1659991394">
      <w:bodyDiv w:val="1"/>
      <w:marLeft w:val="0"/>
      <w:marRight w:val="0"/>
      <w:marTop w:val="0"/>
      <w:marBottom w:val="0"/>
      <w:divBdr>
        <w:top w:val="none" w:sz="0" w:space="0" w:color="auto"/>
        <w:left w:val="none" w:sz="0" w:space="0" w:color="auto"/>
        <w:bottom w:val="none" w:sz="0" w:space="0" w:color="auto"/>
        <w:right w:val="none" w:sz="0" w:space="0" w:color="auto"/>
      </w:divBdr>
    </w:div>
    <w:div w:id="1664166170">
      <w:bodyDiv w:val="1"/>
      <w:marLeft w:val="0"/>
      <w:marRight w:val="0"/>
      <w:marTop w:val="0"/>
      <w:marBottom w:val="0"/>
      <w:divBdr>
        <w:top w:val="none" w:sz="0" w:space="0" w:color="auto"/>
        <w:left w:val="none" w:sz="0" w:space="0" w:color="auto"/>
        <w:bottom w:val="none" w:sz="0" w:space="0" w:color="auto"/>
        <w:right w:val="none" w:sz="0" w:space="0" w:color="auto"/>
      </w:divBdr>
    </w:div>
    <w:div w:id="1672096669">
      <w:bodyDiv w:val="1"/>
      <w:marLeft w:val="0"/>
      <w:marRight w:val="0"/>
      <w:marTop w:val="0"/>
      <w:marBottom w:val="0"/>
      <w:divBdr>
        <w:top w:val="none" w:sz="0" w:space="0" w:color="auto"/>
        <w:left w:val="none" w:sz="0" w:space="0" w:color="auto"/>
        <w:bottom w:val="none" w:sz="0" w:space="0" w:color="auto"/>
        <w:right w:val="none" w:sz="0" w:space="0" w:color="auto"/>
      </w:divBdr>
    </w:div>
    <w:div w:id="1683848911">
      <w:bodyDiv w:val="1"/>
      <w:marLeft w:val="0"/>
      <w:marRight w:val="0"/>
      <w:marTop w:val="0"/>
      <w:marBottom w:val="0"/>
      <w:divBdr>
        <w:top w:val="none" w:sz="0" w:space="0" w:color="auto"/>
        <w:left w:val="none" w:sz="0" w:space="0" w:color="auto"/>
        <w:bottom w:val="none" w:sz="0" w:space="0" w:color="auto"/>
        <w:right w:val="none" w:sz="0" w:space="0" w:color="auto"/>
      </w:divBdr>
    </w:div>
    <w:div w:id="1685011407">
      <w:bodyDiv w:val="1"/>
      <w:marLeft w:val="0"/>
      <w:marRight w:val="0"/>
      <w:marTop w:val="0"/>
      <w:marBottom w:val="0"/>
      <w:divBdr>
        <w:top w:val="none" w:sz="0" w:space="0" w:color="auto"/>
        <w:left w:val="none" w:sz="0" w:space="0" w:color="auto"/>
        <w:bottom w:val="none" w:sz="0" w:space="0" w:color="auto"/>
        <w:right w:val="none" w:sz="0" w:space="0" w:color="auto"/>
      </w:divBdr>
    </w:div>
    <w:div w:id="1707873618">
      <w:bodyDiv w:val="1"/>
      <w:marLeft w:val="0"/>
      <w:marRight w:val="0"/>
      <w:marTop w:val="0"/>
      <w:marBottom w:val="0"/>
      <w:divBdr>
        <w:top w:val="none" w:sz="0" w:space="0" w:color="auto"/>
        <w:left w:val="none" w:sz="0" w:space="0" w:color="auto"/>
        <w:bottom w:val="none" w:sz="0" w:space="0" w:color="auto"/>
        <w:right w:val="none" w:sz="0" w:space="0" w:color="auto"/>
      </w:divBdr>
    </w:div>
    <w:div w:id="1722053250">
      <w:bodyDiv w:val="1"/>
      <w:marLeft w:val="0"/>
      <w:marRight w:val="0"/>
      <w:marTop w:val="0"/>
      <w:marBottom w:val="0"/>
      <w:divBdr>
        <w:top w:val="none" w:sz="0" w:space="0" w:color="auto"/>
        <w:left w:val="none" w:sz="0" w:space="0" w:color="auto"/>
        <w:bottom w:val="none" w:sz="0" w:space="0" w:color="auto"/>
        <w:right w:val="none" w:sz="0" w:space="0" w:color="auto"/>
      </w:divBdr>
    </w:div>
    <w:div w:id="1723404417">
      <w:bodyDiv w:val="1"/>
      <w:marLeft w:val="0"/>
      <w:marRight w:val="0"/>
      <w:marTop w:val="0"/>
      <w:marBottom w:val="0"/>
      <w:divBdr>
        <w:top w:val="none" w:sz="0" w:space="0" w:color="auto"/>
        <w:left w:val="none" w:sz="0" w:space="0" w:color="auto"/>
        <w:bottom w:val="none" w:sz="0" w:space="0" w:color="auto"/>
        <w:right w:val="none" w:sz="0" w:space="0" w:color="auto"/>
      </w:divBdr>
    </w:div>
    <w:div w:id="1725107384">
      <w:bodyDiv w:val="1"/>
      <w:marLeft w:val="0"/>
      <w:marRight w:val="0"/>
      <w:marTop w:val="0"/>
      <w:marBottom w:val="0"/>
      <w:divBdr>
        <w:top w:val="none" w:sz="0" w:space="0" w:color="auto"/>
        <w:left w:val="none" w:sz="0" w:space="0" w:color="auto"/>
        <w:bottom w:val="none" w:sz="0" w:space="0" w:color="auto"/>
        <w:right w:val="none" w:sz="0" w:space="0" w:color="auto"/>
      </w:divBdr>
    </w:div>
    <w:div w:id="1727683300">
      <w:bodyDiv w:val="1"/>
      <w:marLeft w:val="0"/>
      <w:marRight w:val="0"/>
      <w:marTop w:val="0"/>
      <w:marBottom w:val="0"/>
      <w:divBdr>
        <w:top w:val="none" w:sz="0" w:space="0" w:color="auto"/>
        <w:left w:val="none" w:sz="0" w:space="0" w:color="auto"/>
        <w:bottom w:val="none" w:sz="0" w:space="0" w:color="auto"/>
        <w:right w:val="none" w:sz="0" w:space="0" w:color="auto"/>
      </w:divBdr>
    </w:div>
    <w:div w:id="1728070646">
      <w:bodyDiv w:val="1"/>
      <w:marLeft w:val="0"/>
      <w:marRight w:val="0"/>
      <w:marTop w:val="0"/>
      <w:marBottom w:val="0"/>
      <w:divBdr>
        <w:top w:val="none" w:sz="0" w:space="0" w:color="auto"/>
        <w:left w:val="none" w:sz="0" w:space="0" w:color="auto"/>
        <w:bottom w:val="none" w:sz="0" w:space="0" w:color="auto"/>
        <w:right w:val="none" w:sz="0" w:space="0" w:color="auto"/>
      </w:divBdr>
    </w:div>
    <w:div w:id="1730692817">
      <w:bodyDiv w:val="1"/>
      <w:marLeft w:val="0"/>
      <w:marRight w:val="0"/>
      <w:marTop w:val="0"/>
      <w:marBottom w:val="0"/>
      <w:divBdr>
        <w:top w:val="none" w:sz="0" w:space="0" w:color="auto"/>
        <w:left w:val="none" w:sz="0" w:space="0" w:color="auto"/>
        <w:bottom w:val="none" w:sz="0" w:space="0" w:color="auto"/>
        <w:right w:val="none" w:sz="0" w:space="0" w:color="auto"/>
      </w:divBdr>
    </w:div>
    <w:div w:id="1731809730">
      <w:bodyDiv w:val="1"/>
      <w:marLeft w:val="0"/>
      <w:marRight w:val="0"/>
      <w:marTop w:val="0"/>
      <w:marBottom w:val="0"/>
      <w:divBdr>
        <w:top w:val="none" w:sz="0" w:space="0" w:color="auto"/>
        <w:left w:val="none" w:sz="0" w:space="0" w:color="auto"/>
        <w:bottom w:val="none" w:sz="0" w:space="0" w:color="auto"/>
        <w:right w:val="none" w:sz="0" w:space="0" w:color="auto"/>
      </w:divBdr>
    </w:div>
    <w:div w:id="1743211900">
      <w:bodyDiv w:val="1"/>
      <w:marLeft w:val="0"/>
      <w:marRight w:val="0"/>
      <w:marTop w:val="0"/>
      <w:marBottom w:val="0"/>
      <w:divBdr>
        <w:top w:val="none" w:sz="0" w:space="0" w:color="auto"/>
        <w:left w:val="none" w:sz="0" w:space="0" w:color="auto"/>
        <w:bottom w:val="none" w:sz="0" w:space="0" w:color="auto"/>
        <w:right w:val="none" w:sz="0" w:space="0" w:color="auto"/>
      </w:divBdr>
    </w:div>
    <w:div w:id="1747216711">
      <w:bodyDiv w:val="1"/>
      <w:marLeft w:val="0"/>
      <w:marRight w:val="0"/>
      <w:marTop w:val="0"/>
      <w:marBottom w:val="0"/>
      <w:divBdr>
        <w:top w:val="none" w:sz="0" w:space="0" w:color="auto"/>
        <w:left w:val="none" w:sz="0" w:space="0" w:color="auto"/>
        <w:bottom w:val="none" w:sz="0" w:space="0" w:color="auto"/>
        <w:right w:val="none" w:sz="0" w:space="0" w:color="auto"/>
      </w:divBdr>
    </w:div>
    <w:div w:id="1753701532">
      <w:bodyDiv w:val="1"/>
      <w:marLeft w:val="0"/>
      <w:marRight w:val="0"/>
      <w:marTop w:val="0"/>
      <w:marBottom w:val="0"/>
      <w:divBdr>
        <w:top w:val="none" w:sz="0" w:space="0" w:color="auto"/>
        <w:left w:val="none" w:sz="0" w:space="0" w:color="auto"/>
        <w:bottom w:val="none" w:sz="0" w:space="0" w:color="auto"/>
        <w:right w:val="none" w:sz="0" w:space="0" w:color="auto"/>
      </w:divBdr>
    </w:div>
    <w:div w:id="1754549146">
      <w:bodyDiv w:val="1"/>
      <w:marLeft w:val="0"/>
      <w:marRight w:val="0"/>
      <w:marTop w:val="0"/>
      <w:marBottom w:val="0"/>
      <w:divBdr>
        <w:top w:val="none" w:sz="0" w:space="0" w:color="auto"/>
        <w:left w:val="none" w:sz="0" w:space="0" w:color="auto"/>
        <w:bottom w:val="none" w:sz="0" w:space="0" w:color="auto"/>
        <w:right w:val="none" w:sz="0" w:space="0" w:color="auto"/>
      </w:divBdr>
    </w:div>
    <w:div w:id="1757897513">
      <w:bodyDiv w:val="1"/>
      <w:marLeft w:val="0"/>
      <w:marRight w:val="0"/>
      <w:marTop w:val="0"/>
      <w:marBottom w:val="0"/>
      <w:divBdr>
        <w:top w:val="none" w:sz="0" w:space="0" w:color="auto"/>
        <w:left w:val="none" w:sz="0" w:space="0" w:color="auto"/>
        <w:bottom w:val="none" w:sz="0" w:space="0" w:color="auto"/>
        <w:right w:val="none" w:sz="0" w:space="0" w:color="auto"/>
      </w:divBdr>
    </w:div>
    <w:div w:id="1758670611">
      <w:bodyDiv w:val="1"/>
      <w:marLeft w:val="0"/>
      <w:marRight w:val="0"/>
      <w:marTop w:val="0"/>
      <w:marBottom w:val="0"/>
      <w:divBdr>
        <w:top w:val="none" w:sz="0" w:space="0" w:color="auto"/>
        <w:left w:val="none" w:sz="0" w:space="0" w:color="auto"/>
        <w:bottom w:val="none" w:sz="0" w:space="0" w:color="auto"/>
        <w:right w:val="none" w:sz="0" w:space="0" w:color="auto"/>
      </w:divBdr>
    </w:div>
    <w:div w:id="1771315040">
      <w:bodyDiv w:val="1"/>
      <w:marLeft w:val="0"/>
      <w:marRight w:val="0"/>
      <w:marTop w:val="0"/>
      <w:marBottom w:val="0"/>
      <w:divBdr>
        <w:top w:val="none" w:sz="0" w:space="0" w:color="auto"/>
        <w:left w:val="none" w:sz="0" w:space="0" w:color="auto"/>
        <w:bottom w:val="none" w:sz="0" w:space="0" w:color="auto"/>
        <w:right w:val="none" w:sz="0" w:space="0" w:color="auto"/>
      </w:divBdr>
    </w:div>
    <w:div w:id="1779326505">
      <w:bodyDiv w:val="1"/>
      <w:marLeft w:val="0"/>
      <w:marRight w:val="0"/>
      <w:marTop w:val="0"/>
      <w:marBottom w:val="0"/>
      <w:divBdr>
        <w:top w:val="none" w:sz="0" w:space="0" w:color="auto"/>
        <w:left w:val="none" w:sz="0" w:space="0" w:color="auto"/>
        <w:bottom w:val="none" w:sz="0" w:space="0" w:color="auto"/>
        <w:right w:val="none" w:sz="0" w:space="0" w:color="auto"/>
      </w:divBdr>
    </w:div>
    <w:div w:id="1785349371">
      <w:bodyDiv w:val="1"/>
      <w:marLeft w:val="0"/>
      <w:marRight w:val="0"/>
      <w:marTop w:val="0"/>
      <w:marBottom w:val="0"/>
      <w:divBdr>
        <w:top w:val="none" w:sz="0" w:space="0" w:color="auto"/>
        <w:left w:val="none" w:sz="0" w:space="0" w:color="auto"/>
        <w:bottom w:val="none" w:sz="0" w:space="0" w:color="auto"/>
        <w:right w:val="none" w:sz="0" w:space="0" w:color="auto"/>
      </w:divBdr>
    </w:div>
    <w:div w:id="1790661582">
      <w:bodyDiv w:val="1"/>
      <w:marLeft w:val="0"/>
      <w:marRight w:val="0"/>
      <w:marTop w:val="0"/>
      <w:marBottom w:val="0"/>
      <w:divBdr>
        <w:top w:val="none" w:sz="0" w:space="0" w:color="auto"/>
        <w:left w:val="none" w:sz="0" w:space="0" w:color="auto"/>
        <w:bottom w:val="none" w:sz="0" w:space="0" w:color="auto"/>
        <w:right w:val="none" w:sz="0" w:space="0" w:color="auto"/>
      </w:divBdr>
    </w:div>
    <w:div w:id="1800687550">
      <w:bodyDiv w:val="1"/>
      <w:marLeft w:val="0"/>
      <w:marRight w:val="0"/>
      <w:marTop w:val="0"/>
      <w:marBottom w:val="0"/>
      <w:divBdr>
        <w:top w:val="none" w:sz="0" w:space="0" w:color="auto"/>
        <w:left w:val="none" w:sz="0" w:space="0" w:color="auto"/>
        <w:bottom w:val="none" w:sz="0" w:space="0" w:color="auto"/>
        <w:right w:val="none" w:sz="0" w:space="0" w:color="auto"/>
      </w:divBdr>
    </w:div>
    <w:div w:id="1810322163">
      <w:bodyDiv w:val="1"/>
      <w:marLeft w:val="0"/>
      <w:marRight w:val="0"/>
      <w:marTop w:val="0"/>
      <w:marBottom w:val="0"/>
      <w:divBdr>
        <w:top w:val="none" w:sz="0" w:space="0" w:color="auto"/>
        <w:left w:val="none" w:sz="0" w:space="0" w:color="auto"/>
        <w:bottom w:val="none" w:sz="0" w:space="0" w:color="auto"/>
        <w:right w:val="none" w:sz="0" w:space="0" w:color="auto"/>
      </w:divBdr>
    </w:div>
    <w:div w:id="1815412760">
      <w:bodyDiv w:val="1"/>
      <w:marLeft w:val="0"/>
      <w:marRight w:val="0"/>
      <w:marTop w:val="0"/>
      <w:marBottom w:val="0"/>
      <w:divBdr>
        <w:top w:val="none" w:sz="0" w:space="0" w:color="auto"/>
        <w:left w:val="none" w:sz="0" w:space="0" w:color="auto"/>
        <w:bottom w:val="none" w:sz="0" w:space="0" w:color="auto"/>
        <w:right w:val="none" w:sz="0" w:space="0" w:color="auto"/>
      </w:divBdr>
    </w:div>
    <w:div w:id="1819228271">
      <w:bodyDiv w:val="1"/>
      <w:marLeft w:val="0"/>
      <w:marRight w:val="0"/>
      <w:marTop w:val="0"/>
      <w:marBottom w:val="0"/>
      <w:divBdr>
        <w:top w:val="none" w:sz="0" w:space="0" w:color="auto"/>
        <w:left w:val="none" w:sz="0" w:space="0" w:color="auto"/>
        <w:bottom w:val="none" w:sz="0" w:space="0" w:color="auto"/>
        <w:right w:val="none" w:sz="0" w:space="0" w:color="auto"/>
      </w:divBdr>
    </w:div>
    <w:div w:id="1823934448">
      <w:bodyDiv w:val="1"/>
      <w:marLeft w:val="0"/>
      <w:marRight w:val="0"/>
      <w:marTop w:val="0"/>
      <w:marBottom w:val="0"/>
      <w:divBdr>
        <w:top w:val="none" w:sz="0" w:space="0" w:color="auto"/>
        <w:left w:val="none" w:sz="0" w:space="0" w:color="auto"/>
        <w:bottom w:val="none" w:sz="0" w:space="0" w:color="auto"/>
        <w:right w:val="none" w:sz="0" w:space="0" w:color="auto"/>
      </w:divBdr>
    </w:div>
    <w:div w:id="1826625565">
      <w:bodyDiv w:val="1"/>
      <w:marLeft w:val="0"/>
      <w:marRight w:val="0"/>
      <w:marTop w:val="0"/>
      <w:marBottom w:val="0"/>
      <w:divBdr>
        <w:top w:val="none" w:sz="0" w:space="0" w:color="auto"/>
        <w:left w:val="none" w:sz="0" w:space="0" w:color="auto"/>
        <w:bottom w:val="none" w:sz="0" w:space="0" w:color="auto"/>
        <w:right w:val="none" w:sz="0" w:space="0" w:color="auto"/>
      </w:divBdr>
    </w:div>
    <w:div w:id="1836922219">
      <w:bodyDiv w:val="1"/>
      <w:marLeft w:val="0"/>
      <w:marRight w:val="0"/>
      <w:marTop w:val="0"/>
      <w:marBottom w:val="0"/>
      <w:divBdr>
        <w:top w:val="none" w:sz="0" w:space="0" w:color="auto"/>
        <w:left w:val="none" w:sz="0" w:space="0" w:color="auto"/>
        <w:bottom w:val="none" w:sz="0" w:space="0" w:color="auto"/>
        <w:right w:val="none" w:sz="0" w:space="0" w:color="auto"/>
      </w:divBdr>
    </w:div>
    <w:div w:id="1851605221">
      <w:bodyDiv w:val="1"/>
      <w:marLeft w:val="0"/>
      <w:marRight w:val="0"/>
      <w:marTop w:val="0"/>
      <w:marBottom w:val="0"/>
      <w:divBdr>
        <w:top w:val="none" w:sz="0" w:space="0" w:color="auto"/>
        <w:left w:val="none" w:sz="0" w:space="0" w:color="auto"/>
        <w:bottom w:val="none" w:sz="0" w:space="0" w:color="auto"/>
        <w:right w:val="none" w:sz="0" w:space="0" w:color="auto"/>
      </w:divBdr>
    </w:div>
    <w:div w:id="1851867720">
      <w:bodyDiv w:val="1"/>
      <w:marLeft w:val="0"/>
      <w:marRight w:val="0"/>
      <w:marTop w:val="0"/>
      <w:marBottom w:val="0"/>
      <w:divBdr>
        <w:top w:val="none" w:sz="0" w:space="0" w:color="auto"/>
        <w:left w:val="none" w:sz="0" w:space="0" w:color="auto"/>
        <w:bottom w:val="none" w:sz="0" w:space="0" w:color="auto"/>
        <w:right w:val="none" w:sz="0" w:space="0" w:color="auto"/>
      </w:divBdr>
    </w:div>
    <w:div w:id="1854495086">
      <w:bodyDiv w:val="1"/>
      <w:marLeft w:val="0"/>
      <w:marRight w:val="0"/>
      <w:marTop w:val="0"/>
      <w:marBottom w:val="0"/>
      <w:divBdr>
        <w:top w:val="none" w:sz="0" w:space="0" w:color="auto"/>
        <w:left w:val="none" w:sz="0" w:space="0" w:color="auto"/>
        <w:bottom w:val="none" w:sz="0" w:space="0" w:color="auto"/>
        <w:right w:val="none" w:sz="0" w:space="0" w:color="auto"/>
      </w:divBdr>
    </w:div>
    <w:div w:id="1855260978">
      <w:bodyDiv w:val="1"/>
      <w:marLeft w:val="0"/>
      <w:marRight w:val="0"/>
      <w:marTop w:val="0"/>
      <w:marBottom w:val="0"/>
      <w:divBdr>
        <w:top w:val="none" w:sz="0" w:space="0" w:color="auto"/>
        <w:left w:val="none" w:sz="0" w:space="0" w:color="auto"/>
        <w:bottom w:val="none" w:sz="0" w:space="0" w:color="auto"/>
        <w:right w:val="none" w:sz="0" w:space="0" w:color="auto"/>
      </w:divBdr>
    </w:div>
    <w:div w:id="1859151480">
      <w:bodyDiv w:val="1"/>
      <w:marLeft w:val="0"/>
      <w:marRight w:val="0"/>
      <w:marTop w:val="0"/>
      <w:marBottom w:val="0"/>
      <w:divBdr>
        <w:top w:val="none" w:sz="0" w:space="0" w:color="auto"/>
        <w:left w:val="none" w:sz="0" w:space="0" w:color="auto"/>
        <w:bottom w:val="none" w:sz="0" w:space="0" w:color="auto"/>
        <w:right w:val="none" w:sz="0" w:space="0" w:color="auto"/>
      </w:divBdr>
    </w:div>
    <w:div w:id="1862357634">
      <w:bodyDiv w:val="1"/>
      <w:marLeft w:val="0"/>
      <w:marRight w:val="0"/>
      <w:marTop w:val="0"/>
      <w:marBottom w:val="0"/>
      <w:divBdr>
        <w:top w:val="none" w:sz="0" w:space="0" w:color="auto"/>
        <w:left w:val="none" w:sz="0" w:space="0" w:color="auto"/>
        <w:bottom w:val="none" w:sz="0" w:space="0" w:color="auto"/>
        <w:right w:val="none" w:sz="0" w:space="0" w:color="auto"/>
      </w:divBdr>
    </w:div>
    <w:div w:id="1871528580">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80971748">
      <w:bodyDiv w:val="1"/>
      <w:marLeft w:val="0"/>
      <w:marRight w:val="0"/>
      <w:marTop w:val="0"/>
      <w:marBottom w:val="0"/>
      <w:divBdr>
        <w:top w:val="none" w:sz="0" w:space="0" w:color="auto"/>
        <w:left w:val="none" w:sz="0" w:space="0" w:color="auto"/>
        <w:bottom w:val="none" w:sz="0" w:space="0" w:color="auto"/>
        <w:right w:val="none" w:sz="0" w:space="0" w:color="auto"/>
      </w:divBdr>
    </w:div>
    <w:div w:id="1884058894">
      <w:bodyDiv w:val="1"/>
      <w:marLeft w:val="0"/>
      <w:marRight w:val="0"/>
      <w:marTop w:val="0"/>
      <w:marBottom w:val="0"/>
      <w:divBdr>
        <w:top w:val="none" w:sz="0" w:space="0" w:color="auto"/>
        <w:left w:val="none" w:sz="0" w:space="0" w:color="auto"/>
        <w:bottom w:val="none" w:sz="0" w:space="0" w:color="auto"/>
        <w:right w:val="none" w:sz="0" w:space="0" w:color="auto"/>
      </w:divBdr>
    </w:div>
    <w:div w:id="1886673323">
      <w:bodyDiv w:val="1"/>
      <w:marLeft w:val="0"/>
      <w:marRight w:val="0"/>
      <w:marTop w:val="0"/>
      <w:marBottom w:val="0"/>
      <w:divBdr>
        <w:top w:val="none" w:sz="0" w:space="0" w:color="auto"/>
        <w:left w:val="none" w:sz="0" w:space="0" w:color="auto"/>
        <w:bottom w:val="none" w:sz="0" w:space="0" w:color="auto"/>
        <w:right w:val="none" w:sz="0" w:space="0" w:color="auto"/>
      </w:divBdr>
    </w:div>
    <w:div w:id="1886747745">
      <w:bodyDiv w:val="1"/>
      <w:marLeft w:val="0"/>
      <w:marRight w:val="0"/>
      <w:marTop w:val="0"/>
      <w:marBottom w:val="0"/>
      <w:divBdr>
        <w:top w:val="none" w:sz="0" w:space="0" w:color="auto"/>
        <w:left w:val="none" w:sz="0" w:space="0" w:color="auto"/>
        <w:bottom w:val="none" w:sz="0" w:space="0" w:color="auto"/>
        <w:right w:val="none" w:sz="0" w:space="0" w:color="auto"/>
      </w:divBdr>
    </w:div>
    <w:div w:id="1895577477">
      <w:bodyDiv w:val="1"/>
      <w:marLeft w:val="0"/>
      <w:marRight w:val="0"/>
      <w:marTop w:val="0"/>
      <w:marBottom w:val="0"/>
      <w:divBdr>
        <w:top w:val="none" w:sz="0" w:space="0" w:color="auto"/>
        <w:left w:val="none" w:sz="0" w:space="0" w:color="auto"/>
        <w:bottom w:val="none" w:sz="0" w:space="0" w:color="auto"/>
        <w:right w:val="none" w:sz="0" w:space="0" w:color="auto"/>
      </w:divBdr>
    </w:div>
    <w:div w:id="1895850204">
      <w:bodyDiv w:val="1"/>
      <w:marLeft w:val="0"/>
      <w:marRight w:val="0"/>
      <w:marTop w:val="0"/>
      <w:marBottom w:val="0"/>
      <w:divBdr>
        <w:top w:val="none" w:sz="0" w:space="0" w:color="auto"/>
        <w:left w:val="none" w:sz="0" w:space="0" w:color="auto"/>
        <w:bottom w:val="none" w:sz="0" w:space="0" w:color="auto"/>
        <w:right w:val="none" w:sz="0" w:space="0" w:color="auto"/>
      </w:divBdr>
    </w:div>
    <w:div w:id="1899051880">
      <w:bodyDiv w:val="1"/>
      <w:marLeft w:val="0"/>
      <w:marRight w:val="0"/>
      <w:marTop w:val="0"/>
      <w:marBottom w:val="0"/>
      <w:divBdr>
        <w:top w:val="none" w:sz="0" w:space="0" w:color="auto"/>
        <w:left w:val="none" w:sz="0" w:space="0" w:color="auto"/>
        <w:bottom w:val="none" w:sz="0" w:space="0" w:color="auto"/>
        <w:right w:val="none" w:sz="0" w:space="0" w:color="auto"/>
      </w:divBdr>
    </w:div>
    <w:div w:id="1899120709">
      <w:bodyDiv w:val="1"/>
      <w:marLeft w:val="0"/>
      <w:marRight w:val="0"/>
      <w:marTop w:val="0"/>
      <w:marBottom w:val="0"/>
      <w:divBdr>
        <w:top w:val="none" w:sz="0" w:space="0" w:color="auto"/>
        <w:left w:val="none" w:sz="0" w:space="0" w:color="auto"/>
        <w:bottom w:val="none" w:sz="0" w:space="0" w:color="auto"/>
        <w:right w:val="none" w:sz="0" w:space="0" w:color="auto"/>
      </w:divBdr>
    </w:div>
    <w:div w:id="1899971557">
      <w:bodyDiv w:val="1"/>
      <w:marLeft w:val="0"/>
      <w:marRight w:val="0"/>
      <w:marTop w:val="0"/>
      <w:marBottom w:val="0"/>
      <w:divBdr>
        <w:top w:val="none" w:sz="0" w:space="0" w:color="auto"/>
        <w:left w:val="none" w:sz="0" w:space="0" w:color="auto"/>
        <w:bottom w:val="none" w:sz="0" w:space="0" w:color="auto"/>
        <w:right w:val="none" w:sz="0" w:space="0" w:color="auto"/>
      </w:divBdr>
    </w:div>
    <w:div w:id="1903325611">
      <w:bodyDiv w:val="1"/>
      <w:marLeft w:val="0"/>
      <w:marRight w:val="0"/>
      <w:marTop w:val="0"/>
      <w:marBottom w:val="0"/>
      <w:divBdr>
        <w:top w:val="none" w:sz="0" w:space="0" w:color="auto"/>
        <w:left w:val="none" w:sz="0" w:space="0" w:color="auto"/>
        <w:bottom w:val="none" w:sz="0" w:space="0" w:color="auto"/>
        <w:right w:val="none" w:sz="0" w:space="0" w:color="auto"/>
      </w:divBdr>
    </w:div>
    <w:div w:id="1908611083">
      <w:bodyDiv w:val="1"/>
      <w:marLeft w:val="0"/>
      <w:marRight w:val="0"/>
      <w:marTop w:val="0"/>
      <w:marBottom w:val="0"/>
      <w:divBdr>
        <w:top w:val="none" w:sz="0" w:space="0" w:color="auto"/>
        <w:left w:val="none" w:sz="0" w:space="0" w:color="auto"/>
        <w:bottom w:val="none" w:sz="0" w:space="0" w:color="auto"/>
        <w:right w:val="none" w:sz="0" w:space="0" w:color="auto"/>
      </w:divBdr>
    </w:div>
    <w:div w:id="1912888329">
      <w:bodyDiv w:val="1"/>
      <w:marLeft w:val="0"/>
      <w:marRight w:val="0"/>
      <w:marTop w:val="0"/>
      <w:marBottom w:val="0"/>
      <w:divBdr>
        <w:top w:val="none" w:sz="0" w:space="0" w:color="auto"/>
        <w:left w:val="none" w:sz="0" w:space="0" w:color="auto"/>
        <w:bottom w:val="none" w:sz="0" w:space="0" w:color="auto"/>
        <w:right w:val="none" w:sz="0" w:space="0" w:color="auto"/>
      </w:divBdr>
    </w:div>
    <w:div w:id="1922518979">
      <w:bodyDiv w:val="1"/>
      <w:marLeft w:val="0"/>
      <w:marRight w:val="0"/>
      <w:marTop w:val="0"/>
      <w:marBottom w:val="0"/>
      <w:divBdr>
        <w:top w:val="none" w:sz="0" w:space="0" w:color="auto"/>
        <w:left w:val="none" w:sz="0" w:space="0" w:color="auto"/>
        <w:bottom w:val="none" w:sz="0" w:space="0" w:color="auto"/>
        <w:right w:val="none" w:sz="0" w:space="0" w:color="auto"/>
      </w:divBdr>
    </w:div>
    <w:div w:id="1923833212">
      <w:bodyDiv w:val="1"/>
      <w:marLeft w:val="0"/>
      <w:marRight w:val="0"/>
      <w:marTop w:val="0"/>
      <w:marBottom w:val="0"/>
      <w:divBdr>
        <w:top w:val="none" w:sz="0" w:space="0" w:color="auto"/>
        <w:left w:val="none" w:sz="0" w:space="0" w:color="auto"/>
        <w:bottom w:val="none" w:sz="0" w:space="0" w:color="auto"/>
        <w:right w:val="none" w:sz="0" w:space="0" w:color="auto"/>
      </w:divBdr>
    </w:div>
    <w:div w:id="1925531620">
      <w:bodyDiv w:val="1"/>
      <w:marLeft w:val="0"/>
      <w:marRight w:val="0"/>
      <w:marTop w:val="0"/>
      <w:marBottom w:val="0"/>
      <w:divBdr>
        <w:top w:val="none" w:sz="0" w:space="0" w:color="auto"/>
        <w:left w:val="none" w:sz="0" w:space="0" w:color="auto"/>
        <w:bottom w:val="none" w:sz="0" w:space="0" w:color="auto"/>
        <w:right w:val="none" w:sz="0" w:space="0" w:color="auto"/>
      </w:divBdr>
    </w:div>
    <w:div w:id="1938560347">
      <w:bodyDiv w:val="1"/>
      <w:marLeft w:val="0"/>
      <w:marRight w:val="0"/>
      <w:marTop w:val="0"/>
      <w:marBottom w:val="0"/>
      <w:divBdr>
        <w:top w:val="none" w:sz="0" w:space="0" w:color="auto"/>
        <w:left w:val="none" w:sz="0" w:space="0" w:color="auto"/>
        <w:bottom w:val="none" w:sz="0" w:space="0" w:color="auto"/>
        <w:right w:val="none" w:sz="0" w:space="0" w:color="auto"/>
      </w:divBdr>
    </w:div>
    <w:div w:id="1941908915">
      <w:bodyDiv w:val="1"/>
      <w:marLeft w:val="0"/>
      <w:marRight w:val="0"/>
      <w:marTop w:val="0"/>
      <w:marBottom w:val="0"/>
      <w:divBdr>
        <w:top w:val="none" w:sz="0" w:space="0" w:color="auto"/>
        <w:left w:val="none" w:sz="0" w:space="0" w:color="auto"/>
        <w:bottom w:val="none" w:sz="0" w:space="0" w:color="auto"/>
        <w:right w:val="none" w:sz="0" w:space="0" w:color="auto"/>
      </w:divBdr>
    </w:div>
    <w:div w:id="1942716247">
      <w:bodyDiv w:val="1"/>
      <w:marLeft w:val="0"/>
      <w:marRight w:val="0"/>
      <w:marTop w:val="0"/>
      <w:marBottom w:val="0"/>
      <w:divBdr>
        <w:top w:val="none" w:sz="0" w:space="0" w:color="auto"/>
        <w:left w:val="none" w:sz="0" w:space="0" w:color="auto"/>
        <w:bottom w:val="none" w:sz="0" w:space="0" w:color="auto"/>
        <w:right w:val="none" w:sz="0" w:space="0" w:color="auto"/>
      </w:divBdr>
    </w:div>
    <w:div w:id="1944611128">
      <w:bodyDiv w:val="1"/>
      <w:marLeft w:val="0"/>
      <w:marRight w:val="0"/>
      <w:marTop w:val="0"/>
      <w:marBottom w:val="0"/>
      <w:divBdr>
        <w:top w:val="none" w:sz="0" w:space="0" w:color="auto"/>
        <w:left w:val="none" w:sz="0" w:space="0" w:color="auto"/>
        <w:bottom w:val="none" w:sz="0" w:space="0" w:color="auto"/>
        <w:right w:val="none" w:sz="0" w:space="0" w:color="auto"/>
      </w:divBdr>
    </w:div>
    <w:div w:id="1951083885">
      <w:bodyDiv w:val="1"/>
      <w:marLeft w:val="0"/>
      <w:marRight w:val="0"/>
      <w:marTop w:val="0"/>
      <w:marBottom w:val="0"/>
      <w:divBdr>
        <w:top w:val="none" w:sz="0" w:space="0" w:color="auto"/>
        <w:left w:val="none" w:sz="0" w:space="0" w:color="auto"/>
        <w:bottom w:val="none" w:sz="0" w:space="0" w:color="auto"/>
        <w:right w:val="none" w:sz="0" w:space="0" w:color="auto"/>
      </w:divBdr>
    </w:div>
    <w:div w:id="1951231285">
      <w:bodyDiv w:val="1"/>
      <w:marLeft w:val="0"/>
      <w:marRight w:val="0"/>
      <w:marTop w:val="0"/>
      <w:marBottom w:val="0"/>
      <w:divBdr>
        <w:top w:val="none" w:sz="0" w:space="0" w:color="auto"/>
        <w:left w:val="none" w:sz="0" w:space="0" w:color="auto"/>
        <w:bottom w:val="none" w:sz="0" w:space="0" w:color="auto"/>
        <w:right w:val="none" w:sz="0" w:space="0" w:color="auto"/>
      </w:divBdr>
    </w:div>
    <w:div w:id="1954556464">
      <w:bodyDiv w:val="1"/>
      <w:marLeft w:val="0"/>
      <w:marRight w:val="0"/>
      <w:marTop w:val="0"/>
      <w:marBottom w:val="0"/>
      <w:divBdr>
        <w:top w:val="none" w:sz="0" w:space="0" w:color="auto"/>
        <w:left w:val="none" w:sz="0" w:space="0" w:color="auto"/>
        <w:bottom w:val="none" w:sz="0" w:space="0" w:color="auto"/>
        <w:right w:val="none" w:sz="0" w:space="0" w:color="auto"/>
      </w:divBdr>
    </w:div>
    <w:div w:id="1954942534">
      <w:bodyDiv w:val="1"/>
      <w:marLeft w:val="0"/>
      <w:marRight w:val="0"/>
      <w:marTop w:val="0"/>
      <w:marBottom w:val="0"/>
      <w:divBdr>
        <w:top w:val="none" w:sz="0" w:space="0" w:color="auto"/>
        <w:left w:val="none" w:sz="0" w:space="0" w:color="auto"/>
        <w:bottom w:val="none" w:sz="0" w:space="0" w:color="auto"/>
        <w:right w:val="none" w:sz="0" w:space="0" w:color="auto"/>
      </w:divBdr>
    </w:div>
    <w:div w:id="1960380815">
      <w:bodyDiv w:val="1"/>
      <w:marLeft w:val="0"/>
      <w:marRight w:val="0"/>
      <w:marTop w:val="0"/>
      <w:marBottom w:val="0"/>
      <w:divBdr>
        <w:top w:val="none" w:sz="0" w:space="0" w:color="auto"/>
        <w:left w:val="none" w:sz="0" w:space="0" w:color="auto"/>
        <w:bottom w:val="none" w:sz="0" w:space="0" w:color="auto"/>
        <w:right w:val="none" w:sz="0" w:space="0" w:color="auto"/>
      </w:divBdr>
    </w:div>
    <w:div w:id="1971981680">
      <w:bodyDiv w:val="1"/>
      <w:marLeft w:val="0"/>
      <w:marRight w:val="0"/>
      <w:marTop w:val="0"/>
      <w:marBottom w:val="0"/>
      <w:divBdr>
        <w:top w:val="none" w:sz="0" w:space="0" w:color="auto"/>
        <w:left w:val="none" w:sz="0" w:space="0" w:color="auto"/>
        <w:bottom w:val="none" w:sz="0" w:space="0" w:color="auto"/>
        <w:right w:val="none" w:sz="0" w:space="0" w:color="auto"/>
      </w:divBdr>
    </w:div>
    <w:div w:id="1979535074">
      <w:bodyDiv w:val="1"/>
      <w:marLeft w:val="0"/>
      <w:marRight w:val="0"/>
      <w:marTop w:val="0"/>
      <w:marBottom w:val="0"/>
      <w:divBdr>
        <w:top w:val="none" w:sz="0" w:space="0" w:color="auto"/>
        <w:left w:val="none" w:sz="0" w:space="0" w:color="auto"/>
        <w:bottom w:val="none" w:sz="0" w:space="0" w:color="auto"/>
        <w:right w:val="none" w:sz="0" w:space="0" w:color="auto"/>
      </w:divBdr>
    </w:div>
    <w:div w:id="2006783633">
      <w:bodyDiv w:val="1"/>
      <w:marLeft w:val="0"/>
      <w:marRight w:val="0"/>
      <w:marTop w:val="0"/>
      <w:marBottom w:val="0"/>
      <w:divBdr>
        <w:top w:val="none" w:sz="0" w:space="0" w:color="auto"/>
        <w:left w:val="none" w:sz="0" w:space="0" w:color="auto"/>
        <w:bottom w:val="none" w:sz="0" w:space="0" w:color="auto"/>
        <w:right w:val="none" w:sz="0" w:space="0" w:color="auto"/>
      </w:divBdr>
    </w:div>
    <w:div w:id="2010019130">
      <w:bodyDiv w:val="1"/>
      <w:marLeft w:val="0"/>
      <w:marRight w:val="0"/>
      <w:marTop w:val="0"/>
      <w:marBottom w:val="0"/>
      <w:divBdr>
        <w:top w:val="none" w:sz="0" w:space="0" w:color="auto"/>
        <w:left w:val="none" w:sz="0" w:space="0" w:color="auto"/>
        <w:bottom w:val="none" w:sz="0" w:space="0" w:color="auto"/>
        <w:right w:val="none" w:sz="0" w:space="0" w:color="auto"/>
      </w:divBdr>
    </w:div>
    <w:div w:id="2018069539">
      <w:bodyDiv w:val="1"/>
      <w:marLeft w:val="0"/>
      <w:marRight w:val="0"/>
      <w:marTop w:val="0"/>
      <w:marBottom w:val="0"/>
      <w:divBdr>
        <w:top w:val="none" w:sz="0" w:space="0" w:color="auto"/>
        <w:left w:val="none" w:sz="0" w:space="0" w:color="auto"/>
        <w:bottom w:val="none" w:sz="0" w:space="0" w:color="auto"/>
        <w:right w:val="none" w:sz="0" w:space="0" w:color="auto"/>
      </w:divBdr>
    </w:div>
    <w:div w:id="2022006955">
      <w:bodyDiv w:val="1"/>
      <w:marLeft w:val="0"/>
      <w:marRight w:val="0"/>
      <w:marTop w:val="0"/>
      <w:marBottom w:val="0"/>
      <w:divBdr>
        <w:top w:val="none" w:sz="0" w:space="0" w:color="auto"/>
        <w:left w:val="none" w:sz="0" w:space="0" w:color="auto"/>
        <w:bottom w:val="none" w:sz="0" w:space="0" w:color="auto"/>
        <w:right w:val="none" w:sz="0" w:space="0" w:color="auto"/>
      </w:divBdr>
    </w:div>
    <w:div w:id="2037190796">
      <w:bodyDiv w:val="1"/>
      <w:marLeft w:val="0"/>
      <w:marRight w:val="0"/>
      <w:marTop w:val="0"/>
      <w:marBottom w:val="0"/>
      <w:divBdr>
        <w:top w:val="none" w:sz="0" w:space="0" w:color="auto"/>
        <w:left w:val="none" w:sz="0" w:space="0" w:color="auto"/>
        <w:bottom w:val="none" w:sz="0" w:space="0" w:color="auto"/>
        <w:right w:val="none" w:sz="0" w:space="0" w:color="auto"/>
      </w:divBdr>
    </w:div>
    <w:div w:id="2060202126">
      <w:bodyDiv w:val="1"/>
      <w:marLeft w:val="0"/>
      <w:marRight w:val="0"/>
      <w:marTop w:val="0"/>
      <w:marBottom w:val="0"/>
      <w:divBdr>
        <w:top w:val="none" w:sz="0" w:space="0" w:color="auto"/>
        <w:left w:val="none" w:sz="0" w:space="0" w:color="auto"/>
        <w:bottom w:val="none" w:sz="0" w:space="0" w:color="auto"/>
        <w:right w:val="none" w:sz="0" w:space="0" w:color="auto"/>
      </w:divBdr>
    </w:div>
    <w:div w:id="2065323797">
      <w:bodyDiv w:val="1"/>
      <w:marLeft w:val="0"/>
      <w:marRight w:val="0"/>
      <w:marTop w:val="0"/>
      <w:marBottom w:val="0"/>
      <w:divBdr>
        <w:top w:val="none" w:sz="0" w:space="0" w:color="auto"/>
        <w:left w:val="none" w:sz="0" w:space="0" w:color="auto"/>
        <w:bottom w:val="none" w:sz="0" w:space="0" w:color="auto"/>
        <w:right w:val="none" w:sz="0" w:space="0" w:color="auto"/>
      </w:divBdr>
    </w:div>
    <w:div w:id="2065520568">
      <w:bodyDiv w:val="1"/>
      <w:marLeft w:val="0"/>
      <w:marRight w:val="0"/>
      <w:marTop w:val="0"/>
      <w:marBottom w:val="0"/>
      <w:divBdr>
        <w:top w:val="none" w:sz="0" w:space="0" w:color="auto"/>
        <w:left w:val="none" w:sz="0" w:space="0" w:color="auto"/>
        <w:bottom w:val="none" w:sz="0" w:space="0" w:color="auto"/>
        <w:right w:val="none" w:sz="0" w:space="0" w:color="auto"/>
      </w:divBdr>
    </w:div>
    <w:div w:id="2071344570">
      <w:bodyDiv w:val="1"/>
      <w:marLeft w:val="0"/>
      <w:marRight w:val="0"/>
      <w:marTop w:val="0"/>
      <w:marBottom w:val="0"/>
      <w:divBdr>
        <w:top w:val="none" w:sz="0" w:space="0" w:color="auto"/>
        <w:left w:val="none" w:sz="0" w:space="0" w:color="auto"/>
        <w:bottom w:val="none" w:sz="0" w:space="0" w:color="auto"/>
        <w:right w:val="none" w:sz="0" w:space="0" w:color="auto"/>
      </w:divBdr>
    </w:div>
    <w:div w:id="2078897205">
      <w:bodyDiv w:val="1"/>
      <w:marLeft w:val="0"/>
      <w:marRight w:val="0"/>
      <w:marTop w:val="0"/>
      <w:marBottom w:val="0"/>
      <w:divBdr>
        <w:top w:val="none" w:sz="0" w:space="0" w:color="auto"/>
        <w:left w:val="none" w:sz="0" w:space="0" w:color="auto"/>
        <w:bottom w:val="none" w:sz="0" w:space="0" w:color="auto"/>
        <w:right w:val="none" w:sz="0" w:space="0" w:color="auto"/>
      </w:divBdr>
    </w:div>
    <w:div w:id="2090882559">
      <w:bodyDiv w:val="1"/>
      <w:marLeft w:val="0"/>
      <w:marRight w:val="0"/>
      <w:marTop w:val="0"/>
      <w:marBottom w:val="0"/>
      <w:divBdr>
        <w:top w:val="none" w:sz="0" w:space="0" w:color="auto"/>
        <w:left w:val="none" w:sz="0" w:space="0" w:color="auto"/>
        <w:bottom w:val="none" w:sz="0" w:space="0" w:color="auto"/>
        <w:right w:val="none" w:sz="0" w:space="0" w:color="auto"/>
      </w:divBdr>
    </w:div>
    <w:div w:id="2094662269">
      <w:bodyDiv w:val="1"/>
      <w:marLeft w:val="0"/>
      <w:marRight w:val="0"/>
      <w:marTop w:val="0"/>
      <w:marBottom w:val="0"/>
      <w:divBdr>
        <w:top w:val="none" w:sz="0" w:space="0" w:color="auto"/>
        <w:left w:val="none" w:sz="0" w:space="0" w:color="auto"/>
        <w:bottom w:val="none" w:sz="0" w:space="0" w:color="auto"/>
        <w:right w:val="none" w:sz="0" w:space="0" w:color="auto"/>
      </w:divBdr>
    </w:div>
    <w:div w:id="2094928501">
      <w:bodyDiv w:val="1"/>
      <w:marLeft w:val="0"/>
      <w:marRight w:val="0"/>
      <w:marTop w:val="0"/>
      <w:marBottom w:val="0"/>
      <w:divBdr>
        <w:top w:val="none" w:sz="0" w:space="0" w:color="auto"/>
        <w:left w:val="none" w:sz="0" w:space="0" w:color="auto"/>
        <w:bottom w:val="none" w:sz="0" w:space="0" w:color="auto"/>
        <w:right w:val="none" w:sz="0" w:space="0" w:color="auto"/>
      </w:divBdr>
    </w:div>
    <w:div w:id="2097357878">
      <w:bodyDiv w:val="1"/>
      <w:marLeft w:val="0"/>
      <w:marRight w:val="0"/>
      <w:marTop w:val="0"/>
      <w:marBottom w:val="0"/>
      <w:divBdr>
        <w:top w:val="none" w:sz="0" w:space="0" w:color="auto"/>
        <w:left w:val="none" w:sz="0" w:space="0" w:color="auto"/>
        <w:bottom w:val="none" w:sz="0" w:space="0" w:color="auto"/>
        <w:right w:val="none" w:sz="0" w:space="0" w:color="auto"/>
      </w:divBdr>
    </w:div>
    <w:div w:id="2099399789">
      <w:bodyDiv w:val="1"/>
      <w:marLeft w:val="0"/>
      <w:marRight w:val="0"/>
      <w:marTop w:val="0"/>
      <w:marBottom w:val="0"/>
      <w:divBdr>
        <w:top w:val="none" w:sz="0" w:space="0" w:color="auto"/>
        <w:left w:val="none" w:sz="0" w:space="0" w:color="auto"/>
        <w:bottom w:val="none" w:sz="0" w:space="0" w:color="auto"/>
        <w:right w:val="none" w:sz="0" w:space="0" w:color="auto"/>
      </w:divBdr>
    </w:div>
    <w:div w:id="2113624052">
      <w:bodyDiv w:val="1"/>
      <w:marLeft w:val="0"/>
      <w:marRight w:val="0"/>
      <w:marTop w:val="0"/>
      <w:marBottom w:val="0"/>
      <w:divBdr>
        <w:top w:val="none" w:sz="0" w:space="0" w:color="auto"/>
        <w:left w:val="none" w:sz="0" w:space="0" w:color="auto"/>
        <w:bottom w:val="none" w:sz="0" w:space="0" w:color="auto"/>
        <w:right w:val="none" w:sz="0" w:space="0" w:color="auto"/>
      </w:divBdr>
    </w:div>
    <w:div w:id="2115855184">
      <w:bodyDiv w:val="1"/>
      <w:marLeft w:val="0"/>
      <w:marRight w:val="0"/>
      <w:marTop w:val="0"/>
      <w:marBottom w:val="0"/>
      <w:divBdr>
        <w:top w:val="none" w:sz="0" w:space="0" w:color="auto"/>
        <w:left w:val="none" w:sz="0" w:space="0" w:color="auto"/>
        <w:bottom w:val="none" w:sz="0" w:space="0" w:color="auto"/>
        <w:right w:val="none" w:sz="0" w:space="0" w:color="auto"/>
      </w:divBdr>
    </w:div>
    <w:div w:id="2116316973">
      <w:bodyDiv w:val="1"/>
      <w:marLeft w:val="0"/>
      <w:marRight w:val="0"/>
      <w:marTop w:val="0"/>
      <w:marBottom w:val="0"/>
      <w:divBdr>
        <w:top w:val="none" w:sz="0" w:space="0" w:color="auto"/>
        <w:left w:val="none" w:sz="0" w:space="0" w:color="auto"/>
        <w:bottom w:val="none" w:sz="0" w:space="0" w:color="auto"/>
        <w:right w:val="none" w:sz="0" w:space="0" w:color="auto"/>
      </w:divBdr>
    </w:div>
    <w:div w:id="2118400374">
      <w:bodyDiv w:val="1"/>
      <w:marLeft w:val="0"/>
      <w:marRight w:val="0"/>
      <w:marTop w:val="0"/>
      <w:marBottom w:val="0"/>
      <w:divBdr>
        <w:top w:val="none" w:sz="0" w:space="0" w:color="auto"/>
        <w:left w:val="none" w:sz="0" w:space="0" w:color="auto"/>
        <w:bottom w:val="none" w:sz="0" w:space="0" w:color="auto"/>
        <w:right w:val="none" w:sz="0" w:space="0" w:color="auto"/>
      </w:divBdr>
    </w:div>
    <w:div w:id="2122722862">
      <w:bodyDiv w:val="1"/>
      <w:marLeft w:val="0"/>
      <w:marRight w:val="0"/>
      <w:marTop w:val="0"/>
      <w:marBottom w:val="0"/>
      <w:divBdr>
        <w:top w:val="none" w:sz="0" w:space="0" w:color="auto"/>
        <w:left w:val="none" w:sz="0" w:space="0" w:color="auto"/>
        <w:bottom w:val="none" w:sz="0" w:space="0" w:color="auto"/>
        <w:right w:val="none" w:sz="0" w:space="0" w:color="auto"/>
      </w:divBdr>
    </w:div>
    <w:div w:id="2145389585">
      <w:bodyDiv w:val="1"/>
      <w:marLeft w:val="0"/>
      <w:marRight w:val="0"/>
      <w:marTop w:val="0"/>
      <w:marBottom w:val="0"/>
      <w:divBdr>
        <w:top w:val="none" w:sz="0" w:space="0" w:color="auto"/>
        <w:left w:val="none" w:sz="0" w:space="0" w:color="auto"/>
        <w:bottom w:val="none" w:sz="0" w:space="0" w:color="auto"/>
        <w:right w:val="none" w:sz="0" w:space="0" w:color="auto"/>
      </w:divBdr>
    </w:div>
    <w:div w:id="214723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chko\Desktop\&#1057;&#1042;&#1080;&#1042;%20&#1071;&#1088;&#1086;&#1089;&#1083;&#1072;&#1074;&#1083;&#1100;\&#1064;&#1072;&#1073;&#1083;&#1086;&#1085;%20&#1057;&#1093;&#1077;&#1084;&#1099;%20&#1057;&#1042;&#1080;&#104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A8746-A06D-4997-A415-79566BF6C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Схемы СВиВ.dotx</Template>
  <TotalTime>55</TotalTime>
  <Pages>3</Pages>
  <Words>590</Words>
  <Characters>3366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SAVage</dc:creator>
  <cp:lastModifiedBy>Трофимова Александра Станиславовна</cp:lastModifiedBy>
  <cp:revision>17</cp:revision>
  <cp:lastPrinted>2022-08-30T13:43:00Z</cp:lastPrinted>
  <dcterms:created xsi:type="dcterms:W3CDTF">2022-08-30T14:23:00Z</dcterms:created>
  <dcterms:modified xsi:type="dcterms:W3CDTF">2022-08-31T11:49:00Z</dcterms:modified>
</cp:coreProperties>
</file>